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BC" w:rsidRPr="003B0617" w:rsidRDefault="00F4404D" w:rsidP="00F4404D">
      <w:pPr>
        <w:jc w:val="center"/>
        <w:rPr>
          <w:b/>
        </w:rPr>
      </w:pPr>
      <w:r w:rsidRPr="003B0617">
        <w:rPr>
          <w:b/>
        </w:rPr>
        <w:t>Итоги аукциона на право заключения договор</w:t>
      </w:r>
      <w:r w:rsidR="001B16BC" w:rsidRPr="003B0617">
        <w:rPr>
          <w:b/>
        </w:rPr>
        <w:t>ов</w:t>
      </w:r>
      <w:r w:rsidRPr="003B0617">
        <w:rPr>
          <w:b/>
        </w:rPr>
        <w:t xml:space="preserve"> </w:t>
      </w:r>
    </w:p>
    <w:p w:rsidR="001B16BC" w:rsidRPr="003B0617" w:rsidRDefault="00F4404D" w:rsidP="00F4404D">
      <w:pPr>
        <w:jc w:val="center"/>
        <w:rPr>
          <w:b/>
        </w:rPr>
      </w:pPr>
      <w:r w:rsidRPr="003B0617">
        <w:rPr>
          <w:b/>
        </w:rPr>
        <w:t>аренды земельн</w:t>
      </w:r>
      <w:r w:rsidR="001B16BC" w:rsidRPr="003B0617">
        <w:rPr>
          <w:b/>
        </w:rPr>
        <w:t>ых</w:t>
      </w:r>
      <w:r w:rsidRPr="003B0617">
        <w:rPr>
          <w:b/>
        </w:rPr>
        <w:t xml:space="preserve"> участк</w:t>
      </w:r>
      <w:r w:rsidR="001B16BC" w:rsidRPr="003B0617">
        <w:rPr>
          <w:b/>
        </w:rPr>
        <w:t>ов</w:t>
      </w:r>
      <w:r w:rsidRPr="003B0617">
        <w:rPr>
          <w:b/>
        </w:rPr>
        <w:t xml:space="preserve">, </w:t>
      </w:r>
    </w:p>
    <w:p w:rsidR="00F4404D" w:rsidRPr="003B0617" w:rsidRDefault="00F4404D" w:rsidP="00F4404D">
      <w:pPr>
        <w:jc w:val="center"/>
        <w:rPr>
          <w:b/>
        </w:rPr>
      </w:pPr>
      <w:r w:rsidRPr="003B0617">
        <w:rPr>
          <w:b/>
        </w:rPr>
        <w:t xml:space="preserve">по продаже земельных участков, </w:t>
      </w:r>
      <w:proofErr w:type="gramStart"/>
      <w:r w:rsidRPr="003B0617">
        <w:rPr>
          <w:b/>
        </w:rPr>
        <w:t>назначенного</w:t>
      </w:r>
      <w:proofErr w:type="gramEnd"/>
      <w:r w:rsidRPr="003B0617">
        <w:rPr>
          <w:b/>
        </w:rPr>
        <w:t xml:space="preserve"> на </w:t>
      </w:r>
      <w:r w:rsidR="003B0617" w:rsidRPr="003B0617">
        <w:rPr>
          <w:b/>
        </w:rPr>
        <w:t>19</w:t>
      </w:r>
      <w:r w:rsidRPr="003B0617">
        <w:rPr>
          <w:b/>
        </w:rPr>
        <w:t>.</w:t>
      </w:r>
      <w:r w:rsidR="00F570D6" w:rsidRPr="003B0617">
        <w:rPr>
          <w:b/>
        </w:rPr>
        <w:t>0</w:t>
      </w:r>
      <w:r w:rsidR="003B0617" w:rsidRPr="003B0617">
        <w:rPr>
          <w:b/>
        </w:rPr>
        <w:t>2</w:t>
      </w:r>
      <w:r w:rsidRPr="003B0617">
        <w:rPr>
          <w:b/>
        </w:rPr>
        <w:t>.202</w:t>
      </w:r>
      <w:r w:rsidR="00F570D6" w:rsidRPr="003B0617">
        <w:rPr>
          <w:b/>
        </w:rPr>
        <w:t>1</w:t>
      </w:r>
    </w:p>
    <w:p w:rsidR="00224609" w:rsidRDefault="00224609" w:rsidP="00224609">
      <w:pPr>
        <w:jc w:val="center"/>
        <w:rPr>
          <w:sz w:val="16"/>
          <w:szCs w:val="16"/>
        </w:rPr>
      </w:pPr>
    </w:p>
    <w:p w:rsidR="00F4404D" w:rsidRPr="00567DD1" w:rsidRDefault="00F4404D" w:rsidP="00224609">
      <w:pPr>
        <w:jc w:val="center"/>
        <w:rPr>
          <w:sz w:val="16"/>
          <w:szCs w:val="16"/>
        </w:rPr>
      </w:pPr>
    </w:p>
    <w:tbl>
      <w:tblPr>
        <w:tblW w:w="10050" w:type="dxa"/>
        <w:jc w:val="center"/>
        <w:tblInd w:w="-3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"/>
        <w:gridCol w:w="6615"/>
        <w:gridCol w:w="2945"/>
      </w:tblGrid>
      <w:tr w:rsidR="00F4404D" w:rsidRPr="001562AB" w:rsidTr="003B0617">
        <w:trPr>
          <w:cantSplit/>
          <w:trHeight w:val="611"/>
          <w:jc w:val="center"/>
        </w:trPr>
        <w:tc>
          <w:tcPr>
            <w:tcW w:w="490" w:type="dxa"/>
            <w:vAlign w:val="center"/>
          </w:tcPr>
          <w:p w:rsidR="00F4404D" w:rsidRPr="004233EB" w:rsidRDefault="00F4404D" w:rsidP="00224609">
            <w:pPr>
              <w:pStyle w:val="a8"/>
              <w:ind w:left="-73" w:right="-51"/>
              <w:rPr>
                <w:b w:val="0"/>
                <w:sz w:val="22"/>
                <w:szCs w:val="22"/>
              </w:rPr>
            </w:pPr>
            <w:bookmarkStart w:id="0" w:name="_Hlk467673933"/>
            <w:r w:rsidRPr="004233EB">
              <w:rPr>
                <w:b w:val="0"/>
                <w:sz w:val="22"/>
                <w:szCs w:val="22"/>
              </w:rPr>
              <w:t>№ л</w:t>
            </w:r>
            <w:r w:rsidRPr="004233EB">
              <w:rPr>
                <w:b w:val="0"/>
                <w:sz w:val="22"/>
                <w:szCs w:val="22"/>
              </w:rPr>
              <w:t>о</w:t>
            </w:r>
            <w:r w:rsidRPr="004233EB">
              <w:rPr>
                <w:b w:val="0"/>
                <w:sz w:val="22"/>
                <w:szCs w:val="22"/>
              </w:rPr>
              <w:t>та</w:t>
            </w:r>
          </w:p>
        </w:tc>
        <w:tc>
          <w:tcPr>
            <w:tcW w:w="6615" w:type="dxa"/>
            <w:vAlign w:val="center"/>
          </w:tcPr>
          <w:p w:rsidR="00F4404D" w:rsidRPr="004233EB" w:rsidRDefault="00F4404D" w:rsidP="00224609">
            <w:pPr>
              <w:pStyle w:val="a8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945" w:type="dxa"/>
            <w:vAlign w:val="center"/>
          </w:tcPr>
          <w:p w:rsidR="00F4404D" w:rsidRPr="004233EB" w:rsidRDefault="00F4404D" w:rsidP="00224609">
            <w:pPr>
              <w:pStyle w:val="a8"/>
              <w:ind w:left="-153" w:right="-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8B45A1" w:rsidRPr="001562AB" w:rsidTr="003B0617">
        <w:trPr>
          <w:cantSplit/>
          <w:trHeight w:val="389"/>
          <w:jc w:val="center"/>
        </w:trPr>
        <w:tc>
          <w:tcPr>
            <w:tcW w:w="490" w:type="dxa"/>
            <w:vAlign w:val="center"/>
          </w:tcPr>
          <w:p w:rsidR="008B45A1" w:rsidRPr="004233EB" w:rsidRDefault="008B45A1" w:rsidP="00224609">
            <w:pPr>
              <w:ind w:firstLine="94"/>
              <w:jc w:val="both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1</w:t>
            </w:r>
          </w:p>
        </w:tc>
        <w:tc>
          <w:tcPr>
            <w:tcW w:w="6615" w:type="dxa"/>
          </w:tcPr>
          <w:p w:rsidR="008B45A1" w:rsidRPr="003B0617" w:rsidRDefault="008B45A1" w:rsidP="003B0617">
            <w:pPr>
              <w:jc w:val="both"/>
            </w:pPr>
            <w:r w:rsidRPr="003B0617">
              <w:t>Право заключения договора аренды земельного участка с к</w:t>
            </w:r>
            <w:r w:rsidRPr="003B0617">
              <w:t>а</w:t>
            </w:r>
            <w:r w:rsidRPr="003B0617">
              <w:t xml:space="preserve">дастровым номером 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28:01:150018:255, площ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а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дью 1500 </w:t>
            </w:r>
            <w:proofErr w:type="spellStart"/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Б-18 с Белогорье, с видом разр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е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шенного использования – для индивид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у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3B0617" w:rsidRDefault="003B0617" w:rsidP="003B0617">
            <w:pPr>
              <w:jc w:val="center"/>
              <w:rPr>
                <w:color w:val="000000"/>
              </w:rPr>
            </w:pPr>
            <w:r w:rsidRPr="003B0617">
              <w:rPr>
                <w:color w:val="000000"/>
              </w:rPr>
              <w:t xml:space="preserve">Договор подлежит </w:t>
            </w:r>
          </w:p>
          <w:p w:rsidR="003B0617" w:rsidRPr="003B0617" w:rsidRDefault="003B0617" w:rsidP="003B0617">
            <w:pPr>
              <w:jc w:val="center"/>
              <w:rPr>
                <w:color w:val="000000"/>
              </w:rPr>
            </w:pPr>
            <w:r w:rsidRPr="003B0617">
              <w:rPr>
                <w:color w:val="000000"/>
              </w:rPr>
              <w:t>заключению с единстве</w:t>
            </w:r>
            <w:r w:rsidRPr="003B0617">
              <w:rPr>
                <w:color w:val="000000"/>
              </w:rPr>
              <w:t>н</w:t>
            </w:r>
            <w:r w:rsidRPr="003B0617">
              <w:rPr>
                <w:color w:val="000000"/>
              </w:rPr>
              <w:t xml:space="preserve">ным участником </w:t>
            </w:r>
          </w:p>
          <w:p w:rsidR="008B45A1" w:rsidRPr="003B0617" w:rsidRDefault="003B0617" w:rsidP="003B0617">
            <w:pPr>
              <w:jc w:val="center"/>
              <w:rPr>
                <w:highlight w:val="yellow"/>
              </w:rPr>
            </w:pPr>
            <w:proofErr w:type="spellStart"/>
            <w:r>
              <w:rPr>
                <w:color w:val="000000"/>
              </w:rPr>
              <w:t>Богатищевым</w:t>
            </w:r>
            <w:proofErr w:type="spellEnd"/>
            <w:r>
              <w:rPr>
                <w:color w:val="000000"/>
              </w:rPr>
              <w:t xml:space="preserve"> Е</w:t>
            </w:r>
            <w:r w:rsidRPr="003B0617">
              <w:rPr>
                <w:color w:val="000000"/>
              </w:rPr>
              <w:t>.</w:t>
            </w:r>
            <w:r>
              <w:rPr>
                <w:color w:val="000000"/>
              </w:rPr>
              <w:t>С</w:t>
            </w:r>
            <w:r w:rsidRPr="003B0617">
              <w:rPr>
                <w:color w:val="000000"/>
              </w:rPr>
              <w:t>.</w:t>
            </w:r>
          </w:p>
        </w:tc>
      </w:tr>
      <w:tr w:rsidR="008B45A1" w:rsidRPr="00C31977" w:rsidTr="003B0617">
        <w:trPr>
          <w:cantSplit/>
          <w:trHeight w:val="389"/>
          <w:jc w:val="center"/>
        </w:trPr>
        <w:tc>
          <w:tcPr>
            <w:tcW w:w="490" w:type="dxa"/>
            <w:vAlign w:val="center"/>
          </w:tcPr>
          <w:p w:rsidR="008B45A1" w:rsidRPr="004233EB" w:rsidRDefault="008B45A1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2</w:t>
            </w:r>
          </w:p>
        </w:tc>
        <w:tc>
          <w:tcPr>
            <w:tcW w:w="6615" w:type="dxa"/>
          </w:tcPr>
          <w:p w:rsidR="008B45A1" w:rsidRPr="003B0617" w:rsidRDefault="008B45A1" w:rsidP="003B0617">
            <w:pPr>
              <w:jc w:val="both"/>
            </w:pPr>
            <w:r w:rsidRPr="003B0617">
              <w:t>Право заключения договора аренды земельного участка с к</w:t>
            </w:r>
            <w:r w:rsidRPr="003B0617">
              <w:t>а</w:t>
            </w:r>
            <w:r w:rsidRPr="003B0617">
              <w:t xml:space="preserve">дастровым номером 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28:01:080001:94, площадью 74731 </w:t>
            </w:r>
            <w:proofErr w:type="spellStart"/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, расположенного в квартале М-1 п. </w:t>
            </w:r>
            <w:proofErr w:type="spellStart"/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Мухинка</w:t>
            </w:r>
            <w:proofErr w:type="spellEnd"/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, с видом разр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е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шенного использования – охрана пр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и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родных территорий, для целей, не связанных со строительством</w:t>
            </w:r>
          </w:p>
        </w:tc>
        <w:tc>
          <w:tcPr>
            <w:tcW w:w="2945" w:type="dxa"/>
            <w:vAlign w:val="center"/>
          </w:tcPr>
          <w:p w:rsidR="008B45A1" w:rsidRPr="003B0617" w:rsidRDefault="008B45A1" w:rsidP="00F570D6">
            <w:pPr>
              <w:ind w:right="177"/>
              <w:jc w:val="center"/>
            </w:pPr>
            <w:r w:rsidRPr="003B0617">
              <w:t>Аукцион признан</w:t>
            </w:r>
          </w:p>
          <w:p w:rsidR="008B45A1" w:rsidRPr="003B0617" w:rsidRDefault="008B45A1" w:rsidP="00F570D6">
            <w:pPr>
              <w:jc w:val="center"/>
            </w:pPr>
            <w:r w:rsidRPr="003B0617">
              <w:t>несостоявшимся</w:t>
            </w:r>
            <w:r w:rsidRPr="003B0617">
              <w:rPr>
                <w:color w:val="000000"/>
              </w:rPr>
              <w:t xml:space="preserve">  </w:t>
            </w:r>
          </w:p>
        </w:tc>
      </w:tr>
      <w:tr w:rsidR="008B45A1" w:rsidRPr="008B45A1" w:rsidTr="003B0617">
        <w:trPr>
          <w:cantSplit/>
          <w:trHeight w:val="1138"/>
          <w:jc w:val="center"/>
        </w:trPr>
        <w:tc>
          <w:tcPr>
            <w:tcW w:w="490" w:type="dxa"/>
            <w:vAlign w:val="center"/>
          </w:tcPr>
          <w:p w:rsidR="008B45A1" w:rsidRPr="004233EB" w:rsidRDefault="008B45A1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3</w:t>
            </w:r>
          </w:p>
        </w:tc>
        <w:tc>
          <w:tcPr>
            <w:tcW w:w="6615" w:type="dxa"/>
          </w:tcPr>
          <w:p w:rsidR="008B45A1" w:rsidRPr="003B0617" w:rsidRDefault="008B45A1" w:rsidP="003B0617">
            <w:pPr>
              <w:jc w:val="both"/>
            </w:pPr>
            <w:r w:rsidRPr="003B0617">
              <w:t>Право заключения договора аренды земельного участка с к</w:t>
            </w:r>
            <w:r w:rsidRPr="003B0617">
              <w:t>а</w:t>
            </w:r>
            <w:r w:rsidRPr="003B0617">
              <w:t xml:space="preserve">дастровым номером 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28:01:170160:431, площ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а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дью 8135 </w:t>
            </w:r>
            <w:proofErr w:type="spellStart"/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СПУ-6 города Бл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а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говещенска, с видом разрешенного использования – охрана природных те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р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риторий, для целей, не связа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н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ных со строительством</w:t>
            </w:r>
          </w:p>
        </w:tc>
        <w:tc>
          <w:tcPr>
            <w:tcW w:w="2945" w:type="dxa"/>
            <w:vAlign w:val="center"/>
          </w:tcPr>
          <w:p w:rsidR="003B0617" w:rsidRDefault="008B45A1" w:rsidP="008B45A1">
            <w:pPr>
              <w:jc w:val="center"/>
              <w:rPr>
                <w:color w:val="000000"/>
              </w:rPr>
            </w:pPr>
            <w:bookmarkStart w:id="1" w:name="_GoBack"/>
            <w:bookmarkEnd w:id="1"/>
            <w:r w:rsidRPr="003B0617">
              <w:rPr>
                <w:color w:val="000000"/>
              </w:rPr>
              <w:t xml:space="preserve">Договор подлежит </w:t>
            </w:r>
          </w:p>
          <w:p w:rsidR="008B45A1" w:rsidRPr="003B0617" w:rsidRDefault="008B45A1" w:rsidP="008B45A1">
            <w:pPr>
              <w:jc w:val="center"/>
              <w:rPr>
                <w:color w:val="000000"/>
              </w:rPr>
            </w:pPr>
            <w:r w:rsidRPr="003B0617">
              <w:rPr>
                <w:color w:val="000000"/>
              </w:rPr>
              <w:t>заключению с единстве</w:t>
            </w:r>
            <w:r w:rsidRPr="003B0617">
              <w:rPr>
                <w:color w:val="000000"/>
              </w:rPr>
              <w:t>н</w:t>
            </w:r>
            <w:r w:rsidRPr="003B0617">
              <w:rPr>
                <w:color w:val="000000"/>
              </w:rPr>
              <w:t xml:space="preserve">ным участником </w:t>
            </w:r>
          </w:p>
          <w:p w:rsidR="008B45A1" w:rsidRPr="003B0617" w:rsidRDefault="003B0617" w:rsidP="008B45A1">
            <w:pPr>
              <w:jc w:val="center"/>
            </w:pPr>
            <w:r>
              <w:rPr>
                <w:color w:val="000000"/>
              </w:rPr>
              <w:t>Шпилько Т.А.</w:t>
            </w:r>
          </w:p>
        </w:tc>
      </w:tr>
      <w:tr w:rsidR="008B45A1" w:rsidRPr="00C31977" w:rsidTr="003B0617">
        <w:trPr>
          <w:cantSplit/>
          <w:trHeight w:val="1138"/>
          <w:jc w:val="center"/>
        </w:trPr>
        <w:tc>
          <w:tcPr>
            <w:tcW w:w="490" w:type="dxa"/>
            <w:vAlign w:val="center"/>
          </w:tcPr>
          <w:p w:rsidR="008B45A1" w:rsidRPr="004233EB" w:rsidRDefault="008B45A1" w:rsidP="002246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615" w:type="dxa"/>
          </w:tcPr>
          <w:p w:rsidR="008B45A1" w:rsidRPr="003B0617" w:rsidRDefault="008B45A1" w:rsidP="003B0617">
            <w:pPr>
              <w:jc w:val="both"/>
            </w:pPr>
            <w:r w:rsidRPr="003B0617">
              <w:t>Право заключения договора аренды земельного участка с к</w:t>
            </w:r>
            <w:r w:rsidRPr="003B0617">
              <w:t>а</w:t>
            </w:r>
            <w:r w:rsidRPr="003B0617">
              <w:t xml:space="preserve">дастровым номером 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28:01:010427:95, площадью 1200 </w:t>
            </w:r>
            <w:proofErr w:type="spellStart"/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427 города Благовещенска, с в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и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дом разреше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н</w:t>
            </w:r>
            <w:r w:rsidR="003B0617" w:rsidRPr="003B0617">
              <w:rPr>
                <w:rStyle w:val="txt1"/>
                <w:rFonts w:ascii="Times New Roman" w:hAnsi="Times New Roman"/>
                <w:sz w:val="24"/>
                <w:szCs w:val="24"/>
              </w:rPr>
              <w:t>ного использования – деловое управление</w:t>
            </w:r>
          </w:p>
        </w:tc>
        <w:tc>
          <w:tcPr>
            <w:tcW w:w="2945" w:type="dxa"/>
            <w:vAlign w:val="center"/>
          </w:tcPr>
          <w:p w:rsidR="008B45A1" w:rsidRPr="003B0617" w:rsidRDefault="008B45A1" w:rsidP="008B45A1">
            <w:pPr>
              <w:ind w:right="177"/>
              <w:jc w:val="center"/>
            </w:pPr>
            <w:r w:rsidRPr="003B0617">
              <w:t>Аукцион признан</w:t>
            </w:r>
          </w:p>
          <w:p w:rsidR="008B45A1" w:rsidRPr="003B0617" w:rsidRDefault="008B45A1" w:rsidP="008B45A1">
            <w:pPr>
              <w:jc w:val="center"/>
              <w:rPr>
                <w:color w:val="000000"/>
              </w:rPr>
            </w:pPr>
            <w:r w:rsidRPr="003B0617">
              <w:t>несостоявшимся</w:t>
            </w:r>
            <w:r w:rsidRPr="003B0617">
              <w:rPr>
                <w:color w:val="000000"/>
              </w:rPr>
              <w:t xml:space="preserve">  </w:t>
            </w:r>
          </w:p>
        </w:tc>
      </w:tr>
      <w:bookmarkEnd w:id="0"/>
    </w:tbl>
    <w:p w:rsidR="00CB2E45" w:rsidRPr="00567DD1" w:rsidRDefault="00CB2E45" w:rsidP="0085289B">
      <w:pPr>
        <w:pStyle w:val="ConsTitle"/>
        <w:widowControl/>
        <w:tabs>
          <w:tab w:val="left" w:pos="540"/>
          <w:tab w:val="left" w:pos="4253"/>
        </w:tabs>
        <w:suppressAutoHyphens/>
        <w:ind w:right="57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CB2E45" w:rsidRPr="00567DD1" w:rsidSect="00567DD1">
      <w:headerReference w:type="even" r:id="rId9"/>
      <w:footerReference w:type="even" r:id="rId10"/>
      <w:footerReference w:type="default" r:id="rId11"/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C6A" w:rsidRDefault="000F0C6A">
      <w:r>
        <w:separator/>
      </w:r>
    </w:p>
  </w:endnote>
  <w:endnote w:type="continuationSeparator" w:id="0">
    <w:p w:rsidR="000F0C6A" w:rsidRDefault="000F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0617">
      <w:rPr>
        <w:rStyle w:val="a5"/>
        <w:noProof/>
      </w:rPr>
      <w:t>1</w: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C6A" w:rsidRDefault="000F0C6A">
      <w:r>
        <w:separator/>
      </w:r>
    </w:p>
  </w:footnote>
  <w:footnote w:type="continuationSeparator" w:id="0">
    <w:p w:rsidR="000F0C6A" w:rsidRDefault="000F0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DC8"/>
    <w:rsid w:val="00000CE8"/>
    <w:rsid w:val="0000156C"/>
    <w:rsid w:val="00003893"/>
    <w:rsid w:val="00003967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6790"/>
    <w:rsid w:val="000568AC"/>
    <w:rsid w:val="00060995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A3C"/>
    <w:rsid w:val="000A23FE"/>
    <w:rsid w:val="000A37EE"/>
    <w:rsid w:val="000A39CE"/>
    <w:rsid w:val="000A3DB9"/>
    <w:rsid w:val="000A4599"/>
    <w:rsid w:val="000A4B5F"/>
    <w:rsid w:val="000A4FC5"/>
    <w:rsid w:val="000A51BC"/>
    <w:rsid w:val="000A592E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2520"/>
    <w:rsid w:val="000D2EB4"/>
    <w:rsid w:val="000D353C"/>
    <w:rsid w:val="000D45E5"/>
    <w:rsid w:val="000D4ACC"/>
    <w:rsid w:val="000D5495"/>
    <w:rsid w:val="000D6229"/>
    <w:rsid w:val="000D6320"/>
    <w:rsid w:val="000D6920"/>
    <w:rsid w:val="000D696B"/>
    <w:rsid w:val="000D7682"/>
    <w:rsid w:val="000D779E"/>
    <w:rsid w:val="000D78B1"/>
    <w:rsid w:val="000D79A7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C6A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BD5"/>
    <w:rsid w:val="00102C95"/>
    <w:rsid w:val="0010392B"/>
    <w:rsid w:val="00107A4F"/>
    <w:rsid w:val="001119E2"/>
    <w:rsid w:val="00111FDF"/>
    <w:rsid w:val="001124A5"/>
    <w:rsid w:val="0011283B"/>
    <w:rsid w:val="00112F6A"/>
    <w:rsid w:val="001130A5"/>
    <w:rsid w:val="00114E67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671"/>
    <w:rsid w:val="0013005C"/>
    <w:rsid w:val="001302AD"/>
    <w:rsid w:val="00131296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D88"/>
    <w:rsid w:val="00183B6F"/>
    <w:rsid w:val="00184042"/>
    <w:rsid w:val="00184C03"/>
    <w:rsid w:val="001850B2"/>
    <w:rsid w:val="00186096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6127"/>
    <w:rsid w:val="001A788E"/>
    <w:rsid w:val="001B07DB"/>
    <w:rsid w:val="001B0E13"/>
    <w:rsid w:val="001B100E"/>
    <w:rsid w:val="001B16BC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A151F"/>
    <w:rsid w:val="002A15E4"/>
    <w:rsid w:val="002A1979"/>
    <w:rsid w:val="002A2810"/>
    <w:rsid w:val="002A2CC0"/>
    <w:rsid w:val="002A3282"/>
    <w:rsid w:val="002A3EEA"/>
    <w:rsid w:val="002A465A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F0035"/>
    <w:rsid w:val="002F0725"/>
    <w:rsid w:val="002F0B4B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20C6D"/>
    <w:rsid w:val="00321394"/>
    <w:rsid w:val="0032180F"/>
    <w:rsid w:val="00321C12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281B"/>
    <w:rsid w:val="003530A8"/>
    <w:rsid w:val="00353D0B"/>
    <w:rsid w:val="00355BD6"/>
    <w:rsid w:val="00355C35"/>
    <w:rsid w:val="00355E48"/>
    <w:rsid w:val="0035603B"/>
    <w:rsid w:val="003578C5"/>
    <w:rsid w:val="00360F94"/>
    <w:rsid w:val="00361E68"/>
    <w:rsid w:val="0036228C"/>
    <w:rsid w:val="00362317"/>
    <w:rsid w:val="00362689"/>
    <w:rsid w:val="00362850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F8F"/>
    <w:rsid w:val="003A3064"/>
    <w:rsid w:val="003A3657"/>
    <w:rsid w:val="003A410B"/>
    <w:rsid w:val="003A4656"/>
    <w:rsid w:val="003A5411"/>
    <w:rsid w:val="003A5DF0"/>
    <w:rsid w:val="003B0617"/>
    <w:rsid w:val="003B16D0"/>
    <w:rsid w:val="003B3946"/>
    <w:rsid w:val="003B4313"/>
    <w:rsid w:val="003B492F"/>
    <w:rsid w:val="003B4DA7"/>
    <w:rsid w:val="003B607C"/>
    <w:rsid w:val="003B6EE8"/>
    <w:rsid w:val="003B7152"/>
    <w:rsid w:val="003C1BE0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6C88"/>
    <w:rsid w:val="003D7236"/>
    <w:rsid w:val="003E45C1"/>
    <w:rsid w:val="003E4FD5"/>
    <w:rsid w:val="003E5609"/>
    <w:rsid w:val="003E6A56"/>
    <w:rsid w:val="003F06DA"/>
    <w:rsid w:val="003F0F39"/>
    <w:rsid w:val="003F2188"/>
    <w:rsid w:val="003F2677"/>
    <w:rsid w:val="003F3CD0"/>
    <w:rsid w:val="003F4D41"/>
    <w:rsid w:val="003F5687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D77"/>
    <w:rsid w:val="0040673A"/>
    <w:rsid w:val="0040696C"/>
    <w:rsid w:val="00406CEE"/>
    <w:rsid w:val="004105D2"/>
    <w:rsid w:val="00410AEC"/>
    <w:rsid w:val="0041218E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5D8D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97A"/>
    <w:rsid w:val="00493236"/>
    <w:rsid w:val="00494065"/>
    <w:rsid w:val="00494FEC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9E0"/>
    <w:rsid w:val="004C2D0A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764"/>
    <w:rsid w:val="004D52F8"/>
    <w:rsid w:val="004D5970"/>
    <w:rsid w:val="004D6A6B"/>
    <w:rsid w:val="004D6A6F"/>
    <w:rsid w:val="004E0C50"/>
    <w:rsid w:val="004E109A"/>
    <w:rsid w:val="004E10D4"/>
    <w:rsid w:val="004E4230"/>
    <w:rsid w:val="004E4235"/>
    <w:rsid w:val="004E4724"/>
    <w:rsid w:val="004E51E6"/>
    <w:rsid w:val="004E5485"/>
    <w:rsid w:val="004E64C7"/>
    <w:rsid w:val="004E67B7"/>
    <w:rsid w:val="004E6FDB"/>
    <w:rsid w:val="004E78FC"/>
    <w:rsid w:val="004F00B4"/>
    <w:rsid w:val="004F09CB"/>
    <w:rsid w:val="004F20F3"/>
    <w:rsid w:val="004F2CD2"/>
    <w:rsid w:val="004F30B2"/>
    <w:rsid w:val="004F30BD"/>
    <w:rsid w:val="004F4627"/>
    <w:rsid w:val="004F7372"/>
    <w:rsid w:val="004F769E"/>
    <w:rsid w:val="004F778D"/>
    <w:rsid w:val="004F79B0"/>
    <w:rsid w:val="0050298E"/>
    <w:rsid w:val="0050337C"/>
    <w:rsid w:val="00503809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6373"/>
    <w:rsid w:val="00566412"/>
    <w:rsid w:val="00566F43"/>
    <w:rsid w:val="00567DD1"/>
    <w:rsid w:val="00567EEF"/>
    <w:rsid w:val="00570289"/>
    <w:rsid w:val="00571A9C"/>
    <w:rsid w:val="00572205"/>
    <w:rsid w:val="00572264"/>
    <w:rsid w:val="005731FB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E71"/>
    <w:rsid w:val="005825EE"/>
    <w:rsid w:val="0058278A"/>
    <w:rsid w:val="00583253"/>
    <w:rsid w:val="00583DC6"/>
    <w:rsid w:val="00583FE6"/>
    <w:rsid w:val="00584E3F"/>
    <w:rsid w:val="00585A1F"/>
    <w:rsid w:val="00585A35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4B5C"/>
    <w:rsid w:val="00597083"/>
    <w:rsid w:val="005A0C85"/>
    <w:rsid w:val="005A0F2F"/>
    <w:rsid w:val="005A102D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5389"/>
    <w:rsid w:val="00601533"/>
    <w:rsid w:val="00601B9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1411"/>
    <w:rsid w:val="00652299"/>
    <w:rsid w:val="00652795"/>
    <w:rsid w:val="006542A7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69C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EC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442B"/>
    <w:rsid w:val="006D4784"/>
    <w:rsid w:val="006D51D6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A53"/>
    <w:rsid w:val="006E6C2F"/>
    <w:rsid w:val="006E735A"/>
    <w:rsid w:val="006E7B53"/>
    <w:rsid w:val="006F0D6D"/>
    <w:rsid w:val="006F22D3"/>
    <w:rsid w:val="006F2A70"/>
    <w:rsid w:val="006F330F"/>
    <w:rsid w:val="006F3AAF"/>
    <w:rsid w:val="006F3C10"/>
    <w:rsid w:val="006F4846"/>
    <w:rsid w:val="006F4B37"/>
    <w:rsid w:val="006F5397"/>
    <w:rsid w:val="006F5CDA"/>
    <w:rsid w:val="006F6D6B"/>
    <w:rsid w:val="006F7B18"/>
    <w:rsid w:val="006F7E7D"/>
    <w:rsid w:val="007005BB"/>
    <w:rsid w:val="0070078F"/>
    <w:rsid w:val="00701F2B"/>
    <w:rsid w:val="00702CF9"/>
    <w:rsid w:val="00703EB6"/>
    <w:rsid w:val="00705C5D"/>
    <w:rsid w:val="00707278"/>
    <w:rsid w:val="00710855"/>
    <w:rsid w:val="0071116B"/>
    <w:rsid w:val="007116D3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3B04"/>
    <w:rsid w:val="00743C25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1BD1"/>
    <w:rsid w:val="007726D6"/>
    <w:rsid w:val="00772D84"/>
    <w:rsid w:val="0077319C"/>
    <w:rsid w:val="00773510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26CD"/>
    <w:rsid w:val="007E36F7"/>
    <w:rsid w:val="007E3CA4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6E39"/>
    <w:rsid w:val="007F6EB1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7767"/>
    <w:rsid w:val="00827F7E"/>
    <w:rsid w:val="00830A09"/>
    <w:rsid w:val="008313D4"/>
    <w:rsid w:val="008319A7"/>
    <w:rsid w:val="00831C1E"/>
    <w:rsid w:val="00833A47"/>
    <w:rsid w:val="00833CF3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4432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CF4"/>
    <w:rsid w:val="008A4FF3"/>
    <w:rsid w:val="008A5B5D"/>
    <w:rsid w:val="008A5CA6"/>
    <w:rsid w:val="008B02E4"/>
    <w:rsid w:val="008B0CB5"/>
    <w:rsid w:val="008B16DB"/>
    <w:rsid w:val="008B1D72"/>
    <w:rsid w:val="008B1EB6"/>
    <w:rsid w:val="008B4485"/>
    <w:rsid w:val="008B45A1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002"/>
    <w:rsid w:val="008D454E"/>
    <w:rsid w:val="008D4C63"/>
    <w:rsid w:val="008D5A6D"/>
    <w:rsid w:val="008D6C54"/>
    <w:rsid w:val="008D77F4"/>
    <w:rsid w:val="008D7F14"/>
    <w:rsid w:val="008E049D"/>
    <w:rsid w:val="008E06D5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9E2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531E"/>
    <w:rsid w:val="0092576F"/>
    <w:rsid w:val="00925CC4"/>
    <w:rsid w:val="009268BE"/>
    <w:rsid w:val="009319A7"/>
    <w:rsid w:val="00932E41"/>
    <w:rsid w:val="00933DAD"/>
    <w:rsid w:val="00934936"/>
    <w:rsid w:val="00934AFC"/>
    <w:rsid w:val="00935054"/>
    <w:rsid w:val="00936032"/>
    <w:rsid w:val="009363FD"/>
    <w:rsid w:val="009375FB"/>
    <w:rsid w:val="00937A78"/>
    <w:rsid w:val="00937D7E"/>
    <w:rsid w:val="00940834"/>
    <w:rsid w:val="009437F5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8D4"/>
    <w:rsid w:val="0096656B"/>
    <w:rsid w:val="009667B8"/>
    <w:rsid w:val="00966E5D"/>
    <w:rsid w:val="009670F2"/>
    <w:rsid w:val="00967527"/>
    <w:rsid w:val="00967DA4"/>
    <w:rsid w:val="00967E2B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3AC8"/>
    <w:rsid w:val="009A4969"/>
    <w:rsid w:val="009A52C6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5E5F"/>
    <w:rsid w:val="00A56074"/>
    <w:rsid w:val="00A56C35"/>
    <w:rsid w:val="00A57A43"/>
    <w:rsid w:val="00A60CD0"/>
    <w:rsid w:val="00A611D5"/>
    <w:rsid w:val="00A612A9"/>
    <w:rsid w:val="00A61B67"/>
    <w:rsid w:val="00A62E75"/>
    <w:rsid w:val="00A62EF1"/>
    <w:rsid w:val="00A660D2"/>
    <w:rsid w:val="00A66475"/>
    <w:rsid w:val="00A67836"/>
    <w:rsid w:val="00A7060E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6BF0"/>
    <w:rsid w:val="00AB6DA1"/>
    <w:rsid w:val="00AC11BC"/>
    <w:rsid w:val="00AC11CF"/>
    <w:rsid w:val="00AC1343"/>
    <w:rsid w:val="00AC1F81"/>
    <w:rsid w:val="00AC1FA7"/>
    <w:rsid w:val="00AC2B61"/>
    <w:rsid w:val="00AC3D66"/>
    <w:rsid w:val="00AC45B9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2D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B27"/>
    <w:rsid w:val="00B121BF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245F"/>
    <w:rsid w:val="00B527AF"/>
    <w:rsid w:val="00B52846"/>
    <w:rsid w:val="00B5570D"/>
    <w:rsid w:val="00B56588"/>
    <w:rsid w:val="00B56975"/>
    <w:rsid w:val="00B56DBD"/>
    <w:rsid w:val="00B572AE"/>
    <w:rsid w:val="00B57415"/>
    <w:rsid w:val="00B600BA"/>
    <w:rsid w:val="00B60B50"/>
    <w:rsid w:val="00B610B0"/>
    <w:rsid w:val="00B622ED"/>
    <w:rsid w:val="00B631ED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A027A"/>
    <w:rsid w:val="00BA1462"/>
    <w:rsid w:val="00BA15B6"/>
    <w:rsid w:val="00BA392C"/>
    <w:rsid w:val="00BA4139"/>
    <w:rsid w:val="00BA4914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533"/>
    <w:rsid w:val="00BC1892"/>
    <w:rsid w:val="00BC1B63"/>
    <w:rsid w:val="00BC1CB9"/>
    <w:rsid w:val="00BC23E7"/>
    <w:rsid w:val="00BC2DE3"/>
    <w:rsid w:val="00BC4345"/>
    <w:rsid w:val="00BC47D7"/>
    <w:rsid w:val="00BC4A52"/>
    <w:rsid w:val="00BC7758"/>
    <w:rsid w:val="00BC7951"/>
    <w:rsid w:val="00BC7BCD"/>
    <w:rsid w:val="00BC7E36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E48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B1886"/>
    <w:rsid w:val="00CB27F4"/>
    <w:rsid w:val="00CB2E45"/>
    <w:rsid w:val="00CB5C3E"/>
    <w:rsid w:val="00CB6126"/>
    <w:rsid w:val="00CB6716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5699"/>
    <w:rsid w:val="00CE5DE0"/>
    <w:rsid w:val="00CE6502"/>
    <w:rsid w:val="00CE6BEF"/>
    <w:rsid w:val="00CE74D5"/>
    <w:rsid w:val="00CE7A7B"/>
    <w:rsid w:val="00CE7E9F"/>
    <w:rsid w:val="00CF06EF"/>
    <w:rsid w:val="00CF302B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2A0"/>
    <w:rsid w:val="00D877FC"/>
    <w:rsid w:val="00D90626"/>
    <w:rsid w:val="00D90812"/>
    <w:rsid w:val="00D915C1"/>
    <w:rsid w:val="00D927D1"/>
    <w:rsid w:val="00D928F6"/>
    <w:rsid w:val="00D948F3"/>
    <w:rsid w:val="00D95780"/>
    <w:rsid w:val="00D96761"/>
    <w:rsid w:val="00D9799F"/>
    <w:rsid w:val="00DA07D7"/>
    <w:rsid w:val="00DA288F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633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C03"/>
    <w:rsid w:val="00DF6A9A"/>
    <w:rsid w:val="00DF6DDE"/>
    <w:rsid w:val="00DF705E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118F"/>
    <w:rsid w:val="00E31902"/>
    <w:rsid w:val="00E33366"/>
    <w:rsid w:val="00E34148"/>
    <w:rsid w:val="00E34749"/>
    <w:rsid w:val="00E34BDA"/>
    <w:rsid w:val="00E3556E"/>
    <w:rsid w:val="00E36B0F"/>
    <w:rsid w:val="00E36F48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5415"/>
    <w:rsid w:val="00E65B47"/>
    <w:rsid w:val="00E67A1A"/>
    <w:rsid w:val="00E67B20"/>
    <w:rsid w:val="00E7049C"/>
    <w:rsid w:val="00E70C5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907C8"/>
    <w:rsid w:val="00E91324"/>
    <w:rsid w:val="00E91B7C"/>
    <w:rsid w:val="00E92778"/>
    <w:rsid w:val="00E93BB6"/>
    <w:rsid w:val="00E9439B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24FF"/>
    <w:rsid w:val="00EA4DC8"/>
    <w:rsid w:val="00EA563D"/>
    <w:rsid w:val="00EA66E8"/>
    <w:rsid w:val="00EA6B3F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EA1"/>
    <w:rsid w:val="00F06F5A"/>
    <w:rsid w:val="00F0701A"/>
    <w:rsid w:val="00F1067C"/>
    <w:rsid w:val="00F11126"/>
    <w:rsid w:val="00F114E5"/>
    <w:rsid w:val="00F135E3"/>
    <w:rsid w:val="00F14F45"/>
    <w:rsid w:val="00F15BE0"/>
    <w:rsid w:val="00F15D87"/>
    <w:rsid w:val="00F169CB"/>
    <w:rsid w:val="00F1708E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31A1E"/>
    <w:rsid w:val="00F327E8"/>
    <w:rsid w:val="00F33273"/>
    <w:rsid w:val="00F336A0"/>
    <w:rsid w:val="00F33D07"/>
    <w:rsid w:val="00F33D89"/>
    <w:rsid w:val="00F3509B"/>
    <w:rsid w:val="00F37C1D"/>
    <w:rsid w:val="00F40F4F"/>
    <w:rsid w:val="00F4301B"/>
    <w:rsid w:val="00F4404D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834"/>
    <w:rsid w:val="00F55D04"/>
    <w:rsid w:val="00F56923"/>
    <w:rsid w:val="00F56B1D"/>
    <w:rsid w:val="00F570D6"/>
    <w:rsid w:val="00F57276"/>
    <w:rsid w:val="00F572E4"/>
    <w:rsid w:val="00F57962"/>
    <w:rsid w:val="00F601EA"/>
    <w:rsid w:val="00F60293"/>
    <w:rsid w:val="00F61181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90FAB"/>
    <w:rsid w:val="00F91C5A"/>
    <w:rsid w:val="00F9329E"/>
    <w:rsid w:val="00F93773"/>
    <w:rsid w:val="00F9497E"/>
    <w:rsid w:val="00F9508B"/>
    <w:rsid w:val="00F956DD"/>
    <w:rsid w:val="00F958B9"/>
    <w:rsid w:val="00F961A6"/>
    <w:rsid w:val="00F96E05"/>
    <w:rsid w:val="00FA0E1D"/>
    <w:rsid w:val="00FA1887"/>
    <w:rsid w:val="00FA26EF"/>
    <w:rsid w:val="00FA2A98"/>
    <w:rsid w:val="00FA3206"/>
    <w:rsid w:val="00FA654E"/>
    <w:rsid w:val="00FA6859"/>
    <w:rsid w:val="00FA71C1"/>
    <w:rsid w:val="00FA7BB8"/>
    <w:rsid w:val="00FB0A43"/>
    <w:rsid w:val="00FB0B09"/>
    <w:rsid w:val="00FB409A"/>
    <w:rsid w:val="00FB466D"/>
    <w:rsid w:val="00FB647C"/>
    <w:rsid w:val="00FB6C07"/>
    <w:rsid w:val="00FB7F31"/>
    <w:rsid w:val="00FC00D0"/>
    <w:rsid w:val="00FC0549"/>
    <w:rsid w:val="00FC11F8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574"/>
    <w:rsid w:val="00FF1C41"/>
    <w:rsid w:val="00FF20F3"/>
    <w:rsid w:val="00FF231A"/>
    <w:rsid w:val="00FF2532"/>
    <w:rsid w:val="00FF3DC8"/>
    <w:rsid w:val="00FF5A2D"/>
    <w:rsid w:val="00FF69CD"/>
    <w:rsid w:val="00FF6FC4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BA034-8DC6-4078-BD58-3E6D0853C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7</cp:revision>
  <cp:lastPrinted>2021-02-18T03:59:00Z</cp:lastPrinted>
  <dcterms:created xsi:type="dcterms:W3CDTF">2020-11-27T03:07:00Z</dcterms:created>
  <dcterms:modified xsi:type="dcterms:W3CDTF">2021-02-18T03:59:00Z</dcterms:modified>
</cp:coreProperties>
</file>