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33" w:rsidRPr="005741F5" w:rsidRDefault="00440C33" w:rsidP="00440C33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на право заключения договоров </w:t>
      </w:r>
    </w:p>
    <w:p w:rsidR="00440C33" w:rsidRDefault="00440C33" w:rsidP="00440C33">
      <w:pPr>
        <w:suppressAutoHyphens/>
        <w:jc w:val="center"/>
        <w:rPr>
          <w:b/>
        </w:rPr>
      </w:pPr>
      <w:r w:rsidRPr="005741F5">
        <w:rPr>
          <w:b/>
        </w:rPr>
        <w:t>аренды земельных участков,</w:t>
      </w:r>
      <w:r>
        <w:rPr>
          <w:b/>
        </w:rPr>
        <w:t xml:space="preserve"> по продаже земельн</w:t>
      </w:r>
      <w:r w:rsidR="0052041A">
        <w:rPr>
          <w:b/>
        </w:rPr>
        <w:t>ого</w:t>
      </w:r>
      <w:r>
        <w:rPr>
          <w:b/>
        </w:rPr>
        <w:t xml:space="preserve"> участк</w:t>
      </w:r>
      <w:r w:rsidR="0052041A">
        <w:rPr>
          <w:b/>
        </w:rPr>
        <w:t>а</w:t>
      </w:r>
      <w:r>
        <w:rPr>
          <w:b/>
        </w:rPr>
        <w:t xml:space="preserve">, </w:t>
      </w:r>
    </w:p>
    <w:p w:rsidR="00440C33" w:rsidRPr="00943C53" w:rsidRDefault="00440C33" w:rsidP="00440C33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D312EE">
        <w:rPr>
          <w:b/>
        </w:rPr>
        <w:t>20</w:t>
      </w:r>
      <w:r w:rsidRPr="005741F5">
        <w:rPr>
          <w:b/>
        </w:rPr>
        <w:t>.</w:t>
      </w:r>
      <w:r w:rsidR="00D312EE">
        <w:rPr>
          <w:b/>
        </w:rPr>
        <w:t>01</w:t>
      </w:r>
      <w:r w:rsidRPr="005741F5">
        <w:rPr>
          <w:b/>
        </w:rPr>
        <w:t>.202</w:t>
      </w:r>
      <w:r w:rsidR="00D312EE">
        <w:rPr>
          <w:b/>
        </w:rPr>
        <w:t>3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F1638" w:rsidRPr="00AF4A6B" w:rsidRDefault="00AF1638" w:rsidP="00B15A0B">
      <w:pPr>
        <w:suppressAutoHyphens/>
        <w:jc w:val="center"/>
        <w:rPr>
          <w:b/>
          <w:i/>
          <w:sz w:val="20"/>
          <w:szCs w:val="20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086"/>
        <w:gridCol w:w="2860"/>
      </w:tblGrid>
      <w:tr w:rsidR="00440C33" w:rsidRPr="00D75F92" w:rsidTr="00C9748C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440C33" w:rsidRPr="0093613F" w:rsidRDefault="00440C33" w:rsidP="00AF4A6B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3613F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086" w:type="dxa"/>
            <w:vAlign w:val="center"/>
          </w:tcPr>
          <w:p w:rsidR="00440C33" w:rsidRPr="0093613F" w:rsidRDefault="00440C33" w:rsidP="00B15A0B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3613F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860" w:type="dxa"/>
            <w:vAlign w:val="center"/>
          </w:tcPr>
          <w:p w:rsidR="00440C33" w:rsidRPr="0093613F" w:rsidRDefault="00C9748C" w:rsidP="0068354E">
            <w:pPr>
              <w:pStyle w:val="a8"/>
              <w:suppressAutoHyphens/>
              <w:ind w:left="-15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D312EE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312EE" w:rsidRPr="0093613F" w:rsidRDefault="00D312EE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1</w:t>
            </w:r>
          </w:p>
        </w:tc>
        <w:tc>
          <w:tcPr>
            <w:tcW w:w="6086" w:type="dxa"/>
          </w:tcPr>
          <w:p w:rsidR="00D312EE" w:rsidRPr="00D312EE" w:rsidRDefault="00D312EE" w:rsidP="00D02C00">
            <w:pPr>
              <w:suppressAutoHyphens/>
              <w:rPr>
                <w:sz w:val="22"/>
                <w:szCs w:val="22"/>
              </w:rPr>
            </w:pPr>
            <w:r w:rsidRPr="00D312EE">
              <w:rPr>
                <w:sz w:val="22"/>
                <w:szCs w:val="22"/>
              </w:rPr>
              <w:t xml:space="preserve">Право заключения договора аренды земельного участка с кадастровым номером 28:01:020439:2234, площадью 30 </w:t>
            </w:r>
            <w:proofErr w:type="spellStart"/>
            <w:r w:rsidRPr="00D312EE">
              <w:rPr>
                <w:sz w:val="22"/>
                <w:szCs w:val="22"/>
              </w:rPr>
              <w:t>кв.м</w:t>
            </w:r>
            <w:proofErr w:type="spellEnd"/>
            <w:r w:rsidRPr="00D312EE">
              <w:rPr>
                <w:sz w:val="22"/>
                <w:szCs w:val="22"/>
              </w:rPr>
              <w:t>., расположенного в квартале 439 города Благовещенска, с видом разрешенного использования – размещение гаражей для собственных нужд</w:t>
            </w:r>
          </w:p>
        </w:tc>
        <w:tc>
          <w:tcPr>
            <w:tcW w:w="2860" w:type="dxa"/>
            <w:vAlign w:val="center"/>
          </w:tcPr>
          <w:p w:rsidR="00D312EE" w:rsidRPr="00B649C5" w:rsidRDefault="00D312EE" w:rsidP="00D02C00">
            <w:pPr>
              <w:suppressAutoHyphens/>
              <w:jc w:val="center"/>
              <w:rPr>
                <w:sz w:val="22"/>
                <w:szCs w:val="22"/>
              </w:rPr>
            </w:pPr>
            <w:r w:rsidRPr="00B649C5">
              <w:rPr>
                <w:sz w:val="22"/>
                <w:szCs w:val="22"/>
              </w:rPr>
              <w:t xml:space="preserve">Победитель аукциона </w:t>
            </w:r>
          </w:p>
          <w:p w:rsidR="00D312EE" w:rsidRPr="009C7DD5" w:rsidRDefault="0052041A" w:rsidP="00D02C00">
            <w:pPr>
              <w:suppressLineNumbers/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B649C5">
              <w:rPr>
                <w:sz w:val="22"/>
                <w:szCs w:val="22"/>
              </w:rPr>
              <w:t>Нерсисян</w:t>
            </w:r>
            <w:proofErr w:type="spellEnd"/>
            <w:r w:rsidRPr="00B649C5">
              <w:rPr>
                <w:sz w:val="22"/>
                <w:szCs w:val="22"/>
              </w:rPr>
              <w:t xml:space="preserve"> Г.К.</w:t>
            </w:r>
          </w:p>
        </w:tc>
      </w:tr>
      <w:tr w:rsidR="00D312EE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312EE" w:rsidRPr="0093613F" w:rsidRDefault="00D312EE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2</w:t>
            </w:r>
          </w:p>
        </w:tc>
        <w:tc>
          <w:tcPr>
            <w:tcW w:w="6086" w:type="dxa"/>
          </w:tcPr>
          <w:p w:rsidR="00D312EE" w:rsidRPr="00D312EE" w:rsidRDefault="00D312EE" w:rsidP="00D02C00">
            <w:pPr>
              <w:suppressAutoHyphens/>
              <w:rPr>
                <w:sz w:val="22"/>
                <w:szCs w:val="22"/>
              </w:rPr>
            </w:pPr>
            <w:r w:rsidRPr="00D312EE">
              <w:rPr>
                <w:sz w:val="22"/>
                <w:szCs w:val="22"/>
              </w:rPr>
              <w:t xml:space="preserve">Право заключения договора аренды земельного участка с кадастровым номером 28:01:020439:2235, площадью 30 </w:t>
            </w:r>
            <w:proofErr w:type="spellStart"/>
            <w:r w:rsidRPr="00D312EE">
              <w:rPr>
                <w:sz w:val="22"/>
                <w:szCs w:val="22"/>
              </w:rPr>
              <w:t>кв.м</w:t>
            </w:r>
            <w:proofErr w:type="spellEnd"/>
            <w:r w:rsidRPr="00D312EE">
              <w:rPr>
                <w:sz w:val="22"/>
                <w:szCs w:val="22"/>
              </w:rPr>
              <w:t>., расположенного в квартале 439 города Благовещенска, с видом разрешенного использования – размещение гаражей для собственных нужд</w:t>
            </w:r>
          </w:p>
        </w:tc>
        <w:tc>
          <w:tcPr>
            <w:tcW w:w="2860" w:type="dxa"/>
            <w:vAlign w:val="center"/>
          </w:tcPr>
          <w:p w:rsidR="0052041A" w:rsidRPr="00B649C5" w:rsidRDefault="0052041A" w:rsidP="00D02C00">
            <w:pPr>
              <w:suppressAutoHyphens/>
              <w:jc w:val="center"/>
              <w:rPr>
                <w:sz w:val="22"/>
                <w:szCs w:val="22"/>
              </w:rPr>
            </w:pPr>
            <w:r w:rsidRPr="00B649C5">
              <w:rPr>
                <w:sz w:val="22"/>
                <w:szCs w:val="22"/>
              </w:rPr>
              <w:t xml:space="preserve">Победитель аукциона </w:t>
            </w:r>
          </w:p>
          <w:p w:rsidR="00D312EE" w:rsidRPr="009C7DD5" w:rsidRDefault="0052041A" w:rsidP="00D02C00">
            <w:pPr>
              <w:suppressLineNumbers/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B649C5">
              <w:rPr>
                <w:sz w:val="22"/>
                <w:szCs w:val="22"/>
              </w:rPr>
              <w:t>Нерсисян</w:t>
            </w:r>
            <w:proofErr w:type="spellEnd"/>
            <w:r w:rsidRPr="00B649C5">
              <w:rPr>
                <w:sz w:val="22"/>
                <w:szCs w:val="22"/>
              </w:rPr>
              <w:t xml:space="preserve"> Г.К.</w:t>
            </w:r>
          </w:p>
        </w:tc>
      </w:tr>
      <w:tr w:rsidR="00D312EE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312EE" w:rsidRPr="0093613F" w:rsidRDefault="00D312EE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3</w:t>
            </w:r>
          </w:p>
        </w:tc>
        <w:tc>
          <w:tcPr>
            <w:tcW w:w="6086" w:type="dxa"/>
          </w:tcPr>
          <w:p w:rsidR="00D312EE" w:rsidRPr="00D312EE" w:rsidRDefault="00D312EE" w:rsidP="00D02C00">
            <w:pPr>
              <w:suppressAutoHyphens/>
              <w:rPr>
                <w:sz w:val="22"/>
                <w:szCs w:val="22"/>
              </w:rPr>
            </w:pPr>
            <w:r w:rsidRPr="00D312EE">
              <w:rPr>
                <w:sz w:val="22"/>
                <w:szCs w:val="22"/>
              </w:rPr>
              <w:t xml:space="preserve">Право заключения договора аренды земельного участка с кадастровым номером 28:01:210353:223, площадью 256 </w:t>
            </w:r>
            <w:proofErr w:type="spellStart"/>
            <w:r w:rsidRPr="00D312EE">
              <w:rPr>
                <w:sz w:val="22"/>
                <w:szCs w:val="22"/>
              </w:rPr>
              <w:t>кв</w:t>
            </w:r>
            <w:proofErr w:type="gramStart"/>
            <w:r w:rsidRPr="00D312EE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D312EE">
              <w:rPr>
                <w:sz w:val="22"/>
                <w:szCs w:val="22"/>
              </w:rPr>
              <w:t>, расположенного в квартале 351 г. Благовещенска, с видом разрешенного использования – магазины</w:t>
            </w:r>
          </w:p>
        </w:tc>
        <w:tc>
          <w:tcPr>
            <w:tcW w:w="2860" w:type="dxa"/>
            <w:vAlign w:val="center"/>
          </w:tcPr>
          <w:p w:rsidR="00D312EE" w:rsidRPr="00B649C5" w:rsidRDefault="00D312EE" w:rsidP="00D02C00">
            <w:pPr>
              <w:suppressAutoHyphens/>
              <w:jc w:val="center"/>
              <w:rPr>
                <w:sz w:val="22"/>
                <w:szCs w:val="22"/>
              </w:rPr>
            </w:pPr>
            <w:r w:rsidRPr="00B649C5">
              <w:rPr>
                <w:sz w:val="22"/>
                <w:szCs w:val="22"/>
              </w:rPr>
              <w:t xml:space="preserve">Победитель аукциона </w:t>
            </w:r>
          </w:p>
          <w:p w:rsidR="00D312EE" w:rsidRPr="009C7DD5" w:rsidRDefault="0052041A" w:rsidP="00D02C00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B649C5">
              <w:rPr>
                <w:sz w:val="22"/>
                <w:szCs w:val="22"/>
              </w:rPr>
              <w:t>Кулахсзян</w:t>
            </w:r>
            <w:proofErr w:type="spellEnd"/>
            <w:r w:rsidRPr="00B649C5">
              <w:rPr>
                <w:sz w:val="22"/>
                <w:szCs w:val="22"/>
              </w:rPr>
              <w:t xml:space="preserve"> П.Р.</w:t>
            </w:r>
          </w:p>
        </w:tc>
      </w:tr>
      <w:tr w:rsidR="00D312EE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312EE" w:rsidRPr="0093613F" w:rsidRDefault="00D312EE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 w:rsidRPr="0093613F">
              <w:rPr>
                <w:sz w:val="22"/>
                <w:szCs w:val="22"/>
              </w:rPr>
              <w:t>4</w:t>
            </w:r>
          </w:p>
        </w:tc>
        <w:tc>
          <w:tcPr>
            <w:tcW w:w="6086" w:type="dxa"/>
          </w:tcPr>
          <w:p w:rsidR="00D312EE" w:rsidRPr="00D312EE" w:rsidRDefault="00D312EE" w:rsidP="00D02C00">
            <w:pPr>
              <w:suppressAutoHyphens/>
              <w:rPr>
                <w:sz w:val="22"/>
                <w:szCs w:val="22"/>
              </w:rPr>
            </w:pPr>
            <w:r w:rsidRPr="00D312EE">
              <w:rPr>
                <w:sz w:val="22"/>
                <w:szCs w:val="22"/>
              </w:rPr>
              <w:t xml:space="preserve">Право заключения договора аренды земельного участка с кадастровым номером 28:01:000000:11914, площадью 33100 </w:t>
            </w:r>
            <w:proofErr w:type="spellStart"/>
            <w:r w:rsidRPr="00D312EE">
              <w:rPr>
                <w:sz w:val="22"/>
                <w:szCs w:val="22"/>
              </w:rPr>
              <w:t>кв</w:t>
            </w:r>
            <w:proofErr w:type="gramStart"/>
            <w:r w:rsidRPr="00D312EE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D312EE">
              <w:rPr>
                <w:sz w:val="22"/>
                <w:szCs w:val="22"/>
              </w:rPr>
              <w:t xml:space="preserve">, расположенного в с. </w:t>
            </w:r>
            <w:proofErr w:type="spellStart"/>
            <w:r w:rsidRPr="00D312EE">
              <w:rPr>
                <w:sz w:val="22"/>
                <w:szCs w:val="22"/>
              </w:rPr>
              <w:t>Верхнеблаговещенское</w:t>
            </w:r>
            <w:proofErr w:type="spellEnd"/>
            <w:r w:rsidRPr="00D312EE">
              <w:rPr>
                <w:sz w:val="22"/>
                <w:szCs w:val="22"/>
              </w:rPr>
              <w:t xml:space="preserve">              г. Благовещенска, с видом разрешенного использования – служебные гаражи (обслуживание автотранспорта) для целей, не связанных со строительством</w:t>
            </w:r>
          </w:p>
        </w:tc>
        <w:tc>
          <w:tcPr>
            <w:tcW w:w="2860" w:type="dxa"/>
            <w:vAlign w:val="center"/>
          </w:tcPr>
          <w:p w:rsidR="00D312EE" w:rsidRPr="009C7DD5" w:rsidRDefault="00D312EE" w:rsidP="00D02C00">
            <w:pPr>
              <w:suppressLineNumbers/>
              <w:suppressAutoHyphens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Договор подлежит заключению с </w:t>
            </w:r>
            <w:proofErr w:type="gramStart"/>
            <w:r w:rsidRPr="009C7DD5">
              <w:rPr>
                <w:sz w:val="22"/>
                <w:szCs w:val="22"/>
              </w:rPr>
              <w:t>единственным</w:t>
            </w:r>
            <w:proofErr w:type="gramEnd"/>
            <w:r w:rsidRPr="009C7DD5">
              <w:rPr>
                <w:sz w:val="22"/>
                <w:szCs w:val="22"/>
              </w:rPr>
              <w:t xml:space="preserve"> </w:t>
            </w:r>
          </w:p>
          <w:p w:rsidR="00D312EE" w:rsidRPr="009C7DD5" w:rsidRDefault="00D312EE" w:rsidP="00D02C00">
            <w:pPr>
              <w:suppressLineNumbers/>
              <w:suppressAutoHyphens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участником </w:t>
            </w:r>
          </w:p>
          <w:p w:rsidR="00D312EE" w:rsidRPr="009C7DD5" w:rsidRDefault="00B649C5" w:rsidP="00D02C00">
            <w:pPr>
              <w:suppressAutoHyphens/>
              <w:ind w:left="-142" w:right="-5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«Благовещенский бутощебеночный </w:t>
            </w:r>
            <w:r w:rsidR="00D02C00">
              <w:rPr>
                <w:sz w:val="22"/>
                <w:szCs w:val="22"/>
              </w:rPr>
              <w:t>завод</w:t>
            </w:r>
            <w:r>
              <w:rPr>
                <w:sz w:val="22"/>
                <w:szCs w:val="22"/>
              </w:rPr>
              <w:t>»</w:t>
            </w:r>
          </w:p>
        </w:tc>
      </w:tr>
      <w:tr w:rsidR="00D312EE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312EE" w:rsidRPr="0093613F" w:rsidRDefault="00D312EE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086" w:type="dxa"/>
          </w:tcPr>
          <w:p w:rsidR="00D312EE" w:rsidRPr="00D312EE" w:rsidRDefault="00D312EE" w:rsidP="00D02C00">
            <w:pPr>
              <w:suppressAutoHyphens/>
              <w:rPr>
                <w:sz w:val="22"/>
                <w:szCs w:val="22"/>
              </w:rPr>
            </w:pPr>
            <w:r w:rsidRPr="00D312EE">
              <w:rPr>
                <w:sz w:val="22"/>
                <w:szCs w:val="22"/>
              </w:rPr>
              <w:t xml:space="preserve">Право заключения договора аренды земельного участка с кадастровым номером 28:01:020015:730, площадью 1415 </w:t>
            </w:r>
            <w:proofErr w:type="spellStart"/>
            <w:r w:rsidRPr="00D312EE">
              <w:rPr>
                <w:sz w:val="22"/>
                <w:szCs w:val="22"/>
              </w:rPr>
              <w:t>кв</w:t>
            </w:r>
            <w:proofErr w:type="gramStart"/>
            <w:r w:rsidRPr="00D312EE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D312EE">
              <w:rPr>
                <w:sz w:val="22"/>
                <w:szCs w:val="22"/>
              </w:rPr>
              <w:t>, расположенного в квартале СПУ-3 города Благовещенска, с видом разрешенного использования – склады</w:t>
            </w:r>
          </w:p>
        </w:tc>
        <w:tc>
          <w:tcPr>
            <w:tcW w:w="2860" w:type="dxa"/>
            <w:vAlign w:val="center"/>
          </w:tcPr>
          <w:p w:rsidR="00D312EE" w:rsidRPr="00B649C5" w:rsidRDefault="00D312EE" w:rsidP="00D02C00">
            <w:pPr>
              <w:suppressAutoHyphens/>
              <w:jc w:val="center"/>
              <w:rPr>
                <w:sz w:val="22"/>
                <w:szCs w:val="22"/>
              </w:rPr>
            </w:pPr>
            <w:r w:rsidRPr="00B649C5">
              <w:rPr>
                <w:sz w:val="22"/>
                <w:szCs w:val="22"/>
              </w:rPr>
              <w:t xml:space="preserve">Победитель аукциона </w:t>
            </w:r>
          </w:p>
          <w:p w:rsidR="00D312EE" w:rsidRPr="009C7DD5" w:rsidRDefault="0052041A" w:rsidP="00D02C00">
            <w:pPr>
              <w:suppressAutoHyphens/>
              <w:ind w:left="-142" w:right="-51"/>
              <w:jc w:val="center"/>
              <w:rPr>
                <w:sz w:val="22"/>
                <w:szCs w:val="22"/>
              </w:rPr>
            </w:pPr>
            <w:r w:rsidRPr="00B649C5">
              <w:rPr>
                <w:sz w:val="22"/>
                <w:szCs w:val="22"/>
              </w:rPr>
              <w:t>Сорокин И.П.</w:t>
            </w:r>
          </w:p>
        </w:tc>
      </w:tr>
      <w:tr w:rsidR="00D312EE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312EE" w:rsidRDefault="00D312EE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086" w:type="dxa"/>
          </w:tcPr>
          <w:p w:rsidR="00D312EE" w:rsidRPr="00D312EE" w:rsidRDefault="00D312EE" w:rsidP="00D02C00">
            <w:pPr>
              <w:suppressAutoHyphens/>
              <w:rPr>
                <w:sz w:val="22"/>
                <w:szCs w:val="22"/>
              </w:rPr>
            </w:pPr>
            <w:r w:rsidRPr="00D312EE">
              <w:rPr>
                <w:sz w:val="22"/>
                <w:szCs w:val="22"/>
              </w:rPr>
              <w:t xml:space="preserve">Право заключения договора аренды земельного участка с кадастровым номером 28:01:030003:210, площадью 12013 </w:t>
            </w:r>
            <w:proofErr w:type="spellStart"/>
            <w:r w:rsidRPr="00D312EE">
              <w:rPr>
                <w:sz w:val="22"/>
                <w:szCs w:val="22"/>
              </w:rPr>
              <w:t>кв</w:t>
            </w:r>
            <w:proofErr w:type="gramStart"/>
            <w:r w:rsidRPr="00D312EE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D312EE">
              <w:rPr>
                <w:sz w:val="22"/>
                <w:szCs w:val="22"/>
              </w:rPr>
              <w:t>, расположенного в квартале ЗПУ-2 города Благовещенска, с видом разрешенного использования – деловое управление, магазины, бытовое обслуживание</w:t>
            </w:r>
          </w:p>
        </w:tc>
        <w:tc>
          <w:tcPr>
            <w:tcW w:w="2860" w:type="dxa"/>
            <w:vAlign w:val="center"/>
          </w:tcPr>
          <w:p w:rsidR="00D312EE" w:rsidRPr="00B649C5" w:rsidRDefault="00D312EE" w:rsidP="00D02C00">
            <w:pPr>
              <w:suppressAutoHyphens/>
              <w:jc w:val="center"/>
              <w:rPr>
                <w:sz w:val="22"/>
                <w:szCs w:val="22"/>
              </w:rPr>
            </w:pPr>
            <w:r w:rsidRPr="00B649C5">
              <w:rPr>
                <w:sz w:val="22"/>
                <w:szCs w:val="22"/>
              </w:rPr>
              <w:t xml:space="preserve">Победитель аукциона </w:t>
            </w:r>
          </w:p>
          <w:p w:rsidR="00D312EE" w:rsidRPr="009C7DD5" w:rsidRDefault="0052041A" w:rsidP="00D02C00">
            <w:pPr>
              <w:suppressAutoHyphens/>
              <w:ind w:left="-142" w:right="-51"/>
              <w:jc w:val="center"/>
              <w:rPr>
                <w:sz w:val="22"/>
                <w:szCs w:val="22"/>
              </w:rPr>
            </w:pPr>
            <w:r w:rsidRPr="00B649C5">
              <w:rPr>
                <w:sz w:val="22"/>
                <w:szCs w:val="22"/>
              </w:rPr>
              <w:t>Синькова О.А.</w:t>
            </w:r>
          </w:p>
        </w:tc>
      </w:tr>
      <w:tr w:rsidR="00D312EE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312EE" w:rsidRDefault="00D312EE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086" w:type="dxa"/>
          </w:tcPr>
          <w:p w:rsidR="00D312EE" w:rsidRPr="00D312EE" w:rsidRDefault="00D312EE" w:rsidP="00D02C00">
            <w:pPr>
              <w:suppressAutoHyphens/>
              <w:rPr>
                <w:sz w:val="22"/>
                <w:szCs w:val="22"/>
              </w:rPr>
            </w:pPr>
            <w:r w:rsidRPr="00D312EE">
              <w:rPr>
                <w:sz w:val="22"/>
                <w:szCs w:val="22"/>
              </w:rPr>
              <w:t xml:space="preserve">Право заключения договора аренды земельного участка с кадастровым номером 28:01:110136:27, площадью 5070 </w:t>
            </w:r>
            <w:proofErr w:type="spellStart"/>
            <w:r w:rsidRPr="00D312EE">
              <w:rPr>
                <w:sz w:val="22"/>
                <w:szCs w:val="22"/>
              </w:rPr>
              <w:t>кв</w:t>
            </w:r>
            <w:proofErr w:type="gramStart"/>
            <w:r w:rsidRPr="00D312EE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D312EE">
              <w:rPr>
                <w:sz w:val="22"/>
                <w:szCs w:val="22"/>
              </w:rPr>
              <w:t>, расположенного в квартале ЗПУ-7 города Благовещенска, с видом разрешенного использования – тяжелая промышленность, склады</w:t>
            </w:r>
          </w:p>
        </w:tc>
        <w:tc>
          <w:tcPr>
            <w:tcW w:w="2860" w:type="dxa"/>
            <w:vAlign w:val="center"/>
          </w:tcPr>
          <w:p w:rsidR="00D312EE" w:rsidRPr="00B649C5" w:rsidRDefault="00D312EE" w:rsidP="00D02C00">
            <w:pPr>
              <w:suppressLineNumbers/>
              <w:suppressAutoHyphens/>
              <w:jc w:val="center"/>
              <w:rPr>
                <w:sz w:val="22"/>
                <w:szCs w:val="22"/>
              </w:rPr>
            </w:pPr>
            <w:r w:rsidRPr="00B649C5">
              <w:rPr>
                <w:sz w:val="22"/>
                <w:szCs w:val="22"/>
              </w:rPr>
              <w:t xml:space="preserve">Договор подлежит заключению с </w:t>
            </w:r>
            <w:proofErr w:type="gramStart"/>
            <w:r w:rsidRPr="00B649C5">
              <w:rPr>
                <w:sz w:val="22"/>
                <w:szCs w:val="22"/>
              </w:rPr>
              <w:t>единственным</w:t>
            </w:r>
            <w:proofErr w:type="gramEnd"/>
            <w:r w:rsidRPr="00B649C5">
              <w:rPr>
                <w:sz w:val="22"/>
                <w:szCs w:val="22"/>
              </w:rPr>
              <w:t xml:space="preserve"> </w:t>
            </w:r>
          </w:p>
          <w:p w:rsidR="00D312EE" w:rsidRPr="00B649C5" w:rsidRDefault="00D312EE" w:rsidP="00D02C00">
            <w:pPr>
              <w:suppressLineNumbers/>
              <w:suppressAutoHyphens/>
              <w:jc w:val="center"/>
              <w:rPr>
                <w:sz w:val="22"/>
                <w:szCs w:val="22"/>
              </w:rPr>
            </w:pPr>
            <w:r w:rsidRPr="00B649C5">
              <w:rPr>
                <w:sz w:val="22"/>
                <w:szCs w:val="22"/>
              </w:rPr>
              <w:t xml:space="preserve">участником </w:t>
            </w:r>
          </w:p>
          <w:p w:rsidR="00D312EE" w:rsidRPr="009C7DD5" w:rsidRDefault="0052041A" w:rsidP="00D02C00">
            <w:pPr>
              <w:suppressAutoHyphens/>
              <w:ind w:left="-142" w:right="-51"/>
              <w:jc w:val="center"/>
              <w:rPr>
                <w:sz w:val="22"/>
                <w:szCs w:val="22"/>
              </w:rPr>
            </w:pPr>
            <w:proofErr w:type="spellStart"/>
            <w:r w:rsidRPr="00B649C5">
              <w:rPr>
                <w:sz w:val="22"/>
                <w:szCs w:val="22"/>
              </w:rPr>
              <w:t>Чучумаевым</w:t>
            </w:r>
            <w:proofErr w:type="spellEnd"/>
            <w:r w:rsidRPr="00B649C5">
              <w:rPr>
                <w:sz w:val="22"/>
                <w:szCs w:val="22"/>
              </w:rPr>
              <w:t xml:space="preserve"> В.Н.</w:t>
            </w:r>
          </w:p>
        </w:tc>
      </w:tr>
      <w:tr w:rsidR="00D312EE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312EE" w:rsidRDefault="00D312EE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086" w:type="dxa"/>
          </w:tcPr>
          <w:p w:rsidR="00D312EE" w:rsidRPr="00D312EE" w:rsidRDefault="00D312EE" w:rsidP="00D02C00">
            <w:pPr>
              <w:suppressAutoHyphens/>
              <w:rPr>
                <w:sz w:val="22"/>
                <w:szCs w:val="22"/>
              </w:rPr>
            </w:pPr>
            <w:r w:rsidRPr="00D312EE">
              <w:rPr>
                <w:sz w:val="22"/>
                <w:szCs w:val="22"/>
              </w:rPr>
              <w:t xml:space="preserve">Право заключения договора аренды земельного участка с кадастровым номером 28:01:110222:22, площадью 3473 </w:t>
            </w:r>
            <w:proofErr w:type="spellStart"/>
            <w:r w:rsidRPr="00D312EE">
              <w:rPr>
                <w:sz w:val="22"/>
                <w:szCs w:val="22"/>
              </w:rPr>
              <w:t>кв</w:t>
            </w:r>
            <w:proofErr w:type="gramStart"/>
            <w:r w:rsidRPr="00D312EE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D312EE">
              <w:rPr>
                <w:sz w:val="22"/>
                <w:szCs w:val="22"/>
              </w:rPr>
              <w:t>, расположенного в квартале 666Б города Благовещенска, с видом разрешенного использования – склады</w:t>
            </w:r>
            <w:bookmarkStart w:id="0" w:name="_GoBack"/>
            <w:bookmarkEnd w:id="0"/>
          </w:p>
        </w:tc>
        <w:tc>
          <w:tcPr>
            <w:tcW w:w="2860" w:type="dxa"/>
            <w:vAlign w:val="center"/>
          </w:tcPr>
          <w:p w:rsidR="0052041A" w:rsidRPr="00B649C5" w:rsidRDefault="0052041A" w:rsidP="00D02C00">
            <w:pPr>
              <w:suppressLineNumbers/>
              <w:suppressAutoHyphens/>
              <w:jc w:val="center"/>
              <w:rPr>
                <w:sz w:val="22"/>
                <w:szCs w:val="22"/>
              </w:rPr>
            </w:pPr>
            <w:r w:rsidRPr="00B649C5">
              <w:rPr>
                <w:sz w:val="22"/>
                <w:szCs w:val="22"/>
              </w:rPr>
              <w:t xml:space="preserve">Договор подлежит заключению с </w:t>
            </w:r>
            <w:proofErr w:type="gramStart"/>
            <w:r w:rsidRPr="00B649C5">
              <w:rPr>
                <w:sz w:val="22"/>
                <w:szCs w:val="22"/>
              </w:rPr>
              <w:t>единственным</w:t>
            </w:r>
            <w:proofErr w:type="gramEnd"/>
            <w:r w:rsidRPr="00B649C5">
              <w:rPr>
                <w:sz w:val="22"/>
                <w:szCs w:val="22"/>
              </w:rPr>
              <w:t xml:space="preserve"> </w:t>
            </w:r>
          </w:p>
          <w:p w:rsidR="0052041A" w:rsidRPr="00B649C5" w:rsidRDefault="0052041A" w:rsidP="00D02C00">
            <w:pPr>
              <w:suppressLineNumbers/>
              <w:suppressAutoHyphens/>
              <w:jc w:val="center"/>
              <w:rPr>
                <w:sz w:val="22"/>
                <w:szCs w:val="22"/>
              </w:rPr>
            </w:pPr>
            <w:r w:rsidRPr="00B649C5">
              <w:rPr>
                <w:sz w:val="22"/>
                <w:szCs w:val="22"/>
              </w:rPr>
              <w:t xml:space="preserve">участником </w:t>
            </w:r>
          </w:p>
          <w:p w:rsidR="00D312EE" w:rsidRPr="009C7DD5" w:rsidRDefault="0052041A" w:rsidP="00D02C00">
            <w:pPr>
              <w:suppressAutoHyphens/>
              <w:ind w:left="-142" w:right="-51"/>
              <w:jc w:val="center"/>
              <w:rPr>
                <w:sz w:val="22"/>
                <w:szCs w:val="22"/>
              </w:rPr>
            </w:pPr>
            <w:proofErr w:type="spellStart"/>
            <w:r w:rsidRPr="00B649C5">
              <w:rPr>
                <w:sz w:val="22"/>
                <w:szCs w:val="22"/>
              </w:rPr>
              <w:t>Чучумаевым</w:t>
            </w:r>
            <w:proofErr w:type="spellEnd"/>
            <w:r w:rsidRPr="00B649C5">
              <w:rPr>
                <w:sz w:val="22"/>
                <w:szCs w:val="22"/>
              </w:rPr>
              <w:t xml:space="preserve"> В.Н.</w:t>
            </w:r>
          </w:p>
        </w:tc>
      </w:tr>
      <w:tr w:rsidR="00D312EE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312EE" w:rsidRDefault="00D312EE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086" w:type="dxa"/>
          </w:tcPr>
          <w:p w:rsidR="00D312EE" w:rsidRPr="00D312EE" w:rsidRDefault="00D312EE" w:rsidP="00D02C00">
            <w:pPr>
              <w:suppressAutoHyphens/>
              <w:rPr>
                <w:sz w:val="22"/>
                <w:szCs w:val="22"/>
              </w:rPr>
            </w:pPr>
            <w:r w:rsidRPr="00D312EE">
              <w:rPr>
                <w:sz w:val="22"/>
                <w:szCs w:val="22"/>
              </w:rPr>
              <w:t xml:space="preserve">Право заключения договора аренды земельного участка с кадастровым номером 28:01:010421:2, площадью 1621 </w:t>
            </w:r>
            <w:proofErr w:type="spellStart"/>
            <w:r w:rsidRPr="00D312EE">
              <w:rPr>
                <w:sz w:val="22"/>
                <w:szCs w:val="22"/>
              </w:rPr>
              <w:t>кв</w:t>
            </w:r>
            <w:proofErr w:type="gramStart"/>
            <w:r w:rsidRPr="00D312EE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D312EE">
              <w:rPr>
                <w:sz w:val="22"/>
                <w:szCs w:val="22"/>
              </w:rPr>
              <w:t>, расположенного в квартале 421 города Благовещенска, с видом разрешенного использования – деловое управление</w:t>
            </w:r>
          </w:p>
        </w:tc>
        <w:tc>
          <w:tcPr>
            <w:tcW w:w="2860" w:type="dxa"/>
            <w:vAlign w:val="center"/>
          </w:tcPr>
          <w:p w:rsidR="00D312EE" w:rsidRPr="009C7DD5" w:rsidRDefault="00D312EE" w:rsidP="00D02C00">
            <w:pPr>
              <w:suppressAutoHyphens/>
              <w:jc w:val="center"/>
              <w:rPr>
                <w:sz w:val="22"/>
                <w:szCs w:val="22"/>
              </w:rPr>
            </w:pPr>
            <w:r w:rsidRPr="009C7DD5">
              <w:rPr>
                <w:sz w:val="22"/>
                <w:szCs w:val="22"/>
              </w:rPr>
              <w:t xml:space="preserve">Победитель аукциона </w:t>
            </w:r>
            <w:r w:rsidR="00B649C5">
              <w:rPr>
                <w:sz w:val="22"/>
                <w:szCs w:val="22"/>
              </w:rPr>
              <w:t>Русин П.С.</w:t>
            </w:r>
          </w:p>
        </w:tc>
      </w:tr>
      <w:tr w:rsidR="00D312EE" w:rsidRPr="00D75F92" w:rsidTr="00C9748C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312EE" w:rsidRDefault="00D312EE" w:rsidP="00B15A0B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086" w:type="dxa"/>
          </w:tcPr>
          <w:p w:rsidR="00D312EE" w:rsidRPr="00D312EE" w:rsidRDefault="00D312EE" w:rsidP="00D02C00">
            <w:pPr>
              <w:suppressAutoHyphens/>
              <w:rPr>
                <w:sz w:val="22"/>
                <w:szCs w:val="22"/>
              </w:rPr>
            </w:pPr>
            <w:r w:rsidRPr="00D312EE">
              <w:rPr>
                <w:sz w:val="22"/>
                <w:szCs w:val="22"/>
              </w:rPr>
              <w:t xml:space="preserve">Земельный участок с кадастровым номером 28:01:110041:6, площадью 990 </w:t>
            </w:r>
            <w:proofErr w:type="spellStart"/>
            <w:r w:rsidRPr="00D312EE">
              <w:rPr>
                <w:sz w:val="22"/>
                <w:szCs w:val="22"/>
              </w:rPr>
              <w:t>кв.м</w:t>
            </w:r>
            <w:proofErr w:type="spellEnd"/>
            <w:r w:rsidRPr="00D312EE">
              <w:rPr>
                <w:sz w:val="22"/>
                <w:szCs w:val="22"/>
              </w:rPr>
              <w:t xml:space="preserve">., расположенного в с/т «Березка» в районе 4 км </w:t>
            </w:r>
            <w:proofErr w:type="spellStart"/>
            <w:r w:rsidRPr="00D312EE">
              <w:rPr>
                <w:sz w:val="22"/>
                <w:szCs w:val="22"/>
              </w:rPr>
              <w:t>Игнатьевского</w:t>
            </w:r>
            <w:proofErr w:type="spellEnd"/>
            <w:r w:rsidRPr="00D312EE">
              <w:rPr>
                <w:sz w:val="22"/>
                <w:szCs w:val="22"/>
              </w:rPr>
              <w:t xml:space="preserve"> шоссе, кадастровый квартал 28:01:110041, с видом разрешенного использования – для ведения садоводства.</w:t>
            </w:r>
          </w:p>
        </w:tc>
        <w:tc>
          <w:tcPr>
            <w:tcW w:w="2860" w:type="dxa"/>
            <w:vAlign w:val="center"/>
          </w:tcPr>
          <w:p w:rsidR="00D312EE" w:rsidRPr="009C7DD5" w:rsidRDefault="00D312EE" w:rsidP="00D02C00">
            <w:pPr>
              <w:suppressAutoHyphens/>
              <w:ind w:left="-142" w:right="-5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Аукцион признан несостоявшимся</w:t>
            </w:r>
          </w:p>
        </w:tc>
      </w:tr>
    </w:tbl>
    <w:p w:rsidR="005E3AB3" w:rsidRPr="00B17AF8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sectPr w:rsidR="005E3AB3" w:rsidRPr="00B17AF8" w:rsidSect="00F64420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8DB" w:rsidRDefault="007C68DB">
      <w:r>
        <w:separator/>
      </w:r>
    </w:p>
  </w:endnote>
  <w:endnote w:type="continuationSeparator" w:id="0">
    <w:p w:rsidR="007C68DB" w:rsidRDefault="007C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68DB" w:rsidRDefault="007C68DB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2C00">
      <w:rPr>
        <w:rStyle w:val="a5"/>
        <w:noProof/>
      </w:rPr>
      <w:t>1</w:t>
    </w:r>
    <w:r>
      <w:rPr>
        <w:rStyle w:val="a5"/>
      </w:rPr>
      <w:fldChar w:fldCharType="end"/>
    </w:r>
  </w:p>
  <w:p w:rsidR="007C68DB" w:rsidRDefault="007C68DB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8DB" w:rsidRDefault="007C68DB">
      <w:r>
        <w:separator/>
      </w:r>
    </w:p>
  </w:footnote>
  <w:footnote w:type="continuationSeparator" w:id="0">
    <w:p w:rsidR="007C68DB" w:rsidRDefault="007C6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8DB" w:rsidRDefault="007C68DB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68DB" w:rsidRDefault="007C68DB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449A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2858"/>
    <w:rsid w:val="00082BA3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B067B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5BC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47C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8"/>
    <w:rsid w:val="000F681E"/>
    <w:rsid w:val="0010001C"/>
    <w:rsid w:val="00100D2F"/>
    <w:rsid w:val="00101AB2"/>
    <w:rsid w:val="00101BD5"/>
    <w:rsid w:val="00102C95"/>
    <w:rsid w:val="00102F87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0F64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2E"/>
    <w:rsid w:val="00177387"/>
    <w:rsid w:val="0017760C"/>
    <w:rsid w:val="001778A7"/>
    <w:rsid w:val="00180A40"/>
    <w:rsid w:val="00180E4A"/>
    <w:rsid w:val="00181317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980"/>
    <w:rsid w:val="001F2C19"/>
    <w:rsid w:val="001F3837"/>
    <w:rsid w:val="001F42AD"/>
    <w:rsid w:val="001F4C90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01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5A05"/>
    <w:rsid w:val="00226387"/>
    <w:rsid w:val="00226469"/>
    <w:rsid w:val="00227713"/>
    <w:rsid w:val="002277A9"/>
    <w:rsid w:val="002277B3"/>
    <w:rsid w:val="00230625"/>
    <w:rsid w:val="00230A83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35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9B4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4CCD"/>
    <w:rsid w:val="00335A6D"/>
    <w:rsid w:val="00336752"/>
    <w:rsid w:val="00337E81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57F0A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34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19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5A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0C33"/>
    <w:rsid w:val="00441914"/>
    <w:rsid w:val="00442C29"/>
    <w:rsid w:val="004436B9"/>
    <w:rsid w:val="004438F3"/>
    <w:rsid w:val="00443B8D"/>
    <w:rsid w:val="004443FA"/>
    <w:rsid w:val="0044443F"/>
    <w:rsid w:val="00445E43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603B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BA1"/>
    <w:rsid w:val="00484196"/>
    <w:rsid w:val="00484C2D"/>
    <w:rsid w:val="0048697F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730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8A5"/>
    <w:rsid w:val="00506A83"/>
    <w:rsid w:val="00506DB9"/>
    <w:rsid w:val="005072E0"/>
    <w:rsid w:val="00507387"/>
    <w:rsid w:val="005073F2"/>
    <w:rsid w:val="00507D4C"/>
    <w:rsid w:val="00507EF1"/>
    <w:rsid w:val="005109EB"/>
    <w:rsid w:val="0051165A"/>
    <w:rsid w:val="00511E07"/>
    <w:rsid w:val="00511E5A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6405"/>
    <w:rsid w:val="0051681A"/>
    <w:rsid w:val="00517CAE"/>
    <w:rsid w:val="00517D2E"/>
    <w:rsid w:val="00517DC5"/>
    <w:rsid w:val="0052041A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70CC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3A8A"/>
    <w:rsid w:val="00625669"/>
    <w:rsid w:val="00625BA8"/>
    <w:rsid w:val="006265E1"/>
    <w:rsid w:val="00626D40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0AD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5C7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3914"/>
    <w:rsid w:val="00684FF3"/>
    <w:rsid w:val="00685034"/>
    <w:rsid w:val="0068574E"/>
    <w:rsid w:val="006860AE"/>
    <w:rsid w:val="006867FC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C7F"/>
    <w:rsid w:val="00696015"/>
    <w:rsid w:val="00696029"/>
    <w:rsid w:val="00696B8E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445"/>
    <w:rsid w:val="006B35A9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779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CBD"/>
    <w:rsid w:val="00703EB6"/>
    <w:rsid w:val="00705C5D"/>
    <w:rsid w:val="00707278"/>
    <w:rsid w:val="00707FA0"/>
    <w:rsid w:val="007101AD"/>
    <w:rsid w:val="00710855"/>
    <w:rsid w:val="0071116B"/>
    <w:rsid w:val="0071158C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B05"/>
    <w:rsid w:val="00764C8D"/>
    <w:rsid w:val="00765A3E"/>
    <w:rsid w:val="007668BC"/>
    <w:rsid w:val="007669DF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6A05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4425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44F0"/>
    <w:rsid w:val="007B5888"/>
    <w:rsid w:val="007B668D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183"/>
    <w:rsid w:val="007F1442"/>
    <w:rsid w:val="007F1CDA"/>
    <w:rsid w:val="007F33B3"/>
    <w:rsid w:val="007F33C2"/>
    <w:rsid w:val="007F3D89"/>
    <w:rsid w:val="007F3E28"/>
    <w:rsid w:val="007F4943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444A"/>
    <w:rsid w:val="00856184"/>
    <w:rsid w:val="00856387"/>
    <w:rsid w:val="0085675A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87B02"/>
    <w:rsid w:val="00887EEE"/>
    <w:rsid w:val="008910F3"/>
    <w:rsid w:val="0089169A"/>
    <w:rsid w:val="0089279D"/>
    <w:rsid w:val="00893D0F"/>
    <w:rsid w:val="00894737"/>
    <w:rsid w:val="00894D0B"/>
    <w:rsid w:val="00894D64"/>
    <w:rsid w:val="00896312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11E3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5F08"/>
    <w:rsid w:val="008D635C"/>
    <w:rsid w:val="008D6464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5CC9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378F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6A1"/>
    <w:rsid w:val="009301AE"/>
    <w:rsid w:val="009319A7"/>
    <w:rsid w:val="00932E41"/>
    <w:rsid w:val="00933DAD"/>
    <w:rsid w:val="00934936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27B7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2C2"/>
    <w:rsid w:val="009966EB"/>
    <w:rsid w:val="00996B4F"/>
    <w:rsid w:val="009976F5"/>
    <w:rsid w:val="009A049F"/>
    <w:rsid w:val="009A05D5"/>
    <w:rsid w:val="009A0E46"/>
    <w:rsid w:val="009A121C"/>
    <w:rsid w:val="009A2AE0"/>
    <w:rsid w:val="009A2B02"/>
    <w:rsid w:val="009A3AC8"/>
    <w:rsid w:val="009A4969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C7DD5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1F6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1408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567E"/>
    <w:rsid w:val="00AE57BA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206"/>
    <w:rsid w:val="00AF2D64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3C75"/>
    <w:rsid w:val="00B54142"/>
    <w:rsid w:val="00B5570D"/>
    <w:rsid w:val="00B55F90"/>
    <w:rsid w:val="00B56588"/>
    <w:rsid w:val="00B567EC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9C5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CEA"/>
    <w:rsid w:val="00B8573F"/>
    <w:rsid w:val="00B879F8"/>
    <w:rsid w:val="00B904F1"/>
    <w:rsid w:val="00B90E9B"/>
    <w:rsid w:val="00B9103E"/>
    <w:rsid w:val="00B91253"/>
    <w:rsid w:val="00B9299E"/>
    <w:rsid w:val="00B9332F"/>
    <w:rsid w:val="00B94783"/>
    <w:rsid w:val="00B94C92"/>
    <w:rsid w:val="00B9547C"/>
    <w:rsid w:val="00B95AC6"/>
    <w:rsid w:val="00B9634A"/>
    <w:rsid w:val="00B969B0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454B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556"/>
    <w:rsid w:val="00C7136F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68D3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23CF"/>
    <w:rsid w:val="00C95691"/>
    <w:rsid w:val="00C9748C"/>
    <w:rsid w:val="00CA0418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ACF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0E55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2C00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617C"/>
    <w:rsid w:val="00D27857"/>
    <w:rsid w:val="00D3032C"/>
    <w:rsid w:val="00D309F2"/>
    <w:rsid w:val="00D3126F"/>
    <w:rsid w:val="00D312EE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7B7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9FD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15C1"/>
    <w:rsid w:val="00D927D1"/>
    <w:rsid w:val="00D928F6"/>
    <w:rsid w:val="00D930C2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4ECC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D7D1A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A3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D7"/>
    <w:rsid w:val="00F3509B"/>
    <w:rsid w:val="00F3626D"/>
    <w:rsid w:val="00F36DA0"/>
    <w:rsid w:val="00F37C1D"/>
    <w:rsid w:val="00F40F4F"/>
    <w:rsid w:val="00F42ECA"/>
    <w:rsid w:val="00F4301B"/>
    <w:rsid w:val="00F44076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744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46C7"/>
    <w:rsid w:val="00FB647C"/>
    <w:rsid w:val="00FB66F5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7E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7E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6CCE1-1D69-448B-8118-B4C6ED17F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354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Скворцова Мира Сергеевна</cp:lastModifiedBy>
  <cp:revision>11</cp:revision>
  <cp:lastPrinted>2023-01-20T05:47:00Z</cp:lastPrinted>
  <dcterms:created xsi:type="dcterms:W3CDTF">2022-10-13T01:44:00Z</dcterms:created>
  <dcterms:modified xsi:type="dcterms:W3CDTF">2023-01-20T06:19:00Z</dcterms:modified>
</cp:coreProperties>
</file>