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F5" w:rsidRPr="005741F5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на право заключения договоров </w:t>
      </w:r>
    </w:p>
    <w:p w:rsidR="00830427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>аренды земельных участков,</w:t>
      </w:r>
      <w:r w:rsidR="00830427">
        <w:rPr>
          <w:b/>
        </w:rPr>
        <w:t xml:space="preserve"> по продаже земельн</w:t>
      </w:r>
      <w:r w:rsidR="005E7C71">
        <w:rPr>
          <w:b/>
        </w:rPr>
        <w:t>ого</w:t>
      </w:r>
      <w:r w:rsidR="00830427">
        <w:rPr>
          <w:b/>
        </w:rPr>
        <w:t xml:space="preserve"> участк</w:t>
      </w:r>
      <w:r w:rsidR="005E7C71">
        <w:rPr>
          <w:b/>
        </w:rPr>
        <w:t>а</w:t>
      </w:r>
      <w:r w:rsidR="00830427">
        <w:rPr>
          <w:b/>
        </w:rPr>
        <w:t xml:space="preserve">, </w:t>
      </w:r>
    </w:p>
    <w:p w:rsidR="00F24C65" w:rsidRPr="00943C53" w:rsidRDefault="005741F5" w:rsidP="005741F5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5537D4">
        <w:rPr>
          <w:b/>
        </w:rPr>
        <w:t>2</w:t>
      </w:r>
      <w:r w:rsidR="00F34185">
        <w:rPr>
          <w:b/>
        </w:rPr>
        <w:t>0</w:t>
      </w:r>
      <w:r w:rsidRPr="005741F5">
        <w:rPr>
          <w:b/>
        </w:rPr>
        <w:t>.</w:t>
      </w:r>
      <w:r w:rsidR="005E7C71">
        <w:rPr>
          <w:b/>
        </w:rPr>
        <w:t>0</w:t>
      </w:r>
      <w:r w:rsidR="00F34185">
        <w:rPr>
          <w:b/>
        </w:rPr>
        <w:t>5</w:t>
      </w:r>
      <w:r w:rsidRPr="005741F5">
        <w:rPr>
          <w:b/>
        </w:rPr>
        <w:t>.202</w:t>
      </w:r>
      <w:r w:rsidR="005E7C71">
        <w:rPr>
          <w:b/>
        </w:rPr>
        <w:t>2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F1638" w:rsidRPr="00D75F92" w:rsidRDefault="00AF1638" w:rsidP="00B15A0B">
      <w:pPr>
        <w:suppressAutoHyphens/>
        <w:jc w:val="center"/>
        <w:rPr>
          <w:b/>
          <w:i/>
          <w:sz w:val="22"/>
          <w:szCs w:val="22"/>
        </w:rPr>
      </w:pPr>
    </w:p>
    <w:tbl>
      <w:tblPr>
        <w:tblW w:w="9870" w:type="dxa"/>
        <w:jc w:val="center"/>
        <w:tblInd w:w="-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6866"/>
        <w:gridCol w:w="2372"/>
      </w:tblGrid>
      <w:tr w:rsidR="007B4CC7" w:rsidRPr="00D75F92" w:rsidTr="005C1F14">
        <w:trPr>
          <w:cantSplit/>
          <w:trHeight w:val="611"/>
          <w:jc w:val="center"/>
        </w:trPr>
        <w:tc>
          <w:tcPr>
            <w:tcW w:w="63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73"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№ лота</w:t>
            </w:r>
          </w:p>
        </w:tc>
        <w:tc>
          <w:tcPr>
            <w:tcW w:w="6866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Предмет аукциона</w:t>
            </w:r>
          </w:p>
        </w:tc>
        <w:tc>
          <w:tcPr>
            <w:tcW w:w="237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153"/>
              <w:rPr>
                <w:b w:val="0"/>
                <w:sz w:val="23"/>
                <w:szCs w:val="23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F34185" w:rsidRPr="00D75F92" w:rsidTr="005C1F14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F34185" w:rsidRPr="00440BFC" w:rsidRDefault="00F34185" w:rsidP="00B15A0B">
            <w:pPr>
              <w:suppressAutoHyphens/>
              <w:ind w:firstLine="94"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1</w:t>
            </w:r>
          </w:p>
        </w:tc>
        <w:tc>
          <w:tcPr>
            <w:tcW w:w="6866" w:type="dxa"/>
          </w:tcPr>
          <w:p w:rsidR="00F34185" w:rsidRPr="003C54BF" w:rsidRDefault="00F34185" w:rsidP="00F34185">
            <w:pPr>
              <w:jc w:val="both"/>
            </w:pPr>
            <w:r w:rsidRPr="003C54BF">
              <w:t>Право заключения договора аренды земельного участка с к</w:t>
            </w:r>
            <w:r w:rsidRPr="003C54BF">
              <w:t>а</w:t>
            </w:r>
            <w:r w:rsidRPr="003C54BF">
              <w:t xml:space="preserve">дастровым номером 28:01:000000:361, площадью 3786 </w:t>
            </w:r>
            <w:proofErr w:type="spellStart"/>
            <w:r w:rsidRPr="003C54BF">
              <w:t>кв</w:t>
            </w:r>
            <w:proofErr w:type="gramStart"/>
            <w:r w:rsidRPr="003C54BF">
              <w:t>.м</w:t>
            </w:r>
            <w:proofErr w:type="spellEnd"/>
            <w:proofErr w:type="gramEnd"/>
            <w:r w:rsidRPr="003C54BF">
              <w:t>, расположенного в квартале ЗПУ-8 города Благовещенска, с в</w:t>
            </w:r>
            <w:r w:rsidRPr="003C54BF">
              <w:t>и</w:t>
            </w:r>
            <w:r w:rsidRPr="003C54BF">
              <w:t>дом разрешенного использования – склады</w:t>
            </w:r>
          </w:p>
        </w:tc>
        <w:tc>
          <w:tcPr>
            <w:tcW w:w="2372" w:type="dxa"/>
            <w:vAlign w:val="center"/>
          </w:tcPr>
          <w:p w:rsidR="00F34185" w:rsidRPr="00781332" w:rsidRDefault="00F34185" w:rsidP="00273FA9">
            <w:pPr>
              <w:suppressAutoHyphens/>
              <w:jc w:val="center"/>
            </w:pPr>
            <w:r w:rsidRPr="00781332">
              <w:t xml:space="preserve">Победитель аукциона </w:t>
            </w:r>
          </w:p>
          <w:p w:rsidR="00F34185" w:rsidRPr="00775235" w:rsidRDefault="00F34185" w:rsidP="00273FA9">
            <w:pPr>
              <w:suppressAutoHyphens/>
              <w:jc w:val="center"/>
            </w:pPr>
            <w:r w:rsidRPr="00781332">
              <w:t>Фатюшин С.Е.</w:t>
            </w:r>
          </w:p>
        </w:tc>
      </w:tr>
      <w:tr w:rsidR="00F34185" w:rsidRPr="00D75F92" w:rsidTr="005E7C71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F34185" w:rsidRPr="00440BFC" w:rsidRDefault="00F34185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2</w:t>
            </w:r>
          </w:p>
        </w:tc>
        <w:tc>
          <w:tcPr>
            <w:tcW w:w="6866" w:type="dxa"/>
          </w:tcPr>
          <w:p w:rsidR="00F34185" w:rsidRPr="003C54BF" w:rsidRDefault="00F34185" w:rsidP="00F34185">
            <w:pPr>
              <w:jc w:val="both"/>
            </w:pPr>
            <w:r w:rsidRPr="003C54BF">
              <w:t>Право заключения договора аренды земельного участка с к</w:t>
            </w:r>
            <w:r w:rsidRPr="003C54BF">
              <w:t>а</w:t>
            </w:r>
            <w:r w:rsidRPr="003C54BF">
              <w:t xml:space="preserve">дастровым номером 28:01:040001:569, площадью 5051 </w:t>
            </w:r>
            <w:proofErr w:type="spellStart"/>
            <w:r w:rsidRPr="003C54BF">
              <w:t>кв</w:t>
            </w:r>
            <w:proofErr w:type="gramStart"/>
            <w:r w:rsidRPr="003C54BF">
              <w:t>.м</w:t>
            </w:r>
            <w:proofErr w:type="spellEnd"/>
            <w:proofErr w:type="gramEnd"/>
            <w:r w:rsidRPr="003C54BF">
              <w:t>, расположенного в квартале 744 города Благовещенска, с видом разрешенного использования – служебные гаражи, объекты д</w:t>
            </w:r>
            <w:r w:rsidRPr="003C54BF">
              <w:t>о</w:t>
            </w:r>
            <w:r w:rsidRPr="003C54BF">
              <w:t>рожного сервиса</w:t>
            </w:r>
          </w:p>
        </w:tc>
        <w:tc>
          <w:tcPr>
            <w:tcW w:w="2372" w:type="dxa"/>
            <w:vAlign w:val="center"/>
          </w:tcPr>
          <w:p w:rsidR="00F34185" w:rsidRPr="00775235" w:rsidRDefault="00775235" w:rsidP="00775235">
            <w:pPr>
              <w:suppressAutoHyphens/>
              <w:jc w:val="center"/>
            </w:pPr>
            <w:r>
              <w:t xml:space="preserve">Договор подлежит заключению с единственным участником Холявиным А.А. </w:t>
            </w:r>
          </w:p>
        </w:tc>
      </w:tr>
      <w:tr w:rsidR="00F34185" w:rsidRPr="00D75F92" w:rsidTr="00623892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F34185" w:rsidRPr="00440BFC" w:rsidRDefault="00F34185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3</w:t>
            </w:r>
          </w:p>
        </w:tc>
        <w:tc>
          <w:tcPr>
            <w:tcW w:w="6866" w:type="dxa"/>
            <w:vAlign w:val="center"/>
          </w:tcPr>
          <w:p w:rsidR="00F34185" w:rsidRPr="003C54BF" w:rsidRDefault="00F34185" w:rsidP="00623892">
            <w:pPr>
              <w:jc w:val="both"/>
            </w:pPr>
            <w:r w:rsidRPr="003C54BF">
              <w:t>Право заключения договора аренды земельного участка с к</w:t>
            </w:r>
            <w:r w:rsidRPr="003C54BF">
              <w:t>а</w:t>
            </w:r>
            <w:r w:rsidRPr="003C54BF">
              <w:t xml:space="preserve">дастровым номером 28:01:010428:52, площадью 279 </w:t>
            </w:r>
            <w:proofErr w:type="spellStart"/>
            <w:r w:rsidRPr="003C54BF">
              <w:t>кв</w:t>
            </w:r>
            <w:proofErr w:type="gramStart"/>
            <w:r w:rsidRPr="003C54BF">
              <w:t>.м</w:t>
            </w:r>
            <w:proofErr w:type="spellEnd"/>
            <w:proofErr w:type="gramEnd"/>
            <w:r w:rsidRPr="003C54BF">
              <w:t>, ра</w:t>
            </w:r>
            <w:r w:rsidRPr="003C54BF">
              <w:t>с</w:t>
            </w:r>
            <w:r w:rsidRPr="003C54BF">
              <w:t>положенного в квартале 428 города Благовещенска, с видом разрешенного использования – ремонт автомобилей</w:t>
            </w:r>
          </w:p>
        </w:tc>
        <w:tc>
          <w:tcPr>
            <w:tcW w:w="2372" w:type="dxa"/>
            <w:vAlign w:val="center"/>
          </w:tcPr>
          <w:p w:rsidR="00F34185" w:rsidRPr="00775235" w:rsidRDefault="00775235" w:rsidP="00775235">
            <w:pPr>
              <w:suppressAutoHyphens/>
              <w:jc w:val="center"/>
            </w:pPr>
            <w:r>
              <w:t>Договор подлежит заключению с единственным участником Черненко С.Ю.</w:t>
            </w:r>
          </w:p>
        </w:tc>
      </w:tr>
      <w:tr w:rsidR="00F34185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F34185" w:rsidRPr="00440BFC" w:rsidRDefault="00F34185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6866" w:type="dxa"/>
          </w:tcPr>
          <w:p w:rsidR="00F34185" w:rsidRPr="003C54BF" w:rsidRDefault="00F34185" w:rsidP="00F34185">
            <w:pPr>
              <w:jc w:val="both"/>
            </w:pPr>
            <w:r w:rsidRPr="003C54BF">
              <w:t>Право заключения договора аренды земельного участка с к</w:t>
            </w:r>
            <w:r w:rsidRPr="003C54BF">
              <w:t>а</w:t>
            </w:r>
            <w:r w:rsidRPr="003C54BF">
              <w:t xml:space="preserve">дастровым номером 28:01:010382:207, площадью 1012 </w:t>
            </w:r>
            <w:proofErr w:type="spellStart"/>
            <w:r w:rsidRPr="003C54BF">
              <w:t>кв</w:t>
            </w:r>
            <w:proofErr w:type="gramStart"/>
            <w:r w:rsidRPr="003C54BF">
              <w:t>.м</w:t>
            </w:r>
            <w:proofErr w:type="spellEnd"/>
            <w:proofErr w:type="gramEnd"/>
            <w:r w:rsidRPr="003C54BF">
              <w:t>, расположенного в квартале 382 города Благовещенска, с видом разрешенного использования – служебные гаражи</w:t>
            </w:r>
          </w:p>
        </w:tc>
        <w:tc>
          <w:tcPr>
            <w:tcW w:w="2372" w:type="dxa"/>
            <w:vAlign w:val="center"/>
          </w:tcPr>
          <w:p w:rsidR="00F34185" w:rsidRPr="00775235" w:rsidRDefault="00775235" w:rsidP="006937FD">
            <w:pPr>
              <w:suppressAutoHyphens/>
              <w:jc w:val="center"/>
            </w:pPr>
            <w:r w:rsidRPr="00775235">
              <w:t>Аукцион признан несостоявшимся</w:t>
            </w:r>
          </w:p>
        </w:tc>
      </w:tr>
      <w:tr w:rsidR="00F34185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F34185" w:rsidRDefault="00F34185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6866" w:type="dxa"/>
          </w:tcPr>
          <w:p w:rsidR="00F34185" w:rsidRPr="003C54BF" w:rsidRDefault="00F34185" w:rsidP="00F34185">
            <w:pPr>
              <w:jc w:val="both"/>
            </w:pPr>
            <w:r w:rsidRPr="003C54BF">
              <w:t>Право заключения договора аренды земел</w:t>
            </w:r>
            <w:bookmarkStart w:id="0" w:name="_GoBack"/>
            <w:bookmarkEnd w:id="0"/>
            <w:r w:rsidRPr="003C54BF">
              <w:t>ьного участка с к</w:t>
            </w:r>
            <w:r w:rsidRPr="003C54BF">
              <w:t>а</w:t>
            </w:r>
            <w:r w:rsidRPr="003C54BF">
              <w:t xml:space="preserve">дастровым номером 28:01:010300:16, площадью 2148 </w:t>
            </w:r>
            <w:proofErr w:type="spellStart"/>
            <w:r w:rsidRPr="003C54BF">
              <w:t>кв.м</w:t>
            </w:r>
            <w:proofErr w:type="spellEnd"/>
            <w:r w:rsidRPr="003C54BF">
              <w:t>., ра</w:t>
            </w:r>
            <w:r w:rsidRPr="003C54BF">
              <w:t>с</w:t>
            </w:r>
            <w:r w:rsidRPr="003C54BF">
              <w:t>положенного в квартале 306Б города Благовещенска, для дел</w:t>
            </w:r>
            <w:r w:rsidRPr="003C54BF">
              <w:t>о</w:t>
            </w:r>
            <w:r w:rsidRPr="003C54BF">
              <w:t>вого управления</w:t>
            </w:r>
          </w:p>
        </w:tc>
        <w:tc>
          <w:tcPr>
            <w:tcW w:w="2372" w:type="dxa"/>
            <w:vAlign w:val="center"/>
          </w:tcPr>
          <w:p w:rsidR="00F34185" w:rsidRPr="00775235" w:rsidRDefault="00775235" w:rsidP="006937FD">
            <w:pPr>
              <w:suppressAutoHyphens/>
              <w:jc w:val="center"/>
            </w:pPr>
            <w:r w:rsidRPr="00775235">
              <w:t>Аукцион признан несостоявшимся</w:t>
            </w:r>
          </w:p>
        </w:tc>
      </w:tr>
      <w:tr w:rsidR="00F34185" w:rsidRPr="00D75F92" w:rsidTr="00623892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F34185" w:rsidRDefault="00F34185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6866" w:type="dxa"/>
            <w:vAlign w:val="center"/>
          </w:tcPr>
          <w:p w:rsidR="00F34185" w:rsidRPr="003C54BF" w:rsidRDefault="00F34185" w:rsidP="00623892">
            <w:pPr>
              <w:jc w:val="both"/>
            </w:pPr>
            <w:r w:rsidRPr="003C54BF">
              <w:t>Право заключения договора аренды земельного участка с к</w:t>
            </w:r>
            <w:r w:rsidRPr="003C54BF">
              <w:t>а</w:t>
            </w:r>
            <w:r w:rsidRPr="003C54BF">
              <w:t xml:space="preserve">дастровым номером 28:01:090033:5, площадью 13230 </w:t>
            </w:r>
            <w:proofErr w:type="spellStart"/>
            <w:r w:rsidRPr="003C54BF">
              <w:t>кв.м</w:t>
            </w:r>
            <w:proofErr w:type="spellEnd"/>
            <w:r w:rsidRPr="003C54BF">
              <w:t>., ра</w:t>
            </w:r>
            <w:r w:rsidRPr="003C54BF">
              <w:t>с</w:t>
            </w:r>
            <w:r w:rsidRPr="003C54BF">
              <w:t>положенного в северном районе города Благовещенска, для складов</w:t>
            </w:r>
          </w:p>
        </w:tc>
        <w:tc>
          <w:tcPr>
            <w:tcW w:w="2372" w:type="dxa"/>
            <w:vAlign w:val="center"/>
          </w:tcPr>
          <w:p w:rsidR="00F34185" w:rsidRPr="00775235" w:rsidRDefault="00775235" w:rsidP="00623892">
            <w:pPr>
              <w:suppressAutoHyphens/>
              <w:ind w:left="-119" w:right="-135"/>
              <w:jc w:val="center"/>
            </w:pPr>
            <w:r>
              <w:t xml:space="preserve">Договор подлежит заключению с единственным участником </w:t>
            </w:r>
            <w:proofErr w:type="spellStart"/>
            <w:r>
              <w:t>Красноруцкой</w:t>
            </w:r>
            <w:proofErr w:type="spellEnd"/>
            <w:r>
              <w:t xml:space="preserve"> С.А. </w:t>
            </w:r>
          </w:p>
        </w:tc>
      </w:tr>
      <w:tr w:rsidR="00F34185" w:rsidRPr="00D75F92" w:rsidTr="00F34185">
        <w:trPr>
          <w:cantSplit/>
          <w:trHeight w:val="978"/>
          <w:jc w:val="center"/>
        </w:trPr>
        <w:tc>
          <w:tcPr>
            <w:tcW w:w="632" w:type="dxa"/>
            <w:vAlign w:val="center"/>
          </w:tcPr>
          <w:p w:rsidR="00F34185" w:rsidRDefault="00F34185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6866" w:type="dxa"/>
          </w:tcPr>
          <w:p w:rsidR="00F34185" w:rsidRDefault="00F34185" w:rsidP="00F34185">
            <w:pPr>
              <w:jc w:val="both"/>
            </w:pPr>
            <w:r w:rsidRPr="003C54BF">
              <w:t xml:space="preserve">Земельный участок с кадастровым номером 28:01:010256:9, площадью 1604 </w:t>
            </w:r>
            <w:proofErr w:type="spellStart"/>
            <w:r w:rsidRPr="003C54BF">
              <w:t>кв</w:t>
            </w:r>
            <w:proofErr w:type="gramStart"/>
            <w:r w:rsidRPr="003C54BF">
              <w:t>.м</w:t>
            </w:r>
            <w:proofErr w:type="spellEnd"/>
            <w:proofErr w:type="gramEnd"/>
            <w:r w:rsidRPr="003C54BF">
              <w:t>, расположенный в квартале 256 города Благовещенска, для индивидуального жилищного строительства</w:t>
            </w:r>
          </w:p>
        </w:tc>
        <w:tc>
          <w:tcPr>
            <w:tcW w:w="2372" w:type="dxa"/>
            <w:vAlign w:val="center"/>
          </w:tcPr>
          <w:p w:rsidR="00F34185" w:rsidRPr="00775235" w:rsidRDefault="00775235" w:rsidP="006937FD">
            <w:pPr>
              <w:suppressAutoHyphens/>
              <w:jc w:val="center"/>
            </w:pPr>
            <w:r w:rsidRPr="00775235">
              <w:t>Аукцион признан несостоявшимся</w:t>
            </w:r>
          </w:p>
        </w:tc>
      </w:tr>
    </w:tbl>
    <w:p w:rsidR="005E3AB3" w:rsidRPr="00440BFC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C7DC3" w:rsidRPr="00943C53" w:rsidRDefault="009C7DC3" w:rsidP="00B15A0B">
      <w:pPr>
        <w:suppressAutoHyphens/>
        <w:jc w:val="center"/>
      </w:pPr>
    </w:p>
    <w:sectPr w:rsidR="009C7DC3" w:rsidRPr="00943C53" w:rsidSect="00D75F92">
      <w:headerReference w:type="even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F0F" w:rsidRDefault="00424F0F">
      <w:r>
        <w:separator/>
      </w:r>
    </w:p>
  </w:endnote>
  <w:endnote w:type="continuationSeparator" w:id="0">
    <w:p w:rsidR="00424F0F" w:rsidRDefault="0042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3892">
      <w:rPr>
        <w:rStyle w:val="a5"/>
        <w:noProof/>
      </w:rPr>
      <w:t>1</w: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F0F" w:rsidRDefault="00424F0F">
      <w:r>
        <w:separator/>
      </w:r>
    </w:p>
  </w:footnote>
  <w:footnote w:type="continuationSeparator" w:id="0">
    <w:p w:rsidR="00424F0F" w:rsidRDefault="00424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B38"/>
    <w:rsid w:val="000A71C6"/>
    <w:rsid w:val="000A743F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E"/>
    <w:rsid w:val="0010001C"/>
    <w:rsid w:val="00100D2F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60C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9BB"/>
    <w:rsid w:val="00183B6F"/>
    <w:rsid w:val="00184042"/>
    <w:rsid w:val="00184C03"/>
    <w:rsid w:val="001850B2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5FD4"/>
    <w:rsid w:val="001A6127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BEE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0A83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43C3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319"/>
    <w:rsid w:val="0025638A"/>
    <w:rsid w:val="00257B14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FA9"/>
    <w:rsid w:val="00274403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D35"/>
    <w:rsid w:val="002C63C0"/>
    <w:rsid w:val="002C65B0"/>
    <w:rsid w:val="002C6754"/>
    <w:rsid w:val="002D0BC2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344C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C78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EC8"/>
    <w:rsid w:val="00424D3B"/>
    <w:rsid w:val="00424F0F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53B"/>
    <w:rsid w:val="004567C2"/>
    <w:rsid w:val="00456875"/>
    <w:rsid w:val="00456C33"/>
    <w:rsid w:val="0045748D"/>
    <w:rsid w:val="0045792D"/>
    <w:rsid w:val="004603B6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1E07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7D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1A9C"/>
    <w:rsid w:val="00572205"/>
    <w:rsid w:val="00572264"/>
    <w:rsid w:val="005731FB"/>
    <w:rsid w:val="00573251"/>
    <w:rsid w:val="005741F5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1F14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7C71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3892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37FD"/>
    <w:rsid w:val="006941FB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956"/>
    <w:rsid w:val="006A600B"/>
    <w:rsid w:val="006A6474"/>
    <w:rsid w:val="006A70C4"/>
    <w:rsid w:val="006A78FE"/>
    <w:rsid w:val="006A7A65"/>
    <w:rsid w:val="006B392A"/>
    <w:rsid w:val="006B3AE3"/>
    <w:rsid w:val="006B431A"/>
    <w:rsid w:val="006B47DC"/>
    <w:rsid w:val="006B5D90"/>
    <w:rsid w:val="006B6592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EB6"/>
    <w:rsid w:val="00705C5D"/>
    <w:rsid w:val="00707278"/>
    <w:rsid w:val="007101AD"/>
    <w:rsid w:val="00710855"/>
    <w:rsid w:val="0071116B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9E5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8BC"/>
    <w:rsid w:val="007669DF"/>
    <w:rsid w:val="00767277"/>
    <w:rsid w:val="00767375"/>
    <w:rsid w:val="00767582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5235"/>
    <w:rsid w:val="007775D8"/>
    <w:rsid w:val="00777EA1"/>
    <w:rsid w:val="00780F22"/>
    <w:rsid w:val="0078133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4CC7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67"/>
    <w:rsid w:val="007E0B75"/>
    <w:rsid w:val="007E25BF"/>
    <w:rsid w:val="007E26CD"/>
    <w:rsid w:val="007E2750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7767"/>
    <w:rsid w:val="00827F7E"/>
    <w:rsid w:val="00830427"/>
    <w:rsid w:val="00830A09"/>
    <w:rsid w:val="008313D4"/>
    <w:rsid w:val="008319A7"/>
    <w:rsid w:val="00831C1E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0E3B"/>
    <w:rsid w:val="008513D6"/>
    <w:rsid w:val="008517A0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910F3"/>
    <w:rsid w:val="0089169A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2B0B"/>
    <w:rsid w:val="00923B01"/>
    <w:rsid w:val="0092531E"/>
    <w:rsid w:val="0092576F"/>
    <w:rsid w:val="00925CC4"/>
    <w:rsid w:val="009268BE"/>
    <w:rsid w:val="009301AE"/>
    <w:rsid w:val="009319A7"/>
    <w:rsid w:val="00932E41"/>
    <w:rsid w:val="00933DAD"/>
    <w:rsid w:val="00934936"/>
    <w:rsid w:val="00934AFC"/>
    <w:rsid w:val="00935054"/>
    <w:rsid w:val="00936032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6EB"/>
    <w:rsid w:val="00996B4F"/>
    <w:rsid w:val="009976F5"/>
    <w:rsid w:val="009A049F"/>
    <w:rsid w:val="009A05D5"/>
    <w:rsid w:val="009A0E46"/>
    <w:rsid w:val="009A2AE0"/>
    <w:rsid w:val="009A2B02"/>
    <w:rsid w:val="009A3AC8"/>
    <w:rsid w:val="009A4969"/>
    <w:rsid w:val="009A57CE"/>
    <w:rsid w:val="009A5A64"/>
    <w:rsid w:val="009A692A"/>
    <w:rsid w:val="009A6C94"/>
    <w:rsid w:val="009A73A8"/>
    <w:rsid w:val="009B0300"/>
    <w:rsid w:val="009B064B"/>
    <w:rsid w:val="009B1E5B"/>
    <w:rsid w:val="009B338C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A4"/>
    <w:rsid w:val="009F6006"/>
    <w:rsid w:val="009F60FD"/>
    <w:rsid w:val="00A000E4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032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20575"/>
    <w:rsid w:val="00B210E7"/>
    <w:rsid w:val="00B22176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2CF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07891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977"/>
    <w:rsid w:val="00C31CB9"/>
    <w:rsid w:val="00C32D76"/>
    <w:rsid w:val="00C33137"/>
    <w:rsid w:val="00C3341A"/>
    <w:rsid w:val="00C343F6"/>
    <w:rsid w:val="00C353BA"/>
    <w:rsid w:val="00C36795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3590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CC7"/>
    <w:rsid w:val="00D62E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873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C56"/>
    <w:rsid w:val="00E74816"/>
    <w:rsid w:val="00E74BCD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978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5ED1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212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4185"/>
    <w:rsid w:val="00F3509B"/>
    <w:rsid w:val="00F3626D"/>
    <w:rsid w:val="00F36DA0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647C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733"/>
    <w:rsid w:val="00FE7A3F"/>
    <w:rsid w:val="00FF017E"/>
    <w:rsid w:val="00FF0574"/>
    <w:rsid w:val="00FF07B2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B88A6-0914-4589-BF3F-DC0C90ECA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230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8</cp:revision>
  <cp:lastPrinted>2022-05-20T01:29:00Z</cp:lastPrinted>
  <dcterms:created xsi:type="dcterms:W3CDTF">2022-03-04T01:55:00Z</dcterms:created>
  <dcterms:modified xsi:type="dcterms:W3CDTF">2022-05-20T01:42:00Z</dcterms:modified>
</cp:coreProperties>
</file>