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33" w:rsidRPr="005741F5" w:rsidRDefault="00440C33" w:rsidP="00440C33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440C33" w:rsidRDefault="00440C33" w:rsidP="00440C33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>
        <w:rPr>
          <w:b/>
        </w:rPr>
        <w:t xml:space="preserve"> по продаже земельных участков, </w:t>
      </w:r>
    </w:p>
    <w:p w:rsidR="00440C33" w:rsidRPr="00943C53" w:rsidRDefault="00440C33" w:rsidP="00440C33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A241F6">
        <w:rPr>
          <w:b/>
        </w:rPr>
        <w:t>1</w:t>
      </w:r>
      <w:r w:rsidR="00B54142">
        <w:rPr>
          <w:b/>
        </w:rPr>
        <w:t>6</w:t>
      </w:r>
      <w:r w:rsidRPr="005741F5">
        <w:rPr>
          <w:b/>
        </w:rPr>
        <w:t>.</w:t>
      </w:r>
      <w:r w:rsidR="00140F64">
        <w:rPr>
          <w:b/>
        </w:rPr>
        <w:t>1</w:t>
      </w:r>
      <w:r w:rsidR="00B54142">
        <w:rPr>
          <w:b/>
        </w:rPr>
        <w:t>2</w:t>
      </w:r>
      <w:r w:rsidRPr="005741F5">
        <w:rPr>
          <w:b/>
        </w:rPr>
        <w:t>.202</w:t>
      </w:r>
      <w:r>
        <w:rPr>
          <w:b/>
        </w:rPr>
        <w:t xml:space="preserve">2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AF4A6B" w:rsidRDefault="00AF1638" w:rsidP="00B15A0B">
      <w:pPr>
        <w:suppressAutoHyphens/>
        <w:jc w:val="center"/>
        <w:rPr>
          <w:b/>
          <w:i/>
          <w:sz w:val="20"/>
          <w:szCs w:val="20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086"/>
        <w:gridCol w:w="2860"/>
      </w:tblGrid>
      <w:tr w:rsidR="00440C33" w:rsidRPr="00D75F92" w:rsidTr="00C9748C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440C33" w:rsidRPr="0093613F" w:rsidRDefault="00440C33" w:rsidP="00AF4A6B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3613F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086" w:type="dxa"/>
            <w:vAlign w:val="center"/>
          </w:tcPr>
          <w:p w:rsidR="00440C33" w:rsidRPr="0093613F" w:rsidRDefault="00440C33" w:rsidP="00B15A0B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3613F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860" w:type="dxa"/>
            <w:vAlign w:val="center"/>
          </w:tcPr>
          <w:p w:rsidR="00440C33" w:rsidRPr="0093613F" w:rsidRDefault="00C9748C" w:rsidP="0068354E">
            <w:pPr>
              <w:pStyle w:val="a8"/>
              <w:suppressAutoHyphens/>
              <w:ind w:left="-15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B54142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54142" w:rsidRPr="0093613F" w:rsidRDefault="00B54142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1</w:t>
            </w:r>
          </w:p>
        </w:tc>
        <w:tc>
          <w:tcPr>
            <w:tcW w:w="6086" w:type="dxa"/>
          </w:tcPr>
          <w:p w:rsidR="00B54142" w:rsidRPr="009C7DD5" w:rsidRDefault="00B54142" w:rsidP="009C7DD5">
            <w:pPr>
              <w:jc w:val="both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Право заключения договора аренды земельного участка с </w:t>
            </w:r>
            <w:r w:rsidR="009C7DD5">
              <w:rPr>
                <w:sz w:val="22"/>
                <w:szCs w:val="22"/>
              </w:rPr>
              <w:t xml:space="preserve">  </w:t>
            </w:r>
            <w:r w:rsidRPr="009C7DD5">
              <w:rPr>
                <w:sz w:val="22"/>
                <w:szCs w:val="22"/>
              </w:rPr>
              <w:t>к</w:t>
            </w:r>
            <w:r w:rsidRPr="009C7DD5">
              <w:rPr>
                <w:sz w:val="22"/>
                <w:szCs w:val="22"/>
              </w:rPr>
              <w:t>а</w:t>
            </w:r>
            <w:r w:rsidRPr="009C7DD5">
              <w:rPr>
                <w:sz w:val="22"/>
                <w:szCs w:val="22"/>
              </w:rPr>
              <w:t xml:space="preserve">дастровым номером 28:01:010201:156, площадью 1645 </w:t>
            </w:r>
            <w:proofErr w:type="spellStart"/>
            <w:r w:rsidRPr="009C7DD5">
              <w:rPr>
                <w:sz w:val="22"/>
                <w:szCs w:val="22"/>
              </w:rPr>
              <w:t>кв</w:t>
            </w:r>
            <w:proofErr w:type="gramStart"/>
            <w:r w:rsidRPr="009C7DD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C7DD5">
              <w:rPr>
                <w:sz w:val="22"/>
                <w:szCs w:val="22"/>
              </w:rPr>
              <w:t xml:space="preserve">, расположенного в квартале 195 города Благовещенска, с </w:t>
            </w:r>
            <w:r w:rsidR="009C7DD5">
              <w:rPr>
                <w:sz w:val="22"/>
                <w:szCs w:val="22"/>
              </w:rPr>
              <w:t xml:space="preserve">   </w:t>
            </w:r>
            <w:r w:rsidRPr="009C7DD5">
              <w:rPr>
                <w:sz w:val="22"/>
                <w:szCs w:val="22"/>
              </w:rPr>
              <w:t xml:space="preserve">видом разрешенного использования – </w:t>
            </w:r>
            <w:proofErr w:type="spellStart"/>
            <w:r w:rsidRPr="009C7DD5">
              <w:rPr>
                <w:sz w:val="22"/>
                <w:szCs w:val="22"/>
              </w:rPr>
              <w:t>среднеэтажная</w:t>
            </w:r>
            <w:proofErr w:type="spellEnd"/>
            <w:r w:rsidRPr="009C7DD5">
              <w:rPr>
                <w:sz w:val="22"/>
                <w:szCs w:val="22"/>
              </w:rPr>
              <w:t xml:space="preserve"> жилая з</w:t>
            </w:r>
            <w:r w:rsidRPr="009C7DD5">
              <w:rPr>
                <w:sz w:val="22"/>
                <w:szCs w:val="22"/>
              </w:rPr>
              <w:t>а</w:t>
            </w:r>
            <w:r w:rsidRPr="009C7DD5">
              <w:rPr>
                <w:sz w:val="22"/>
                <w:szCs w:val="22"/>
              </w:rPr>
              <w:t>стройка</w:t>
            </w:r>
          </w:p>
        </w:tc>
        <w:tc>
          <w:tcPr>
            <w:tcW w:w="2860" w:type="dxa"/>
            <w:vAlign w:val="center"/>
          </w:tcPr>
          <w:p w:rsidR="00B54142" w:rsidRPr="009C7DD5" w:rsidRDefault="00B54142" w:rsidP="00683914">
            <w:pPr>
              <w:suppressLineNumber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>Договор подлежит закл</w:t>
            </w:r>
            <w:r w:rsidRPr="009C7DD5">
              <w:rPr>
                <w:sz w:val="22"/>
                <w:szCs w:val="22"/>
              </w:rPr>
              <w:t>ю</w:t>
            </w:r>
            <w:r w:rsidRPr="009C7DD5">
              <w:rPr>
                <w:sz w:val="22"/>
                <w:szCs w:val="22"/>
              </w:rPr>
              <w:t xml:space="preserve">чению с </w:t>
            </w:r>
            <w:proofErr w:type="gramStart"/>
            <w:r w:rsidRPr="009C7DD5">
              <w:rPr>
                <w:sz w:val="22"/>
                <w:szCs w:val="22"/>
              </w:rPr>
              <w:t>единственным</w:t>
            </w:r>
            <w:proofErr w:type="gramEnd"/>
            <w:r w:rsidRPr="009C7DD5">
              <w:rPr>
                <w:sz w:val="22"/>
                <w:szCs w:val="22"/>
              </w:rPr>
              <w:t xml:space="preserve"> </w:t>
            </w:r>
          </w:p>
          <w:p w:rsidR="00B54142" w:rsidRPr="009C7DD5" w:rsidRDefault="00B54142" w:rsidP="00683914">
            <w:pPr>
              <w:suppressLineNumber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участником </w:t>
            </w:r>
          </w:p>
          <w:p w:rsidR="00B54142" w:rsidRPr="009C7DD5" w:rsidRDefault="00B54142" w:rsidP="00B54142">
            <w:pPr>
              <w:suppressLineNumber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>ООО «</w:t>
            </w:r>
            <w:proofErr w:type="spellStart"/>
            <w:r w:rsidRPr="009C7DD5">
              <w:rPr>
                <w:sz w:val="22"/>
                <w:szCs w:val="22"/>
              </w:rPr>
              <w:t>Приватстрой</w:t>
            </w:r>
            <w:proofErr w:type="spellEnd"/>
            <w:r w:rsidRPr="009C7DD5">
              <w:rPr>
                <w:sz w:val="22"/>
                <w:szCs w:val="22"/>
              </w:rPr>
              <w:t>»</w:t>
            </w:r>
          </w:p>
        </w:tc>
      </w:tr>
      <w:tr w:rsidR="00B54142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54142" w:rsidRPr="0093613F" w:rsidRDefault="00B54142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2</w:t>
            </w:r>
          </w:p>
        </w:tc>
        <w:tc>
          <w:tcPr>
            <w:tcW w:w="6086" w:type="dxa"/>
          </w:tcPr>
          <w:p w:rsidR="00B54142" w:rsidRPr="009C7DD5" w:rsidRDefault="00B54142" w:rsidP="009C7DD5">
            <w:pPr>
              <w:jc w:val="both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Право заключения договора аренды земельного участка с </w:t>
            </w:r>
            <w:r w:rsidR="009C7DD5">
              <w:rPr>
                <w:sz w:val="22"/>
                <w:szCs w:val="22"/>
              </w:rPr>
              <w:t xml:space="preserve"> </w:t>
            </w:r>
            <w:r w:rsidRPr="009C7DD5">
              <w:rPr>
                <w:sz w:val="22"/>
                <w:szCs w:val="22"/>
              </w:rPr>
              <w:t>к</w:t>
            </w:r>
            <w:r w:rsidRPr="009C7DD5">
              <w:rPr>
                <w:sz w:val="22"/>
                <w:szCs w:val="22"/>
              </w:rPr>
              <w:t>а</w:t>
            </w:r>
            <w:r w:rsidRPr="009C7DD5">
              <w:rPr>
                <w:sz w:val="22"/>
                <w:szCs w:val="22"/>
              </w:rPr>
              <w:t xml:space="preserve">дастровым номером 28:01:020439:2226, площадью 49 </w:t>
            </w:r>
            <w:proofErr w:type="spellStart"/>
            <w:r w:rsidRPr="009C7DD5">
              <w:rPr>
                <w:sz w:val="22"/>
                <w:szCs w:val="22"/>
              </w:rPr>
              <w:t>кв</w:t>
            </w:r>
            <w:proofErr w:type="gramStart"/>
            <w:r w:rsidRPr="009C7DD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C7DD5">
              <w:rPr>
                <w:sz w:val="22"/>
                <w:szCs w:val="22"/>
              </w:rPr>
              <w:t xml:space="preserve">, расположенного в квартале 439 города Благовещенска, </w:t>
            </w:r>
            <w:r w:rsidR="009C7DD5">
              <w:rPr>
                <w:sz w:val="22"/>
                <w:szCs w:val="22"/>
              </w:rPr>
              <w:t xml:space="preserve">   </w:t>
            </w:r>
            <w:r w:rsidRPr="009C7DD5">
              <w:rPr>
                <w:sz w:val="22"/>
                <w:szCs w:val="22"/>
              </w:rPr>
              <w:t>с видом разрешенного использования – ра</w:t>
            </w:r>
            <w:r w:rsidRPr="009C7DD5">
              <w:rPr>
                <w:sz w:val="22"/>
                <w:szCs w:val="22"/>
              </w:rPr>
              <w:t>з</w:t>
            </w:r>
            <w:r w:rsidRPr="009C7DD5">
              <w:rPr>
                <w:sz w:val="22"/>
                <w:szCs w:val="22"/>
              </w:rPr>
              <w:t>мещение гаражей для собственных нужд</w:t>
            </w:r>
          </w:p>
        </w:tc>
        <w:tc>
          <w:tcPr>
            <w:tcW w:w="2860" w:type="dxa"/>
            <w:vAlign w:val="center"/>
          </w:tcPr>
          <w:p w:rsidR="00B54142" w:rsidRPr="009C7DD5" w:rsidRDefault="00B54142" w:rsidP="007B668D">
            <w:pPr>
              <w:suppressAutoHyphen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Победитель аукциона </w:t>
            </w:r>
          </w:p>
          <w:p w:rsidR="00B54142" w:rsidRPr="009C7DD5" w:rsidRDefault="009C7DD5" w:rsidP="007B668D">
            <w:pPr>
              <w:suppressLineNumber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>Якимов А.С.</w:t>
            </w:r>
          </w:p>
        </w:tc>
      </w:tr>
      <w:tr w:rsidR="00B54142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54142" w:rsidRPr="0093613F" w:rsidRDefault="00B54142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3</w:t>
            </w:r>
          </w:p>
        </w:tc>
        <w:tc>
          <w:tcPr>
            <w:tcW w:w="6086" w:type="dxa"/>
          </w:tcPr>
          <w:p w:rsidR="00B54142" w:rsidRPr="009C7DD5" w:rsidRDefault="00B54142" w:rsidP="009C7DD5">
            <w:pPr>
              <w:jc w:val="both"/>
              <w:rPr>
                <w:sz w:val="22"/>
                <w:szCs w:val="22"/>
              </w:rPr>
            </w:pPr>
            <w:proofErr w:type="gramStart"/>
            <w:r w:rsidRPr="009C7DD5">
              <w:rPr>
                <w:sz w:val="22"/>
                <w:szCs w:val="22"/>
              </w:rPr>
              <w:t xml:space="preserve">Право заключения договора аренды земельного участка с </w:t>
            </w:r>
            <w:r w:rsidR="009C7DD5">
              <w:rPr>
                <w:sz w:val="22"/>
                <w:szCs w:val="22"/>
              </w:rPr>
              <w:t xml:space="preserve"> </w:t>
            </w:r>
            <w:r w:rsidRPr="009C7DD5">
              <w:rPr>
                <w:sz w:val="22"/>
                <w:szCs w:val="22"/>
              </w:rPr>
              <w:t>к</w:t>
            </w:r>
            <w:r w:rsidRPr="009C7DD5">
              <w:rPr>
                <w:sz w:val="22"/>
                <w:szCs w:val="22"/>
              </w:rPr>
              <w:t>а</w:t>
            </w:r>
            <w:r w:rsidRPr="009C7DD5">
              <w:rPr>
                <w:sz w:val="22"/>
                <w:szCs w:val="22"/>
              </w:rPr>
              <w:t xml:space="preserve">дастровым номером 28:01:000000:12886, площадью  19 788 </w:t>
            </w:r>
            <w:proofErr w:type="spellStart"/>
            <w:r w:rsidRPr="009C7DD5">
              <w:rPr>
                <w:sz w:val="22"/>
                <w:szCs w:val="22"/>
              </w:rPr>
              <w:t>кв.м</w:t>
            </w:r>
            <w:proofErr w:type="spellEnd"/>
            <w:r w:rsidRPr="009C7DD5">
              <w:rPr>
                <w:sz w:val="22"/>
                <w:szCs w:val="22"/>
              </w:rPr>
              <w:t xml:space="preserve">., расположенного в кварталах С-26, С-27 с. Садовое </w:t>
            </w:r>
            <w:r w:rsidR="009C7DD5">
              <w:rPr>
                <w:sz w:val="22"/>
                <w:szCs w:val="22"/>
              </w:rPr>
              <w:t xml:space="preserve">  </w:t>
            </w:r>
            <w:r w:rsidRPr="009C7DD5">
              <w:rPr>
                <w:sz w:val="22"/>
                <w:szCs w:val="22"/>
              </w:rPr>
              <w:t>г</w:t>
            </w:r>
            <w:r w:rsidRPr="009C7DD5">
              <w:rPr>
                <w:sz w:val="22"/>
                <w:szCs w:val="22"/>
              </w:rPr>
              <w:t>о</w:t>
            </w:r>
            <w:r w:rsidRPr="009C7DD5">
              <w:rPr>
                <w:sz w:val="22"/>
                <w:szCs w:val="22"/>
              </w:rPr>
              <w:t>рода Благовещенска, с видом разрешенного использования – склады</w:t>
            </w:r>
            <w:proofErr w:type="gramEnd"/>
          </w:p>
        </w:tc>
        <w:tc>
          <w:tcPr>
            <w:tcW w:w="2860" w:type="dxa"/>
            <w:vAlign w:val="center"/>
          </w:tcPr>
          <w:p w:rsidR="00B54142" w:rsidRPr="009C7DD5" w:rsidRDefault="00B54142" w:rsidP="00B54142">
            <w:pPr>
              <w:suppressAutoHyphen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Договор подлежит </w:t>
            </w:r>
            <w:proofErr w:type="spellStart"/>
            <w:r w:rsidRPr="009C7DD5">
              <w:rPr>
                <w:sz w:val="22"/>
                <w:szCs w:val="22"/>
              </w:rPr>
              <w:t>заклю-чению</w:t>
            </w:r>
            <w:proofErr w:type="spellEnd"/>
            <w:r w:rsidRPr="009C7DD5">
              <w:rPr>
                <w:sz w:val="22"/>
                <w:szCs w:val="22"/>
              </w:rPr>
              <w:t xml:space="preserve"> с </w:t>
            </w:r>
            <w:proofErr w:type="gramStart"/>
            <w:r w:rsidRPr="009C7DD5">
              <w:rPr>
                <w:sz w:val="22"/>
                <w:szCs w:val="22"/>
              </w:rPr>
              <w:t>единственным</w:t>
            </w:r>
            <w:proofErr w:type="gramEnd"/>
            <w:r w:rsidRPr="009C7DD5">
              <w:rPr>
                <w:sz w:val="22"/>
                <w:szCs w:val="22"/>
              </w:rPr>
              <w:t xml:space="preserve"> </w:t>
            </w:r>
          </w:p>
          <w:p w:rsidR="00B54142" w:rsidRPr="009C7DD5" w:rsidRDefault="00B54142" w:rsidP="00B54142">
            <w:pPr>
              <w:suppressAutoHyphen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участником </w:t>
            </w:r>
          </w:p>
          <w:p w:rsidR="00B54142" w:rsidRPr="009C7DD5" w:rsidRDefault="00B54142" w:rsidP="00B54142">
            <w:pPr>
              <w:suppressAutoHyphen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ООО «ТСК» Восток </w:t>
            </w:r>
          </w:p>
          <w:p w:rsidR="00B54142" w:rsidRPr="009C7DD5" w:rsidRDefault="00B54142" w:rsidP="00B54142">
            <w:pPr>
              <w:suppressAutoHyphen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>Блок Строй»</w:t>
            </w:r>
          </w:p>
        </w:tc>
      </w:tr>
      <w:tr w:rsidR="00B54142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54142" w:rsidRPr="0093613F" w:rsidRDefault="00B54142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4</w:t>
            </w:r>
          </w:p>
        </w:tc>
        <w:tc>
          <w:tcPr>
            <w:tcW w:w="6086" w:type="dxa"/>
          </w:tcPr>
          <w:p w:rsidR="00B54142" w:rsidRPr="009C7DD5" w:rsidRDefault="00B54142" w:rsidP="009C7DD5">
            <w:pPr>
              <w:jc w:val="both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Земельный участок с кадастровым номером 28:01:020504:143, площадью 1540 </w:t>
            </w:r>
            <w:proofErr w:type="spellStart"/>
            <w:r w:rsidRPr="009C7DD5">
              <w:rPr>
                <w:sz w:val="22"/>
                <w:szCs w:val="22"/>
              </w:rPr>
              <w:t>кв</w:t>
            </w:r>
            <w:proofErr w:type="gramStart"/>
            <w:r w:rsidRPr="009C7DD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C7DD5">
              <w:rPr>
                <w:sz w:val="22"/>
                <w:szCs w:val="22"/>
              </w:rPr>
              <w:t>, расположенный в квартале 504 города Благовещенска, с видом разр</w:t>
            </w:r>
            <w:r w:rsidRPr="009C7DD5">
              <w:rPr>
                <w:sz w:val="22"/>
                <w:szCs w:val="22"/>
              </w:rPr>
              <w:t>е</w:t>
            </w:r>
            <w:r w:rsidRPr="009C7DD5">
              <w:rPr>
                <w:sz w:val="22"/>
                <w:szCs w:val="22"/>
              </w:rPr>
              <w:t>шенного использования – для индивидуального жили</w:t>
            </w:r>
            <w:r w:rsidRPr="009C7DD5">
              <w:rPr>
                <w:sz w:val="22"/>
                <w:szCs w:val="22"/>
              </w:rPr>
              <w:t>щ</w:t>
            </w:r>
            <w:r w:rsidRPr="009C7DD5">
              <w:rPr>
                <w:sz w:val="22"/>
                <w:szCs w:val="22"/>
              </w:rPr>
              <w:t>ного строительства</w:t>
            </w:r>
          </w:p>
        </w:tc>
        <w:tc>
          <w:tcPr>
            <w:tcW w:w="2860" w:type="dxa"/>
            <w:vAlign w:val="center"/>
          </w:tcPr>
          <w:p w:rsidR="00B54142" w:rsidRPr="009C7DD5" w:rsidRDefault="00B54142" w:rsidP="00B54142">
            <w:pPr>
              <w:suppressAutoHyphen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Победитель аукциона </w:t>
            </w:r>
          </w:p>
          <w:p w:rsidR="00B54142" w:rsidRPr="009C7DD5" w:rsidRDefault="009C7DD5" w:rsidP="00B54142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>Ильина Т.В.</w:t>
            </w:r>
          </w:p>
        </w:tc>
      </w:tr>
      <w:tr w:rsidR="00B54142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54142" w:rsidRPr="0093613F" w:rsidRDefault="00B54142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086" w:type="dxa"/>
          </w:tcPr>
          <w:p w:rsidR="00B54142" w:rsidRPr="009C7DD5" w:rsidRDefault="00B54142" w:rsidP="009C7DD5">
            <w:pPr>
              <w:jc w:val="both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Земельный участок с кадастровым номером 28:01:010256:9, площадью 1604 </w:t>
            </w:r>
            <w:proofErr w:type="spellStart"/>
            <w:r w:rsidRPr="009C7DD5">
              <w:rPr>
                <w:sz w:val="22"/>
                <w:szCs w:val="22"/>
              </w:rPr>
              <w:t>кв</w:t>
            </w:r>
            <w:proofErr w:type="gramStart"/>
            <w:r w:rsidRPr="009C7DD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C7DD5">
              <w:rPr>
                <w:sz w:val="22"/>
                <w:szCs w:val="22"/>
              </w:rPr>
              <w:t>, расположенный в квартале 256 города Благовещенска, для индивидуального жилищного строител</w:t>
            </w:r>
            <w:r w:rsidRPr="009C7DD5">
              <w:rPr>
                <w:sz w:val="22"/>
                <w:szCs w:val="22"/>
              </w:rPr>
              <w:t>ь</w:t>
            </w:r>
            <w:r w:rsidRPr="009C7DD5">
              <w:rPr>
                <w:sz w:val="22"/>
                <w:szCs w:val="22"/>
              </w:rPr>
              <w:t>ства</w:t>
            </w:r>
          </w:p>
        </w:tc>
        <w:tc>
          <w:tcPr>
            <w:tcW w:w="2860" w:type="dxa"/>
            <w:vAlign w:val="center"/>
          </w:tcPr>
          <w:p w:rsidR="00B54142" w:rsidRPr="009C7DD5" w:rsidRDefault="00B54142" w:rsidP="00B54142">
            <w:pPr>
              <w:suppressAutoHyphen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Победитель аукциона </w:t>
            </w:r>
          </w:p>
          <w:p w:rsidR="00B54142" w:rsidRPr="009C7DD5" w:rsidRDefault="009C7DD5" w:rsidP="00B54142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proofErr w:type="spellStart"/>
            <w:r w:rsidRPr="009C7DD5">
              <w:rPr>
                <w:sz w:val="22"/>
                <w:szCs w:val="22"/>
              </w:rPr>
              <w:t>Довнар</w:t>
            </w:r>
            <w:proofErr w:type="spellEnd"/>
            <w:r w:rsidRPr="009C7DD5">
              <w:rPr>
                <w:sz w:val="22"/>
                <w:szCs w:val="22"/>
              </w:rPr>
              <w:t xml:space="preserve"> В.Ю.</w:t>
            </w:r>
          </w:p>
        </w:tc>
      </w:tr>
      <w:tr w:rsidR="00B54142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B54142" w:rsidRDefault="00B54142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086" w:type="dxa"/>
          </w:tcPr>
          <w:p w:rsidR="00B54142" w:rsidRPr="009C7DD5" w:rsidRDefault="00B54142" w:rsidP="009C7DD5">
            <w:pPr>
              <w:jc w:val="both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Земельный участок с кадастровым номером 28:01:170147:9, площадью 1005 </w:t>
            </w:r>
            <w:proofErr w:type="spellStart"/>
            <w:r w:rsidRPr="009C7DD5">
              <w:rPr>
                <w:sz w:val="22"/>
                <w:szCs w:val="22"/>
              </w:rPr>
              <w:t>кв</w:t>
            </w:r>
            <w:proofErr w:type="gramStart"/>
            <w:r w:rsidRPr="009C7DD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9C7DD5">
              <w:rPr>
                <w:sz w:val="22"/>
                <w:szCs w:val="22"/>
              </w:rPr>
              <w:t xml:space="preserve">, расположенный в с/т «Горянка» в </w:t>
            </w:r>
            <w:r w:rsidR="009C7DD5">
              <w:rPr>
                <w:sz w:val="22"/>
                <w:szCs w:val="22"/>
              </w:rPr>
              <w:t xml:space="preserve">             </w:t>
            </w:r>
            <w:bookmarkStart w:id="0" w:name="_GoBack"/>
            <w:bookmarkEnd w:id="0"/>
            <w:r w:rsidRPr="009C7DD5">
              <w:rPr>
                <w:sz w:val="22"/>
                <w:szCs w:val="22"/>
              </w:rPr>
              <w:t xml:space="preserve">районе </w:t>
            </w:r>
            <w:proofErr w:type="spellStart"/>
            <w:r w:rsidRPr="009C7DD5">
              <w:rPr>
                <w:sz w:val="22"/>
                <w:szCs w:val="22"/>
              </w:rPr>
              <w:t>Ефремовских</w:t>
            </w:r>
            <w:proofErr w:type="spellEnd"/>
            <w:r w:rsidRPr="009C7DD5">
              <w:rPr>
                <w:sz w:val="22"/>
                <w:szCs w:val="22"/>
              </w:rPr>
              <w:t xml:space="preserve"> садов, кадастровый квартал 28:01:170147, с видом разрешенного использования – для в</w:t>
            </w:r>
            <w:r w:rsidRPr="009C7DD5">
              <w:rPr>
                <w:sz w:val="22"/>
                <w:szCs w:val="22"/>
              </w:rPr>
              <w:t>е</w:t>
            </w:r>
            <w:r w:rsidRPr="009C7DD5">
              <w:rPr>
                <w:sz w:val="22"/>
                <w:szCs w:val="22"/>
              </w:rPr>
              <w:t>дения садово</w:t>
            </w:r>
            <w:r w:rsidRPr="009C7DD5">
              <w:rPr>
                <w:sz w:val="22"/>
                <w:szCs w:val="22"/>
              </w:rPr>
              <w:t>д</w:t>
            </w:r>
            <w:r w:rsidRPr="009C7DD5">
              <w:rPr>
                <w:sz w:val="22"/>
                <w:szCs w:val="22"/>
              </w:rPr>
              <w:t>ства</w:t>
            </w:r>
          </w:p>
        </w:tc>
        <w:tc>
          <w:tcPr>
            <w:tcW w:w="2860" w:type="dxa"/>
            <w:vAlign w:val="center"/>
          </w:tcPr>
          <w:p w:rsidR="00B54142" w:rsidRPr="009C7DD5" w:rsidRDefault="00B54142" w:rsidP="00A241F6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Аукцион признан несостоявшимся </w:t>
            </w:r>
          </w:p>
        </w:tc>
      </w:tr>
    </w:tbl>
    <w:p w:rsidR="005E3AB3" w:rsidRPr="00B17AF8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5E3AB3" w:rsidRPr="00B17AF8" w:rsidSect="00F64420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8DB" w:rsidRDefault="007C68DB">
      <w:r>
        <w:separator/>
      </w:r>
    </w:p>
  </w:endnote>
  <w:endnote w:type="continuationSeparator" w:id="0">
    <w:p w:rsidR="007C68DB" w:rsidRDefault="007C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68DB" w:rsidRDefault="007C68DB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7DD5">
      <w:rPr>
        <w:rStyle w:val="a5"/>
        <w:noProof/>
      </w:rPr>
      <w:t>1</w:t>
    </w:r>
    <w:r>
      <w:rPr>
        <w:rStyle w:val="a5"/>
      </w:rPr>
      <w:fldChar w:fldCharType="end"/>
    </w:r>
  </w:p>
  <w:p w:rsidR="007C68DB" w:rsidRDefault="007C68DB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8DB" w:rsidRDefault="007C68DB">
      <w:r>
        <w:separator/>
      </w:r>
    </w:p>
  </w:footnote>
  <w:footnote w:type="continuationSeparator" w:id="0">
    <w:p w:rsidR="007C68DB" w:rsidRDefault="007C6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68DB" w:rsidRDefault="007C68DB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449A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2858"/>
    <w:rsid w:val="00082BA3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B067B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5BC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47C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8"/>
    <w:rsid w:val="000F681E"/>
    <w:rsid w:val="0010001C"/>
    <w:rsid w:val="00100D2F"/>
    <w:rsid w:val="00101AB2"/>
    <w:rsid w:val="00101BD5"/>
    <w:rsid w:val="00102C95"/>
    <w:rsid w:val="00102F87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0F64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2E"/>
    <w:rsid w:val="00177387"/>
    <w:rsid w:val="0017760C"/>
    <w:rsid w:val="001778A7"/>
    <w:rsid w:val="00180A40"/>
    <w:rsid w:val="00180E4A"/>
    <w:rsid w:val="00181317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980"/>
    <w:rsid w:val="001F2C19"/>
    <w:rsid w:val="001F3837"/>
    <w:rsid w:val="001F42AD"/>
    <w:rsid w:val="001F4C90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01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5A05"/>
    <w:rsid w:val="00226387"/>
    <w:rsid w:val="00226469"/>
    <w:rsid w:val="00227713"/>
    <w:rsid w:val="002277A9"/>
    <w:rsid w:val="002277B3"/>
    <w:rsid w:val="00230625"/>
    <w:rsid w:val="00230A83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35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9B4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4CCD"/>
    <w:rsid w:val="00335A6D"/>
    <w:rsid w:val="00336752"/>
    <w:rsid w:val="00337E81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57F0A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34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19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5A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0C33"/>
    <w:rsid w:val="00441914"/>
    <w:rsid w:val="00442C29"/>
    <w:rsid w:val="004436B9"/>
    <w:rsid w:val="004438F3"/>
    <w:rsid w:val="00443B8D"/>
    <w:rsid w:val="004443FA"/>
    <w:rsid w:val="0044443F"/>
    <w:rsid w:val="00445E43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603B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BA1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730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8A5"/>
    <w:rsid w:val="00506A83"/>
    <w:rsid w:val="00506DB9"/>
    <w:rsid w:val="005072E0"/>
    <w:rsid w:val="00507387"/>
    <w:rsid w:val="005073F2"/>
    <w:rsid w:val="00507D4C"/>
    <w:rsid w:val="00507EF1"/>
    <w:rsid w:val="005109EB"/>
    <w:rsid w:val="0051165A"/>
    <w:rsid w:val="00511E07"/>
    <w:rsid w:val="00511E5A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6405"/>
    <w:rsid w:val="0051681A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0CC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3A8A"/>
    <w:rsid w:val="00625669"/>
    <w:rsid w:val="00625BA8"/>
    <w:rsid w:val="006265E1"/>
    <w:rsid w:val="00626D40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0AD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5C7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3914"/>
    <w:rsid w:val="00684FF3"/>
    <w:rsid w:val="00685034"/>
    <w:rsid w:val="0068574E"/>
    <w:rsid w:val="006860AE"/>
    <w:rsid w:val="006867FC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C7F"/>
    <w:rsid w:val="00696015"/>
    <w:rsid w:val="00696029"/>
    <w:rsid w:val="00696B8E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445"/>
    <w:rsid w:val="006B35A9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779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CBD"/>
    <w:rsid w:val="00703EB6"/>
    <w:rsid w:val="00705C5D"/>
    <w:rsid w:val="00707278"/>
    <w:rsid w:val="00707FA0"/>
    <w:rsid w:val="007101AD"/>
    <w:rsid w:val="00710855"/>
    <w:rsid w:val="0071116B"/>
    <w:rsid w:val="0071158C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B05"/>
    <w:rsid w:val="00764C8D"/>
    <w:rsid w:val="00765A3E"/>
    <w:rsid w:val="007668BC"/>
    <w:rsid w:val="007669DF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6A05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4425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44F0"/>
    <w:rsid w:val="007B5888"/>
    <w:rsid w:val="007B668D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183"/>
    <w:rsid w:val="007F1442"/>
    <w:rsid w:val="007F1CDA"/>
    <w:rsid w:val="007F33B3"/>
    <w:rsid w:val="007F33C2"/>
    <w:rsid w:val="007F3D89"/>
    <w:rsid w:val="007F3E28"/>
    <w:rsid w:val="007F4943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444A"/>
    <w:rsid w:val="00856184"/>
    <w:rsid w:val="00856387"/>
    <w:rsid w:val="0085675A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87B02"/>
    <w:rsid w:val="00887EEE"/>
    <w:rsid w:val="008910F3"/>
    <w:rsid w:val="0089169A"/>
    <w:rsid w:val="0089279D"/>
    <w:rsid w:val="00893D0F"/>
    <w:rsid w:val="00894737"/>
    <w:rsid w:val="00894D0B"/>
    <w:rsid w:val="00894D64"/>
    <w:rsid w:val="00896312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11E3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5F08"/>
    <w:rsid w:val="008D635C"/>
    <w:rsid w:val="008D6464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5CC9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378F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6A1"/>
    <w:rsid w:val="009301AE"/>
    <w:rsid w:val="009319A7"/>
    <w:rsid w:val="00932E41"/>
    <w:rsid w:val="00933DAD"/>
    <w:rsid w:val="00934936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27B7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2C2"/>
    <w:rsid w:val="009966EB"/>
    <w:rsid w:val="00996B4F"/>
    <w:rsid w:val="009976F5"/>
    <w:rsid w:val="009A049F"/>
    <w:rsid w:val="009A05D5"/>
    <w:rsid w:val="009A0E46"/>
    <w:rsid w:val="009A121C"/>
    <w:rsid w:val="009A2AE0"/>
    <w:rsid w:val="009A2B02"/>
    <w:rsid w:val="009A3AC8"/>
    <w:rsid w:val="009A4969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C7DD5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1F6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1408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567E"/>
    <w:rsid w:val="00AE57BA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206"/>
    <w:rsid w:val="00AF2D64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3C75"/>
    <w:rsid w:val="00B54142"/>
    <w:rsid w:val="00B5570D"/>
    <w:rsid w:val="00B55F90"/>
    <w:rsid w:val="00B56588"/>
    <w:rsid w:val="00B567EC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CEA"/>
    <w:rsid w:val="00B8573F"/>
    <w:rsid w:val="00B879F8"/>
    <w:rsid w:val="00B904F1"/>
    <w:rsid w:val="00B90E9B"/>
    <w:rsid w:val="00B9103E"/>
    <w:rsid w:val="00B91253"/>
    <w:rsid w:val="00B9299E"/>
    <w:rsid w:val="00B9332F"/>
    <w:rsid w:val="00B94783"/>
    <w:rsid w:val="00B94C92"/>
    <w:rsid w:val="00B9547C"/>
    <w:rsid w:val="00B95AC6"/>
    <w:rsid w:val="00B9634A"/>
    <w:rsid w:val="00B969B0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454B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556"/>
    <w:rsid w:val="00C7136F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68D3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23CF"/>
    <w:rsid w:val="00C95691"/>
    <w:rsid w:val="00C9748C"/>
    <w:rsid w:val="00CA0418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ACF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0E55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617C"/>
    <w:rsid w:val="00D27857"/>
    <w:rsid w:val="00D3032C"/>
    <w:rsid w:val="00D309F2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7B7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9FD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15C1"/>
    <w:rsid w:val="00D927D1"/>
    <w:rsid w:val="00D928F6"/>
    <w:rsid w:val="00D930C2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4ECC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D7D1A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A3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D7"/>
    <w:rsid w:val="00F3509B"/>
    <w:rsid w:val="00F3626D"/>
    <w:rsid w:val="00F36DA0"/>
    <w:rsid w:val="00F37C1D"/>
    <w:rsid w:val="00F40F4F"/>
    <w:rsid w:val="00F42ECA"/>
    <w:rsid w:val="00F4301B"/>
    <w:rsid w:val="00F44076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744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46C7"/>
    <w:rsid w:val="00FB647C"/>
    <w:rsid w:val="00FB66F5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7E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7E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C9378-9780-4347-8BBE-6B275DF04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213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8</cp:revision>
  <cp:lastPrinted>2022-12-16T03:11:00Z</cp:lastPrinted>
  <dcterms:created xsi:type="dcterms:W3CDTF">2022-10-13T01:44:00Z</dcterms:created>
  <dcterms:modified xsi:type="dcterms:W3CDTF">2022-12-16T03:15:00Z</dcterms:modified>
</cp:coreProperties>
</file>