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1C" w:rsidRPr="005F0F67" w:rsidRDefault="007A201C" w:rsidP="007A201C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 xml:space="preserve">Итоги аукциона на право заключения договоров </w:t>
      </w:r>
    </w:p>
    <w:p w:rsidR="00AF1638" w:rsidRPr="005F0F67" w:rsidRDefault="007A201C" w:rsidP="007A201C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>аренды земельных участков</w:t>
      </w:r>
      <w:r w:rsidR="00C331E7">
        <w:rPr>
          <w:b/>
          <w:sz w:val="26"/>
          <w:szCs w:val="26"/>
        </w:rPr>
        <w:t xml:space="preserve">, </w:t>
      </w:r>
      <w:r w:rsidRPr="005F0F67">
        <w:rPr>
          <w:b/>
          <w:sz w:val="26"/>
          <w:szCs w:val="26"/>
        </w:rPr>
        <w:t xml:space="preserve">назначенного на </w:t>
      </w:r>
      <w:r w:rsidR="00C331E7">
        <w:rPr>
          <w:b/>
          <w:sz w:val="26"/>
          <w:szCs w:val="26"/>
        </w:rPr>
        <w:t>17</w:t>
      </w:r>
      <w:r w:rsidRPr="005F0F67">
        <w:rPr>
          <w:b/>
          <w:sz w:val="26"/>
          <w:szCs w:val="26"/>
        </w:rPr>
        <w:t>.0</w:t>
      </w:r>
      <w:r w:rsidR="00EE565D">
        <w:rPr>
          <w:b/>
          <w:sz w:val="26"/>
          <w:szCs w:val="26"/>
        </w:rPr>
        <w:t>9</w:t>
      </w:r>
      <w:r w:rsidRPr="005F0F67">
        <w:rPr>
          <w:b/>
          <w:sz w:val="26"/>
          <w:szCs w:val="26"/>
        </w:rPr>
        <w:t>.2021</w:t>
      </w:r>
      <w:r w:rsidR="00C331E7">
        <w:rPr>
          <w:b/>
          <w:sz w:val="26"/>
          <w:szCs w:val="26"/>
        </w:rPr>
        <w:t>г.</w:t>
      </w:r>
      <w:bookmarkStart w:id="0" w:name="_GoBack"/>
      <w:bookmarkEnd w:id="0"/>
    </w:p>
    <w:p w:rsidR="007A201C" w:rsidRPr="00440EBC" w:rsidRDefault="007A201C" w:rsidP="007A201C">
      <w:pPr>
        <w:jc w:val="center"/>
        <w:rPr>
          <w:b/>
          <w:sz w:val="22"/>
          <w:szCs w:val="22"/>
        </w:rPr>
      </w:pPr>
    </w:p>
    <w:tbl>
      <w:tblPr>
        <w:tblW w:w="9811" w:type="dxa"/>
        <w:jc w:val="center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503"/>
        <w:gridCol w:w="2778"/>
      </w:tblGrid>
      <w:tr w:rsidR="00EF5B85" w:rsidRPr="001562AB" w:rsidTr="009A279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EF5B85" w:rsidRPr="006777C1" w:rsidRDefault="00EF5B85" w:rsidP="00137EC5">
            <w:pPr>
              <w:pStyle w:val="a8"/>
              <w:ind w:left="-7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№ лота</w:t>
            </w:r>
          </w:p>
        </w:tc>
        <w:tc>
          <w:tcPr>
            <w:tcW w:w="6503" w:type="dxa"/>
            <w:vAlign w:val="center"/>
          </w:tcPr>
          <w:p w:rsidR="00EF5B85" w:rsidRPr="006777C1" w:rsidRDefault="00EF5B85" w:rsidP="00137EC5">
            <w:pPr>
              <w:pStyle w:val="a8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Предмет аукциона</w:t>
            </w:r>
          </w:p>
        </w:tc>
        <w:tc>
          <w:tcPr>
            <w:tcW w:w="2778" w:type="dxa"/>
            <w:vAlign w:val="center"/>
          </w:tcPr>
          <w:p w:rsidR="00EF5B85" w:rsidRPr="006777C1" w:rsidRDefault="00EF5B85" w:rsidP="00AB56B1">
            <w:pPr>
              <w:pStyle w:val="a8"/>
              <w:ind w:left="-15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C331E7" w:rsidRPr="001562AB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331E7" w:rsidRPr="006777C1" w:rsidRDefault="00C331E7" w:rsidP="00137EC5">
            <w:pPr>
              <w:ind w:firstLine="94"/>
              <w:jc w:val="both"/>
            </w:pPr>
            <w:r w:rsidRPr="006777C1">
              <w:t>1</w:t>
            </w:r>
          </w:p>
        </w:tc>
        <w:tc>
          <w:tcPr>
            <w:tcW w:w="6503" w:type="dxa"/>
          </w:tcPr>
          <w:p w:rsidR="00C331E7" w:rsidRPr="00FB79D1" w:rsidRDefault="00C331E7" w:rsidP="00C331E7">
            <w:pPr>
              <w:jc w:val="both"/>
            </w:pPr>
            <w:r w:rsidRPr="00FB79D1">
              <w:t xml:space="preserve">Право заключения договора аренды земельного участка с кадастровым номером 28:01:020409:3567, площадью 46 </w:t>
            </w:r>
            <w:proofErr w:type="spellStart"/>
            <w:r w:rsidRPr="00FB79D1">
              <w:t>кв</w:t>
            </w:r>
            <w:proofErr w:type="gramStart"/>
            <w:r w:rsidRPr="00FB79D1">
              <w:t>.м</w:t>
            </w:r>
            <w:proofErr w:type="spellEnd"/>
            <w:proofErr w:type="gramEnd"/>
            <w:r w:rsidRPr="00FB79D1">
              <w:t>, расположенного в квартале 409 города Благовещенска, с видом разрешенного использования – хранение автотранспорта</w:t>
            </w:r>
          </w:p>
        </w:tc>
        <w:tc>
          <w:tcPr>
            <w:tcW w:w="2778" w:type="dxa"/>
            <w:vAlign w:val="center"/>
          </w:tcPr>
          <w:p w:rsidR="00C331E7" w:rsidRPr="009A279C" w:rsidRDefault="00C331E7" w:rsidP="00960CF1">
            <w:pPr>
              <w:jc w:val="center"/>
            </w:pPr>
            <w:r>
              <w:t>Аукцион признан несостоявшимся</w:t>
            </w:r>
          </w:p>
        </w:tc>
      </w:tr>
      <w:tr w:rsidR="00C331E7" w:rsidRPr="00C31977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331E7" w:rsidRPr="006777C1" w:rsidRDefault="00C331E7" w:rsidP="00137EC5">
            <w:pPr>
              <w:jc w:val="center"/>
            </w:pPr>
            <w:r w:rsidRPr="006777C1">
              <w:t>2</w:t>
            </w:r>
          </w:p>
        </w:tc>
        <w:tc>
          <w:tcPr>
            <w:tcW w:w="6503" w:type="dxa"/>
          </w:tcPr>
          <w:p w:rsidR="00C331E7" w:rsidRPr="00FB79D1" w:rsidRDefault="00C331E7" w:rsidP="00C331E7">
            <w:pPr>
              <w:jc w:val="both"/>
            </w:pPr>
            <w:r w:rsidRPr="00FB79D1">
              <w:t xml:space="preserve">Право заключения договора аренды земельного участка с кадастровым номером 28:01:020409:3571, площадью 37 </w:t>
            </w:r>
            <w:proofErr w:type="spellStart"/>
            <w:r w:rsidRPr="00FB79D1">
              <w:t>кв</w:t>
            </w:r>
            <w:proofErr w:type="gramStart"/>
            <w:r w:rsidRPr="00FB79D1">
              <w:t>.м</w:t>
            </w:r>
            <w:proofErr w:type="spellEnd"/>
            <w:proofErr w:type="gramEnd"/>
            <w:r w:rsidRPr="00FB79D1">
              <w:t>, расположенного в квартале 409 города Благовещенска, с видом разрешенного использования – хранение автотранспорта</w:t>
            </w:r>
          </w:p>
        </w:tc>
        <w:tc>
          <w:tcPr>
            <w:tcW w:w="2778" w:type="dxa"/>
            <w:vAlign w:val="center"/>
          </w:tcPr>
          <w:p w:rsidR="00C331E7" w:rsidRDefault="00C331E7" w:rsidP="00C331E7">
            <w:pPr>
              <w:jc w:val="center"/>
            </w:pPr>
            <w:r>
              <w:t xml:space="preserve">Договор подлежит заключению, с </w:t>
            </w:r>
            <w:proofErr w:type="gramStart"/>
            <w:r>
              <w:t>единственн</w:t>
            </w:r>
            <w:r>
              <w:t>ым</w:t>
            </w:r>
            <w:proofErr w:type="gramEnd"/>
            <w:r>
              <w:t xml:space="preserve"> подавш</w:t>
            </w:r>
            <w:r>
              <w:t>им</w:t>
            </w:r>
            <w:r>
              <w:t xml:space="preserve"> заявку </w:t>
            </w:r>
          </w:p>
          <w:p w:rsidR="00C331E7" w:rsidRPr="001C4B03" w:rsidRDefault="00C331E7" w:rsidP="00C331E7">
            <w:pPr>
              <w:jc w:val="center"/>
            </w:pPr>
            <w:proofErr w:type="spellStart"/>
            <w:r>
              <w:t>Ветлугаевым</w:t>
            </w:r>
            <w:proofErr w:type="spellEnd"/>
            <w:r>
              <w:t xml:space="preserve"> П.А.</w:t>
            </w:r>
          </w:p>
        </w:tc>
      </w:tr>
      <w:tr w:rsidR="00C331E7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C331E7" w:rsidRPr="006777C1" w:rsidRDefault="00C331E7" w:rsidP="00137EC5">
            <w:pPr>
              <w:jc w:val="center"/>
            </w:pPr>
            <w:r w:rsidRPr="006777C1">
              <w:t>3</w:t>
            </w:r>
          </w:p>
        </w:tc>
        <w:tc>
          <w:tcPr>
            <w:tcW w:w="6503" w:type="dxa"/>
          </w:tcPr>
          <w:p w:rsidR="00C331E7" w:rsidRPr="00FB79D1" w:rsidRDefault="00C331E7" w:rsidP="00C331E7">
            <w:pPr>
              <w:jc w:val="both"/>
            </w:pPr>
            <w:r w:rsidRPr="00FB79D1">
              <w:t xml:space="preserve">Право заключения договора аренды земельного участка с кадастровым номером 28:01:100002:530, площадью 1389 </w:t>
            </w:r>
            <w:proofErr w:type="spellStart"/>
            <w:r w:rsidRPr="00FB79D1">
              <w:t>кв</w:t>
            </w:r>
            <w:proofErr w:type="gramStart"/>
            <w:r w:rsidRPr="00FB79D1">
              <w:t>.м</w:t>
            </w:r>
            <w:proofErr w:type="spellEnd"/>
            <w:proofErr w:type="gramEnd"/>
            <w:r w:rsidRPr="00FB79D1">
              <w:t>, расположенного в квартале П-2 села Плодопитомник, с видом разрешенного использования – гостиничное обслуживание</w:t>
            </w:r>
          </w:p>
        </w:tc>
        <w:tc>
          <w:tcPr>
            <w:tcW w:w="2778" w:type="dxa"/>
            <w:vAlign w:val="center"/>
          </w:tcPr>
          <w:p w:rsidR="00C331E7" w:rsidRPr="009A279C" w:rsidRDefault="00C331E7" w:rsidP="001C4B03">
            <w:pPr>
              <w:jc w:val="center"/>
            </w:pPr>
            <w:r>
              <w:t>Аукцион признан несостоявшимся</w:t>
            </w:r>
          </w:p>
        </w:tc>
      </w:tr>
      <w:tr w:rsidR="00C331E7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C331E7" w:rsidRPr="006777C1" w:rsidRDefault="00C331E7" w:rsidP="00137EC5">
            <w:pPr>
              <w:jc w:val="center"/>
            </w:pPr>
            <w:r w:rsidRPr="006777C1">
              <w:t>4</w:t>
            </w:r>
          </w:p>
        </w:tc>
        <w:tc>
          <w:tcPr>
            <w:tcW w:w="6503" w:type="dxa"/>
          </w:tcPr>
          <w:p w:rsidR="00C331E7" w:rsidRPr="00FB79D1" w:rsidRDefault="00C331E7" w:rsidP="00C331E7">
            <w:pPr>
              <w:jc w:val="both"/>
            </w:pPr>
            <w:r w:rsidRPr="00FB79D1">
              <w:t xml:space="preserve">Право заключения договора аренды земельного участка с кадастровым номером 28:01:100002:531, площадью 1348 </w:t>
            </w:r>
            <w:proofErr w:type="spellStart"/>
            <w:r w:rsidRPr="00FB79D1">
              <w:t>кв</w:t>
            </w:r>
            <w:proofErr w:type="gramStart"/>
            <w:r w:rsidRPr="00FB79D1">
              <w:t>.м</w:t>
            </w:r>
            <w:proofErr w:type="spellEnd"/>
            <w:proofErr w:type="gramEnd"/>
            <w:r w:rsidRPr="00FB79D1">
              <w:t>, расположенного в квартале П-2 села Плодопитомник, с видом разрешенного использования – гостиничное обслуживание</w:t>
            </w:r>
          </w:p>
        </w:tc>
        <w:tc>
          <w:tcPr>
            <w:tcW w:w="2778" w:type="dxa"/>
            <w:vAlign w:val="center"/>
          </w:tcPr>
          <w:p w:rsidR="00C331E7" w:rsidRPr="009A279C" w:rsidRDefault="00C331E7" w:rsidP="00EE565D">
            <w:pPr>
              <w:jc w:val="center"/>
            </w:pPr>
            <w:r w:rsidRPr="00C331E7">
              <w:t>Аукцион признан несостоявшимся</w:t>
            </w:r>
          </w:p>
        </w:tc>
      </w:tr>
      <w:tr w:rsidR="00C331E7" w:rsidRPr="00C31977" w:rsidTr="00EE565D">
        <w:trPr>
          <w:cantSplit/>
          <w:trHeight w:val="900"/>
          <w:jc w:val="center"/>
        </w:trPr>
        <w:tc>
          <w:tcPr>
            <w:tcW w:w="530" w:type="dxa"/>
            <w:vAlign w:val="center"/>
          </w:tcPr>
          <w:p w:rsidR="00C331E7" w:rsidRPr="006777C1" w:rsidRDefault="00C331E7" w:rsidP="00137EC5">
            <w:pPr>
              <w:jc w:val="center"/>
            </w:pPr>
            <w:r>
              <w:t>5</w:t>
            </w:r>
          </w:p>
        </w:tc>
        <w:tc>
          <w:tcPr>
            <w:tcW w:w="6503" w:type="dxa"/>
          </w:tcPr>
          <w:p w:rsidR="00C331E7" w:rsidRPr="00FB79D1" w:rsidRDefault="00C331E7" w:rsidP="00C331E7">
            <w:pPr>
              <w:jc w:val="both"/>
            </w:pPr>
            <w:r w:rsidRPr="00FB79D1">
              <w:t xml:space="preserve">Право заключения договора аренды земельного участка с кадастровым номером 28:01:100002:532, площадью 1009 </w:t>
            </w:r>
            <w:proofErr w:type="spellStart"/>
            <w:r w:rsidRPr="00FB79D1">
              <w:t>кв</w:t>
            </w:r>
            <w:proofErr w:type="gramStart"/>
            <w:r w:rsidRPr="00FB79D1">
              <w:t>.м</w:t>
            </w:r>
            <w:proofErr w:type="spellEnd"/>
            <w:proofErr w:type="gramEnd"/>
            <w:r w:rsidRPr="00FB79D1">
              <w:t>, расположенного в квартале П-2 села Плодопитомник, с видом разрешенного использования – гостиничное обслуживание</w:t>
            </w:r>
          </w:p>
        </w:tc>
        <w:tc>
          <w:tcPr>
            <w:tcW w:w="2778" w:type="dxa"/>
            <w:vAlign w:val="center"/>
          </w:tcPr>
          <w:p w:rsidR="00C331E7" w:rsidRPr="009A279C" w:rsidRDefault="00C331E7" w:rsidP="009A279C">
            <w:pPr>
              <w:jc w:val="center"/>
            </w:pPr>
            <w:r w:rsidRPr="00291FB5">
              <w:t>Аукцион признан несостоявшимся</w:t>
            </w:r>
          </w:p>
        </w:tc>
      </w:tr>
      <w:tr w:rsidR="00C331E7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C331E7" w:rsidRDefault="00C331E7" w:rsidP="00137EC5">
            <w:pPr>
              <w:jc w:val="center"/>
            </w:pPr>
            <w:r>
              <w:t>6</w:t>
            </w:r>
          </w:p>
        </w:tc>
        <w:tc>
          <w:tcPr>
            <w:tcW w:w="6503" w:type="dxa"/>
          </w:tcPr>
          <w:p w:rsidR="00C331E7" w:rsidRDefault="00C331E7" w:rsidP="00C331E7">
            <w:pPr>
              <w:jc w:val="both"/>
            </w:pPr>
            <w:r w:rsidRPr="00FB79D1">
              <w:t xml:space="preserve">Право заключения договора аренды земельного участка с кадастровым номером 28:01:100002:535, площадью 1747 </w:t>
            </w:r>
            <w:proofErr w:type="spellStart"/>
            <w:r w:rsidRPr="00FB79D1">
              <w:t>кв</w:t>
            </w:r>
            <w:proofErr w:type="gramStart"/>
            <w:r w:rsidRPr="00FB79D1">
              <w:t>.м</w:t>
            </w:r>
            <w:proofErr w:type="spellEnd"/>
            <w:proofErr w:type="gramEnd"/>
            <w:r w:rsidRPr="00FB79D1">
              <w:t>, расположенного в квартале П-2 села Плодопитомник, с видом разрешенного использования – магазин</w:t>
            </w:r>
          </w:p>
        </w:tc>
        <w:tc>
          <w:tcPr>
            <w:tcW w:w="2778" w:type="dxa"/>
            <w:vAlign w:val="center"/>
          </w:tcPr>
          <w:p w:rsidR="00C331E7" w:rsidRDefault="00C331E7" w:rsidP="00C331E7">
            <w:pPr>
              <w:jc w:val="center"/>
            </w:pPr>
            <w:r w:rsidRPr="00C331E7">
              <w:t xml:space="preserve">Договор подлежит заключению, с </w:t>
            </w:r>
            <w:proofErr w:type="gramStart"/>
            <w:r w:rsidRPr="00C331E7">
              <w:t>единственным</w:t>
            </w:r>
            <w:proofErr w:type="gramEnd"/>
            <w:r w:rsidRPr="00C331E7">
              <w:t xml:space="preserve"> подавшим заявку</w:t>
            </w:r>
          </w:p>
          <w:p w:rsidR="00C331E7" w:rsidRPr="00957203" w:rsidRDefault="00C331E7" w:rsidP="00C331E7">
            <w:pPr>
              <w:jc w:val="center"/>
            </w:pPr>
            <w:r>
              <w:t>Носовым Д.Д.</w:t>
            </w:r>
          </w:p>
        </w:tc>
      </w:tr>
    </w:tbl>
    <w:p w:rsidR="00224609" w:rsidRPr="00943C53" w:rsidRDefault="00224609" w:rsidP="00440EBC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</w:pPr>
    </w:p>
    <w:sectPr w:rsidR="00224609" w:rsidRPr="00943C53" w:rsidSect="00EE096E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7B" w:rsidRDefault="00D2057B">
      <w:r>
        <w:separator/>
      </w:r>
    </w:p>
  </w:endnote>
  <w:endnote w:type="continuationSeparator" w:id="0">
    <w:p w:rsidR="00D2057B" w:rsidRDefault="00D2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31E7">
      <w:rPr>
        <w:rStyle w:val="a5"/>
        <w:noProof/>
      </w:rPr>
      <w:t>1</w: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7B" w:rsidRDefault="00D2057B">
      <w:r>
        <w:separator/>
      </w:r>
    </w:p>
  </w:footnote>
  <w:footnote w:type="continuationSeparator" w:id="0">
    <w:p w:rsidR="00D2057B" w:rsidRDefault="00D2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1F181D"/>
    <w:multiLevelType w:val="hybridMultilevel"/>
    <w:tmpl w:val="79C87052"/>
    <w:lvl w:ilvl="0" w:tplc="75C8088E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CE8"/>
    <w:rsid w:val="0000156C"/>
    <w:rsid w:val="00003893"/>
    <w:rsid w:val="00003967"/>
    <w:rsid w:val="00003989"/>
    <w:rsid w:val="000047B9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418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5C27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C1B"/>
    <w:rsid w:val="000A4FC5"/>
    <w:rsid w:val="000A51BC"/>
    <w:rsid w:val="000A592E"/>
    <w:rsid w:val="000A5E8C"/>
    <w:rsid w:val="000A6B38"/>
    <w:rsid w:val="000A71C6"/>
    <w:rsid w:val="000A743F"/>
    <w:rsid w:val="000A750A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520"/>
    <w:rsid w:val="000F681E"/>
    <w:rsid w:val="0010001C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38A4"/>
    <w:rsid w:val="00114E67"/>
    <w:rsid w:val="00114F86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0CA6"/>
    <w:rsid w:val="00150FD5"/>
    <w:rsid w:val="00151045"/>
    <w:rsid w:val="00151329"/>
    <w:rsid w:val="001513C3"/>
    <w:rsid w:val="00152132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5D20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B6F"/>
    <w:rsid w:val="00184042"/>
    <w:rsid w:val="00184C03"/>
    <w:rsid w:val="001850B2"/>
    <w:rsid w:val="00186096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1DB4"/>
    <w:rsid w:val="001A3685"/>
    <w:rsid w:val="001A3BC6"/>
    <w:rsid w:val="001A3D61"/>
    <w:rsid w:val="001A51ED"/>
    <w:rsid w:val="001A5EBB"/>
    <w:rsid w:val="001A5FD4"/>
    <w:rsid w:val="001A6127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1F5D"/>
    <w:rsid w:val="001C22B5"/>
    <w:rsid w:val="001C2600"/>
    <w:rsid w:val="001C2E0A"/>
    <w:rsid w:val="001C4B03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02B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46CAD"/>
    <w:rsid w:val="002504AC"/>
    <w:rsid w:val="0025104A"/>
    <w:rsid w:val="002529C9"/>
    <w:rsid w:val="00252F5E"/>
    <w:rsid w:val="00255319"/>
    <w:rsid w:val="0025638A"/>
    <w:rsid w:val="00257B14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0B4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1FB5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810"/>
    <w:rsid w:val="002A2CC0"/>
    <w:rsid w:val="002A3282"/>
    <w:rsid w:val="002A3EEA"/>
    <w:rsid w:val="002A465A"/>
    <w:rsid w:val="002A46DE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1E0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43C"/>
    <w:rsid w:val="002E3557"/>
    <w:rsid w:val="002E40EF"/>
    <w:rsid w:val="002E4F24"/>
    <w:rsid w:val="002E56D6"/>
    <w:rsid w:val="002E58EF"/>
    <w:rsid w:val="002E5916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23E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BD6"/>
    <w:rsid w:val="00355C35"/>
    <w:rsid w:val="00355E48"/>
    <w:rsid w:val="0035603B"/>
    <w:rsid w:val="003578C5"/>
    <w:rsid w:val="00360997"/>
    <w:rsid w:val="00360F94"/>
    <w:rsid w:val="00361191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E96"/>
    <w:rsid w:val="003A2F8F"/>
    <w:rsid w:val="003A3064"/>
    <w:rsid w:val="003A3657"/>
    <w:rsid w:val="003A410B"/>
    <w:rsid w:val="003A4656"/>
    <w:rsid w:val="003A5411"/>
    <w:rsid w:val="003A5DF0"/>
    <w:rsid w:val="003A717E"/>
    <w:rsid w:val="003B0A53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3A45"/>
    <w:rsid w:val="003C4C29"/>
    <w:rsid w:val="003C5065"/>
    <w:rsid w:val="003C5554"/>
    <w:rsid w:val="003C5B57"/>
    <w:rsid w:val="003C6A7D"/>
    <w:rsid w:val="003C7032"/>
    <w:rsid w:val="003C7180"/>
    <w:rsid w:val="003C7246"/>
    <w:rsid w:val="003D02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708E"/>
    <w:rsid w:val="003F737E"/>
    <w:rsid w:val="00400B7C"/>
    <w:rsid w:val="00400CE2"/>
    <w:rsid w:val="00400FB0"/>
    <w:rsid w:val="00402BBC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218E"/>
    <w:rsid w:val="004122B0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27D33"/>
    <w:rsid w:val="0043026C"/>
    <w:rsid w:val="00431097"/>
    <w:rsid w:val="00431407"/>
    <w:rsid w:val="004314E5"/>
    <w:rsid w:val="00432CED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0EB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439A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3DB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4AC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CF2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E0C50"/>
    <w:rsid w:val="004E109A"/>
    <w:rsid w:val="004E10D4"/>
    <w:rsid w:val="004E1A5B"/>
    <w:rsid w:val="004E2A91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8FC"/>
    <w:rsid w:val="004F00B4"/>
    <w:rsid w:val="004F09CB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26A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4ED8"/>
    <w:rsid w:val="005455A8"/>
    <w:rsid w:val="00545D2C"/>
    <w:rsid w:val="005463AE"/>
    <w:rsid w:val="00546DA0"/>
    <w:rsid w:val="005473EF"/>
    <w:rsid w:val="00547C3A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4903"/>
    <w:rsid w:val="005651A8"/>
    <w:rsid w:val="00565CDD"/>
    <w:rsid w:val="00566373"/>
    <w:rsid w:val="00566412"/>
    <w:rsid w:val="00566F43"/>
    <w:rsid w:val="00567345"/>
    <w:rsid w:val="00567AA8"/>
    <w:rsid w:val="00567DD1"/>
    <w:rsid w:val="00567EEF"/>
    <w:rsid w:val="00570136"/>
    <w:rsid w:val="00570289"/>
    <w:rsid w:val="00571A9C"/>
    <w:rsid w:val="00572016"/>
    <w:rsid w:val="00572205"/>
    <w:rsid w:val="00572264"/>
    <w:rsid w:val="005731FB"/>
    <w:rsid w:val="00573251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467"/>
    <w:rsid w:val="00584E3F"/>
    <w:rsid w:val="00585A1F"/>
    <w:rsid w:val="00585A35"/>
    <w:rsid w:val="00585A8E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8E0"/>
    <w:rsid w:val="00594133"/>
    <w:rsid w:val="00594920"/>
    <w:rsid w:val="00594B5C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4D69"/>
    <w:rsid w:val="005A5027"/>
    <w:rsid w:val="005A51C9"/>
    <w:rsid w:val="005A51E4"/>
    <w:rsid w:val="005A5DD3"/>
    <w:rsid w:val="005A63F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551E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053"/>
    <w:rsid w:val="005E0FB1"/>
    <w:rsid w:val="005E1CA3"/>
    <w:rsid w:val="005E1E9D"/>
    <w:rsid w:val="005E2D29"/>
    <w:rsid w:val="005E4088"/>
    <w:rsid w:val="005F0301"/>
    <w:rsid w:val="005F0F67"/>
    <w:rsid w:val="005F16F7"/>
    <w:rsid w:val="005F27DB"/>
    <w:rsid w:val="005F2A32"/>
    <w:rsid w:val="005F4167"/>
    <w:rsid w:val="005F5389"/>
    <w:rsid w:val="006005E5"/>
    <w:rsid w:val="006009F5"/>
    <w:rsid w:val="00601533"/>
    <w:rsid w:val="00601B9B"/>
    <w:rsid w:val="00601D3B"/>
    <w:rsid w:val="00602141"/>
    <w:rsid w:val="00602E19"/>
    <w:rsid w:val="00604408"/>
    <w:rsid w:val="0060502D"/>
    <w:rsid w:val="00605115"/>
    <w:rsid w:val="006055D5"/>
    <w:rsid w:val="006058BD"/>
    <w:rsid w:val="006066ED"/>
    <w:rsid w:val="00606FE6"/>
    <w:rsid w:val="00610893"/>
    <w:rsid w:val="00610AF9"/>
    <w:rsid w:val="00610BAA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1A0A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751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02D8"/>
    <w:rsid w:val="00651411"/>
    <w:rsid w:val="00652299"/>
    <w:rsid w:val="00652795"/>
    <w:rsid w:val="006542A7"/>
    <w:rsid w:val="00654403"/>
    <w:rsid w:val="00654AD1"/>
    <w:rsid w:val="00655F46"/>
    <w:rsid w:val="00656187"/>
    <w:rsid w:val="00656204"/>
    <w:rsid w:val="00656360"/>
    <w:rsid w:val="00657AD7"/>
    <w:rsid w:val="00660EF9"/>
    <w:rsid w:val="006611B0"/>
    <w:rsid w:val="00661CC1"/>
    <w:rsid w:val="00661E3B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777C1"/>
    <w:rsid w:val="00680E4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6015"/>
    <w:rsid w:val="00696029"/>
    <w:rsid w:val="00696DCC"/>
    <w:rsid w:val="0069718B"/>
    <w:rsid w:val="006976A4"/>
    <w:rsid w:val="006977FE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00B"/>
    <w:rsid w:val="006A6474"/>
    <w:rsid w:val="006A70C4"/>
    <w:rsid w:val="006A7A65"/>
    <w:rsid w:val="006B392A"/>
    <w:rsid w:val="006B431A"/>
    <w:rsid w:val="006B47DC"/>
    <w:rsid w:val="006B5D90"/>
    <w:rsid w:val="006B6592"/>
    <w:rsid w:val="006B6A90"/>
    <w:rsid w:val="006B74FC"/>
    <w:rsid w:val="006B7865"/>
    <w:rsid w:val="006C0083"/>
    <w:rsid w:val="006C2292"/>
    <w:rsid w:val="006C28C1"/>
    <w:rsid w:val="006C2C8C"/>
    <w:rsid w:val="006C3D46"/>
    <w:rsid w:val="006C42C3"/>
    <w:rsid w:val="006C5A79"/>
    <w:rsid w:val="006C6C2F"/>
    <w:rsid w:val="006D0921"/>
    <w:rsid w:val="006D1785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E7C93"/>
    <w:rsid w:val="006F0D6D"/>
    <w:rsid w:val="006F1CF6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5F"/>
    <w:rsid w:val="006F7B18"/>
    <w:rsid w:val="006F7E7D"/>
    <w:rsid w:val="007005BB"/>
    <w:rsid w:val="0070078F"/>
    <w:rsid w:val="00700AC9"/>
    <w:rsid w:val="00701F2B"/>
    <w:rsid w:val="00702CF9"/>
    <w:rsid w:val="00703EB6"/>
    <w:rsid w:val="00705C5D"/>
    <w:rsid w:val="00707278"/>
    <w:rsid w:val="007101AD"/>
    <w:rsid w:val="00710855"/>
    <w:rsid w:val="007110D9"/>
    <w:rsid w:val="0071116B"/>
    <w:rsid w:val="007116D3"/>
    <w:rsid w:val="0071306E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2C00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099A"/>
    <w:rsid w:val="00771692"/>
    <w:rsid w:val="00771BD1"/>
    <w:rsid w:val="007726D6"/>
    <w:rsid w:val="00772AC7"/>
    <w:rsid w:val="00772D84"/>
    <w:rsid w:val="0077319C"/>
    <w:rsid w:val="00773510"/>
    <w:rsid w:val="0077496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01C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B6A"/>
    <w:rsid w:val="007D4DDF"/>
    <w:rsid w:val="007D52F3"/>
    <w:rsid w:val="007D56A0"/>
    <w:rsid w:val="007D75B1"/>
    <w:rsid w:val="007E0B75"/>
    <w:rsid w:val="007E25BF"/>
    <w:rsid w:val="007E26CD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F55"/>
    <w:rsid w:val="00803334"/>
    <w:rsid w:val="008036EA"/>
    <w:rsid w:val="00803FE2"/>
    <w:rsid w:val="00806691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5133"/>
    <w:rsid w:val="00827767"/>
    <w:rsid w:val="00827F7E"/>
    <w:rsid w:val="00830A09"/>
    <w:rsid w:val="008313D4"/>
    <w:rsid w:val="008319A7"/>
    <w:rsid w:val="00831C1E"/>
    <w:rsid w:val="00833A47"/>
    <w:rsid w:val="00833CF3"/>
    <w:rsid w:val="0083496F"/>
    <w:rsid w:val="00834AC2"/>
    <w:rsid w:val="00835E2C"/>
    <w:rsid w:val="008369E9"/>
    <w:rsid w:val="00836CD4"/>
    <w:rsid w:val="00837C9E"/>
    <w:rsid w:val="008401F1"/>
    <w:rsid w:val="008405A0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2EDF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1686"/>
    <w:rsid w:val="00882942"/>
    <w:rsid w:val="00884432"/>
    <w:rsid w:val="008845B7"/>
    <w:rsid w:val="00885825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CF4"/>
    <w:rsid w:val="008A4FF3"/>
    <w:rsid w:val="008A5B5D"/>
    <w:rsid w:val="008A5CA6"/>
    <w:rsid w:val="008A66EF"/>
    <w:rsid w:val="008B02E4"/>
    <w:rsid w:val="008B0CB5"/>
    <w:rsid w:val="008B0FC8"/>
    <w:rsid w:val="008B15E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0EF"/>
    <w:rsid w:val="008C7BF0"/>
    <w:rsid w:val="008C7DC8"/>
    <w:rsid w:val="008D042A"/>
    <w:rsid w:val="008D0709"/>
    <w:rsid w:val="008D1342"/>
    <w:rsid w:val="008D1A07"/>
    <w:rsid w:val="008D2A7B"/>
    <w:rsid w:val="008D2ACD"/>
    <w:rsid w:val="008D3057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858"/>
    <w:rsid w:val="008D7F14"/>
    <w:rsid w:val="008D7F3E"/>
    <w:rsid w:val="008E049D"/>
    <w:rsid w:val="008E06D5"/>
    <w:rsid w:val="008E14ED"/>
    <w:rsid w:val="008E2B88"/>
    <w:rsid w:val="008E33B1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D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3B01"/>
    <w:rsid w:val="0092531E"/>
    <w:rsid w:val="0092576F"/>
    <w:rsid w:val="00925CC4"/>
    <w:rsid w:val="009268BE"/>
    <w:rsid w:val="009301AE"/>
    <w:rsid w:val="009309F5"/>
    <w:rsid w:val="009319A7"/>
    <w:rsid w:val="00932036"/>
    <w:rsid w:val="00932E41"/>
    <w:rsid w:val="00933DAD"/>
    <w:rsid w:val="00934936"/>
    <w:rsid w:val="00934AFC"/>
    <w:rsid w:val="00935054"/>
    <w:rsid w:val="00936032"/>
    <w:rsid w:val="009363FD"/>
    <w:rsid w:val="009375FB"/>
    <w:rsid w:val="00937A21"/>
    <w:rsid w:val="00937A78"/>
    <w:rsid w:val="00937D7E"/>
    <w:rsid w:val="00940834"/>
    <w:rsid w:val="009419C3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F60"/>
    <w:rsid w:val="00957203"/>
    <w:rsid w:val="0095743C"/>
    <w:rsid w:val="00960008"/>
    <w:rsid w:val="00960CF1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D7B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79C"/>
    <w:rsid w:val="009A2AE0"/>
    <w:rsid w:val="009A2B02"/>
    <w:rsid w:val="009A3AC8"/>
    <w:rsid w:val="009A4969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149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BC5"/>
    <w:rsid w:val="009D0EDF"/>
    <w:rsid w:val="009D10EF"/>
    <w:rsid w:val="009D2594"/>
    <w:rsid w:val="009D372A"/>
    <w:rsid w:val="009D43D3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3EA0"/>
    <w:rsid w:val="00A34161"/>
    <w:rsid w:val="00A35793"/>
    <w:rsid w:val="00A35C19"/>
    <w:rsid w:val="00A36EAA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4FC4"/>
    <w:rsid w:val="00A55E5F"/>
    <w:rsid w:val="00A56074"/>
    <w:rsid w:val="00A56C35"/>
    <w:rsid w:val="00A57A43"/>
    <w:rsid w:val="00A60CD0"/>
    <w:rsid w:val="00A611D5"/>
    <w:rsid w:val="00A612A9"/>
    <w:rsid w:val="00A61B67"/>
    <w:rsid w:val="00A62A30"/>
    <w:rsid w:val="00A62E75"/>
    <w:rsid w:val="00A62EF1"/>
    <w:rsid w:val="00A63EF4"/>
    <w:rsid w:val="00A660D2"/>
    <w:rsid w:val="00A66475"/>
    <w:rsid w:val="00A67836"/>
    <w:rsid w:val="00A7060E"/>
    <w:rsid w:val="00A709D8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05CC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6B1"/>
    <w:rsid w:val="00AB5B1A"/>
    <w:rsid w:val="00AB6BF0"/>
    <w:rsid w:val="00AB6DA1"/>
    <w:rsid w:val="00AB6EEA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11"/>
    <w:rsid w:val="00AD6EF6"/>
    <w:rsid w:val="00AE03C5"/>
    <w:rsid w:val="00AE0CF9"/>
    <w:rsid w:val="00AE13DC"/>
    <w:rsid w:val="00AE1512"/>
    <w:rsid w:val="00AE1867"/>
    <w:rsid w:val="00AE1A62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2176"/>
    <w:rsid w:val="00B22C31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0E4"/>
    <w:rsid w:val="00B307D8"/>
    <w:rsid w:val="00B31A07"/>
    <w:rsid w:val="00B31CAC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19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3F36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392C"/>
    <w:rsid w:val="00BA4139"/>
    <w:rsid w:val="00BA4914"/>
    <w:rsid w:val="00BA5929"/>
    <w:rsid w:val="00BA5DCB"/>
    <w:rsid w:val="00BA6338"/>
    <w:rsid w:val="00BA63F6"/>
    <w:rsid w:val="00BA72B2"/>
    <w:rsid w:val="00BA7657"/>
    <w:rsid w:val="00BB0361"/>
    <w:rsid w:val="00BB048A"/>
    <w:rsid w:val="00BB0620"/>
    <w:rsid w:val="00BB0A78"/>
    <w:rsid w:val="00BB1C9B"/>
    <w:rsid w:val="00BB4498"/>
    <w:rsid w:val="00BB44A5"/>
    <w:rsid w:val="00BB4613"/>
    <w:rsid w:val="00BB4BD6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9DC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2DA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16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9FF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2D76"/>
    <w:rsid w:val="00C33137"/>
    <w:rsid w:val="00C331E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3EC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A32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ADB"/>
    <w:rsid w:val="00CA3FC5"/>
    <w:rsid w:val="00CA57CC"/>
    <w:rsid w:val="00CA6582"/>
    <w:rsid w:val="00CA6AD9"/>
    <w:rsid w:val="00CA70DC"/>
    <w:rsid w:val="00CB1886"/>
    <w:rsid w:val="00CB27F4"/>
    <w:rsid w:val="00CB2E45"/>
    <w:rsid w:val="00CB41FC"/>
    <w:rsid w:val="00CB4D55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4C89"/>
    <w:rsid w:val="00CC53F9"/>
    <w:rsid w:val="00CC5CCB"/>
    <w:rsid w:val="00CC6F12"/>
    <w:rsid w:val="00CC78A1"/>
    <w:rsid w:val="00CD0203"/>
    <w:rsid w:val="00CD0FF0"/>
    <w:rsid w:val="00CD139C"/>
    <w:rsid w:val="00CD1513"/>
    <w:rsid w:val="00CD2BD4"/>
    <w:rsid w:val="00CD2CE6"/>
    <w:rsid w:val="00CD2DEB"/>
    <w:rsid w:val="00CD2E62"/>
    <w:rsid w:val="00CD336A"/>
    <w:rsid w:val="00CD3BA7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57B"/>
    <w:rsid w:val="00D2074B"/>
    <w:rsid w:val="00D2249A"/>
    <w:rsid w:val="00D22726"/>
    <w:rsid w:val="00D234FC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072"/>
    <w:rsid w:val="00D421AC"/>
    <w:rsid w:val="00D42796"/>
    <w:rsid w:val="00D4294D"/>
    <w:rsid w:val="00D42E3A"/>
    <w:rsid w:val="00D441AF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5D45"/>
    <w:rsid w:val="00D671DA"/>
    <w:rsid w:val="00D677F9"/>
    <w:rsid w:val="00D67ECB"/>
    <w:rsid w:val="00D74693"/>
    <w:rsid w:val="00D748F9"/>
    <w:rsid w:val="00D7793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6BF3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1D27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A70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653"/>
    <w:rsid w:val="00DF4C03"/>
    <w:rsid w:val="00DF6A9A"/>
    <w:rsid w:val="00DF6DDE"/>
    <w:rsid w:val="00DF705E"/>
    <w:rsid w:val="00DF7D93"/>
    <w:rsid w:val="00E00EDD"/>
    <w:rsid w:val="00E023B7"/>
    <w:rsid w:val="00E03074"/>
    <w:rsid w:val="00E039BE"/>
    <w:rsid w:val="00E04562"/>
    <w:rsid w:val="00E0467D"/>
    <w:rsid w:val="00E05305"/>
    <w:rsid w:val="00E05785"/>
    <w:rsid w:val="00E06DDF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4EB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4CE5"/>
    <w:rsid w:val="00E3556E"/>
    <w:rsid w:val="00E35674"/>
    <w:rsid w:val="00E36853"/>
    <w:rsid w:val="00E36B0F"/>
    <w:rsid w:val="00E36F48"/>
    <w:rsid w:val="00E37C4D"/>
    <w:rsid w:val="00E40282"/>
    <w:rsid w:val="00E414C9"/>
    <w:rsid w:val="00E43E7C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27"/>
    <w:rsid w:val="00E67A1A"/>
    <w:rsid w:val="00E67B20"/>
    <w:rsid w:val="00E7049C"/>
    <w:rsid w:val="00E70C56"/>
    <w:rsid w:val="00E7481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5EE0"/>
    <w:rsid w:val="00E86188"/>
    <w:rsid w:val="00E86270"/>
    <w:rsid w:val="00E8645D"/>
    <w:rsid w:val="00E869B2"/>
    <w:rsid w:val="00E86F56"/>
    <w:rsid w:val="00E87537"/>
    <w:rsid w:val="00E907C8"/>
    <w:rsid w:val="00E91324"/>
    <w:rsid w:val="00E91B7C"/>
    <w:rsid w:val="00E92778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96E"/>
    <w:rsid w:val="00EE0E6E"/>
    <w:rsid w:val="00EE136D"/>
    <w:rsid w:val="00EE193E"/>
    <w:rsid w:val="00EE274C"/>
    <w:rsid w:val="00EE3EF2"/>
    <w:rsid w:val="00EE565D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59E3"/>
    <w:rsid w:val="00EF5B85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696"/>
    <w:rsid w:val="00F0576D"/>
    <w:rsid w:val="00F05D41"/>
    <w:rsid w:val="00F05F23"/>
    <w:rsid w:val="00F06697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353"/>
    <w:rsid w:val="00F21D50"/>
    <w:rsid w:val="00F22086"/>
    <w:rsid w:val="00F2389F"/>
    <w:rsid w:val="00F23FB6"/>
    <w:rsid w:val="00F24C65"/>
    <w:rsid w:val="00F2502D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C49"/>
    <w:rsid w:val="00F80DDA"/>
    <w:rsid w:val="00F80EC6"/>
    <w:rsid w:val="00F81285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A0003"/>
    <w:rsid w:val="00FA0CD6"/>
    <w:rsid w:val="00FA0E1D"/>
    <w:rsid w:val="00FA1887"/>
    <w:rsid w:val="00FA21E0"/>
    <w:rsid w:val="00FA26EF"/>
    <w:rsid w:val="00FA2A98"/>
    <w:rsid w:val="00FA31C5"/>
    <w:rsid w:val="00FA3206"/>
    <w:rsid w:val="00FA321F"/>
    <w:rsid w:val="00FA654E"/>
    <w:rsid w:val="00FA6859"/>
    <w:rsid w:val="00FA71C1"/>
    <w:rsid w:val="00FA7BB8"/>
    <w:rsid w:val="00FB0A43"/>
    <w:rsid w:val="00FB0B09"/>
    <w:rsid w:val="00FB409A"/>
    <w:rsid w:val="00FB647C"/>
    <w:rsid w:val="00FB65A4"/>
    <w:rsid w:val="00FB6C07"/>
    <w:rsid w:val="00FB7F31"/>
    <w:rsid w:val="00FC00D0"/>
    <w:rsid w:val="00FC03BC"/>
    <w:rsid w:val="00FC0549"/>
    <w:rsid w:val="00FC11F8"/>
    <w:rsid w:val="00FC1286"/>
    <w:rsid w:val="00FC239D"/>
    <w:rsid w:val="00FC2590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341F"/>
    <w:rsid w:val="00FD40B0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17E"/>
    <w:rsid w:val="00FF0574"/>
    <w:rsid w:val="00FF07B2"/>
    <w:rsid w:val="00FF1C41"/>
    <w:rsid w:val="00FF20F3"/>
    <w:rsid w:val="00FF231A"/>
    <w:rsid w:val="00FF2532"/>
    <w:rsid w:val="00FF39F2"/>
    <w:rsid w:val="00FF3DC8"/>
    <w:rsid w:val="00FF5A2D"/>
    <w:rsid w:val="00FF5E38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C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C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06383-307C-41C6-9D4D-F3FCF03DC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2</cp:revision>
  <cp:lastPrinted>2021-09-16T01:59:00Z</cp:lastPrinted>
  <dcterms:created xsi:type="dcterms:W3CDTF">2021-09-16T05:27:00Z</dcterms:created>
  <dcterms:modified xsi:type="dcterms:W3CDTF">2021-09-16T05:27:00Z</dcterms:modified>
</cp:coreProperties>
</file>