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33" w:rsidRPr="005741F5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440C33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>
        <w:rPr>
          <w:b/>
        </w:rPr>
        <w:t xml:space="preserve"> по продаже земельн</w:t>
      </w:r>
      <w:r w:rsidR="0052041A">
        <w:rPr>
          <w:b/>
        </w:rPr>
        <w:t>ого</w:t>
      </w:r>
      <w:r>
        <w:rPr>
          <w:b/>
        </w:rPr>
        <w:t xml:space="preserve"> участк</w:t>
      </w:r>
      <w:r w:rsidR="0052041A">
        <w:rPr>
          <w:b/>
        </w:rPr>
        <w:t>а</w:t>
      </w:r>
      <w:r>
        <w:rPr>
          <w:b/>
        </w:rPr>
        <w:t xml:space="preserve">, </w:t>
      </w:r>
    </w:p>
    <w:p w:rsidR="00440C33" w:rsidRPr="00943C53" w:rsidRDefault="00440C33" w:rsidP="00440C33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1B0A42">
        <w:rPr>
          <w:b/>
        </w:rPr>
        <w:t>03</w:t>
      </w:r>
      <w:r w:rsidRPr="005741F5">
        <w:rPr>
          <w:b/>
        </w:rPr>
        <w:t>.</w:t>
      </w:r>
      <w:r w:rsidR="00D312EE">
        <w:rPr>
          <w:b/>
        </w:rPr>
        <w:t>0</w:t>
      </w:r>
      <w:r w:rsidR="001B0A42">
        <w:rPr>
          <w:b/>
        </w:rPr>
        <w:t>2</w:t>
      </w:r>
      <w:r w:rsidRPr="005741F5">
        <w:rPr>
          <w:b/>
        </w:rPr>
        <w:t>.202</w:t>
      </w:r>
      <w:r w:rsidR="00D312EE">
        <w:rPr>
          <w:b/>
        </w:rPr>
        <w:t>3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AF4A6B" w:rsidRDefault="00AF1638" w:rsidP="00B15A0B">
      <w:pPr>
        <w:suppressAutoHyphens/>
        <w:jc w:val="center"/>
        <w:rPr>
          <w:b/>
          <w:i/>
          <w:sz w:val="20"/>
          <w:szCs w:val="2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086"/>
        <w:gridCol w:w="2860"/>
      </w:tblGrid>
      <w:tr w:rsidR="00440C33" w:rsidRPr="00D75F92" w:rsidTr="00C9748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440C33" w:rsidRPr="0093613F" w:rsidRDefault="00440C33" w:rsidP="00AF4A6B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086" w:type="dxa"/>
            <w:vAlign w:val="center"/>
          </w:tcPr>
          <w:p w:rsidR="00440C33" w:rsidRPr="0093613F" w:rsidRDefault="00440C33" w:rsidP="00B15A0B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860" w:type="dxa"/>
            <w:vAlign w:val="center"/>
          </w:tcPr>
          <w:p w:rsidR="00440C33" w:rsidRPr="0093613F" w:rsidRDefault="00C9748C" w:rsidP="0068354E">
            <w:pPr>
              <w:pStyle w:val="a8"/>
              <w:suppressAutoHyphens/>
              <w:ind w:left="-15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1B0A42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B0A42" w:rsidRPr="0093613F" w:rsidRDefault="001B0A42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1</w:t>
            </w:r>
          </w:p>
        </w:tc>
        <w:tc>
          <w:tcPr>
            <w:tcW w:w="6086" w:type="dxa"/>
          </w:tcPr>
          <w:p w:rsidR="001B0A42" w:rsidRPr="00426E4C" w:rsidRDefault="001B0A42" w:rsidP="007E060E">
            <w:r w:rsidRPr="00426E4C">
              <w:t xml:space="preserve">Право заключения договора аренды земельного участка с кадастровым номером 28:01:170175:4, площадью 334 </w:t>
            </w:r>
            <w:proofErr w:type="spellStart"/>
            <w:r w:rsidRPr="00426E4C">
              <w:t>кв</w:t>
            </w:r>
            <w:proofErr w:type="gramStart"/>
            <w:r w:rsidRPr="00426E4C">
              <w:t>.м</w:t>
            </w:r>
            <w:proofErr w:type="spellEnd"/>
            <w:proofErr w:type="gramEnd"/>
            <w:r w:rsidRPr="00426E4C">
              <w:t>, расположенного в селе Садовое города Благов</w:t>
            </w:r>
            <w:r w:rsidRPr="00426E4C">
              <w:t>е</w:t>
            </w:r>
            <w:r w:rsidRPr="00426E4C">
              <w:t>щенска, вид разрешенного использования – складские площадки для целей, не связанных со строительством</w:t>
            </w:r>
          </w:p>
        </w:tc>
        <w:tc>
          <w:tcPr>
            <w:tcW w:w="2860" w:type="dxa"/>
            <w:vAlign w:val="center"/>
          </w:tcPr>
          <w:p w:rsidR="001F50A0" w:rsidRPr="009C7DD5" w:rsidRDefault="001F50A0" w:rsidP="001F50A0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Договор подлежит заключению с </w:t>
            </w:r>
            <w:proofErr w:type="gramStart"/>
            <w:r w:rsidRPr="009C7DD5">
              <w:rPr>
                <w:sz w:val="22"/>
                <w:szCs w:val="22"/>
              </w:rPr>
              <w:t>единственным</w:t>
            </w:r>
            <w:proofErr w:type="gramEnd"/>
            <w:r w:rsidRPr="009C7DD5">
              <w:rPr>
                <w:sz w:val="22"/>
                <w:szCs w:val="22"/>
              </w:rPr>
              <w:t xml:space="preserve"> </w:t>
            </w:r>
          </w:p>
          <w:p w:rsidR="001F50A0" w:rsidRPr="009C7DD5" w:rsidRDefault="001F50A0" w:rsidP="001F50A0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участником </w:t>
            </w:r>
            <w:r>
              <w:rPr>
                <w:sz w:val="22"/>
                <w:szCs w:val="22"/>
              </w:rPr>
              <w:t>-</w:t>
            </w:r>
          </w:p>
          <w:p w:rsidR="001B0A42" w:rsidRPr="009C7DD5" w:rsidRDefault="006120A9" w:rsidP="001B0A42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Амурский областной союз потребительских обществ</w:t>
            </w:r>
          </w:p>
        </w:tc>
      </w:tr>
      <w:tr w:rsidR="001B0A42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B0A42" w:rsidRPr="0093613F" w:rsidRDefault="001B0A42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2</w:t>
            </w:r>
          </w:p>
        </w:tc>
        <w:tc>
          <w:tcPr>
            <w:tcW w:w="6086" w:type="dxa"/>
          </w:tcPr>
          <w:p w:rsidR="001B0A42" w:rsidRPr="00426E4C" w:rsidRDefault="001B0A42" w:rsidP="007E060E">
            <w:r w:rsidRPr="00426E4C">
              <w:t xml:space="preserve">Право заключения договора аренды земельного участка с кадастровым  номером  28:01:020409:3656, площадью 4449 </w:t>
            </w:r>
            <w:proofErr w:type="spellStart"/>
            <w:r w:rsidRPr="00426E4C">
              <w:t>кв</w:t>
            </w:r>
            <w:proofErr w:type="gramStart"/>
            <w:r w:rsidRPr="00426E4C">
              <w:t>.м</w:t>
            </w:r>
            <w:proofErr w:type="spellEnd"/>
            <w:proofErr w:type="gramEnd"/>
            <w:r w:rsidRPr="00426E4C">
              <w:t xml:space="preserve">, расположенного в квартале 409 города </w:t>
            </w:r>
            <w:r w:rsidR="00E36C38">
              <w:t xml:space="preserve">           </w:t>
            </w:r>
            <w:r w:rsidRPr="00426E4C">
              <w:t xml:space="preserve">Благовещенска, вид разрешенного использования – </w:t>
            </w:r>
            <w:r w:rsidR="00E36C38">
              <w:t xml:space="preserve">          </w:t>
            </w:r>
            <w:bookmarkStart w:id="0" w:name="_GoBack"/>
            <w:bookmarkEnd w:id="0"/>
            <w:r w:rsidRPr="00426E4C">
              <w:t>служебные гаражи, объекты дорожного сервиса</w:t>
            </w:r>
          </w:p>
        </w:tc>
        <w:tc>
          <w:tcPr>
            <w:tcW w:w="2860" w:type="dxa"/>
            <w:vAlign w:val="center"/>
          </w:tcPr>
          <w:p w:rsidR="001B0A42" w:rsidRPr="00B649C5" w:rsidRDefault="001B0A42" w:rsidP="001B0A42">
            <w:pPr>
              <w:suppressAutoHyphens/>
              <w:jc w:val="center"/>
              <w:rPr>
                <w:sz w:val="22"/>
                <w:szCs w:val="22"/>
              </w:rPr>
            </w:pPr>
            <w:r w:rsidRPr="00B649C5">
              <w:rPr>
                <w:sz w:val="22"/>
                <w:szCs w:val="22"/>
              </w:rPr>
              <w:t xml:space="preserve">Победитель аукциона </w:t>
            </w:r>
          </w:p>
          <w:p w:rsidR="001B0A42" w:rsidRPr="009C7DD5" w:rsidRDefault="00823EF8" w:rsidP="006120A9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Огородников С.М.</w:t>
            </w:r>
          </w:p>
        </w:tc>
      </w:tr>
      <w:tr w:rsidR="001B0A42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B0A42" w:rsidRPr="0093613F" w:rsidRDefault="001B0A42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3</w:t>
            </w:r>
          </w:p>
        </w:tc>
        <w:tc>
          <w:tcPr>
            <w:tcW w:w="6086" w:type="dxa"/>
          </w:tcPr>
          <w:p w:rsidR="001B0A42" w:rsidRPr="00426E4C" w:rsidRDefault="001B0A42" w:rsidP="007E060E">
            <w:r w:rsidRPr="00426E4C">
              <w:t xml:space="preserve">Право заключения договора аренды земельного участка с кадастровым   номером  28:01:030005:233, площадью 5219 </w:t>
            </w:r>
            <w:proofErr w:type="spellStart"/>
            <w:r w:rsidRPr="00426E4C">
              <w:t>кв</w:t>
            </w:r>
            <w:proofErr w:type="gramStart"/>
            <w:r w:rsidRPr="00426E4C">
              <w:t>.м</w:t>
            </w:r>
            <w:proofErr w:type="spellEnd"/>
            <w:proofErr w:type="gramEnd"/>
            <w:r w:rsidRPr="00426E4C">
              <w:t>, расположенного в квартале ЗПУ-3 города Благовещенска, вид разрешенного использования – склады</w:t>
            </w:r>
          </w:p>
        </w:tc>
        <w:tc>
          <w:tcPr>
            <w:tcW w:w="2860" w:type="dxa"/>
            <w:vAlign w:val="center"/>
          </w:tcPr>
          <w:p w:rsidR="001B0A42" w:rsidRPr="009C7DD5" w:rsidRDefault="001B0A42" w:rsidP="001B0A42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Договор подлежит заключению с </w:t>
            </w:r>
            <w:proofErr w:type="gramStart"/>
            <w:r w:rsidRPr="009C7DD5">
              <w:rPr>
                <w:sz w:val="22"/>
                <w:szCs w:val="22"/>
              </w:rPr>
              <w:t>единственным</w:t>
            </w:r>
            <w:proofErr w:type="gramEnd"/>
            <w:r w:rsidRPr="009C7DD5">
              <w:rPr>
                <w:sz w:val="22"/>
                <w:szCs w:val="22"/>
              </w:rPr>
              <w:t xml:space="preserve"> </w:t>
            </w:r>
          </w:p>
          <w:p w:rsidR="001B0A42" w:rsidRPr="009C7DD5" w:rsidRDefault="001B0A42" w:rsidP="001B0A42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участником </w:t>
            </w:r>
            <w:r w:rsidR="001F50A0">
              <w:rPr>
                <w:sz w:val="22"/>
                <w:szCs w:val="22"/>
              </w:rPr>
              <w:t>-</w:t>
            </w:r>
          </w:p>
          <w:p w:rsidR="001B0A42" w:rsidRPr="009C7DD5" w:rsidRDefault="00C940F6" w:rsidP="00C940F6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Кургуз М.О.</w:t>
            </w:r>
          </w:p>
        </w:tc>
      </w:tr>
      <w:tr w:rsidR="001B0A42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B0A42" w:rsidRPr="0093613F" w:rsidRDefault="001B0A42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4</w:t>
            </w:r>
          </w:p>
        </w:tc>
        <w:tc>
          <w:tcPr>
            <w:tcW w:w="6086" w:type="dxa"/>
          </w:tcPr>
          <w:p w:rsidR="001B0A42" w:rsidRPr="00426E4C" w:rsidRDefault="001B0A42" w:rsidP="007E060E">
            <w:r w:rsidRPr="00426E4C">
              <w:t xml:space="preserve">Право заключения договора аренды земельного участка с кадастровым номером 28:01:020439:2238, площадью 24 </w:t>
            </w:r>
            <w:proofErr w:type="spellStart"/>
            <w:r w:rsidRPr="00426E4C">
              <w:t>кв</w:t>
            </w:r>
            <w:proofErr w:type="gramStart"/>
            <w:r w:rsidRPr="00426E4C">
              <w:t>.м</w:t>
            </w:r>
            <w:proofErr w:type="spellEnd"/>
            <w:proofErr w:type="gramEnd"/>
            <w:r w:rsidRPr="00426E4C">
              <w:t xml:space="preserve">, расположенного в квартале 439 города </w:t>
            </w:r>
            <w:r w:rsidR="001F50A0">
              <w:t xml:space="preserve">                          </w:t>
            </w:r>
            <w:r w:rsidRPr="00426E4C">
              <w:t xml:space="preserve">Благовещенска, вид разрешенного использования – </w:t>
            </w:r>
            <w:r w:rsidR="00E36C38">
              <w:t xml:space="preserve">             </w:t>
            </w:r>
            <w:r w:rsidRPr="00426E4C">
              <w:t>размещение гаражей для собственных нужд</w:t>
            </w:r>
          </w:p>
        </w:tc>
        <w:tc>
          <w:tcPr>
            <w:tcW w:w="2860" w:type="dxa"/>
            <w:vAlign w:val="center"/>
          </w:tcPr>
          <w:p w:rsidR="001B0A42" w:rsidRPr="009C7DD5" w:rsidRDefault="001B0A42" w:rsidP="003F0BF5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1B0A42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B0A42" w:rsidRPr="0093613F" w:rsidRDefault="001B0A42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086" w:type="dxa"/>
          </w:tcPr>
          <w:p w:rsidR="001B0A42" w:rsidRDefault="001B0A42" w:rsidP="007E060E">
            <w:r w:rsidRPr="00426E4C">
              <w:t xml:space="preserve">Земельный участок с кадастровым номером 28:01:170147:9, площадью 1005 </w:t>
            </w:r>
            <w:proofErr w:type="spellStart"/>
            <w:r w:rsidRPr="00426E4C">
              <w:t>кв</w:t>
            </w:r>
            <w:proofErr w:type="gramStart"/>
            <w:r w:rsidRPr="00426E4C">
              <w:t>.м</w:t>
            </w:r>
            <w:proofErr w:type="spellEnd"/>
            <w:proofErr w:type="gramEnd"/>
            <w:r w:rsidRPr="00426E4C">
              <w:t xml:space="preserve">, расположенный в с/т «Горянка» в районе </w:t>
            </w:r>
            <w:proofErr w:type="spellStart"/>
            <w:r w:rsidRPr="00426E4C">
              <w:t>Ефремовских</w:t>
            </w:r>
            <w:proofErr w:type="spellEnd"/>
            <w:r w:rsidRPr="00426E4C">
              <w:t xml:space="preserve"> садов города </w:t>
            </w:r>
            <w:r w:rsidR="00E36C38">
              <w:t xml:space="preserve">              </w:t>
            </w:r>
            <w:r w:rsidRPr="00426E4C">
              <w:t>Благовещенска, вид разрешенного использования – для в</w:t>
            </w:r>
            <w:r w:rsidRPr="00426E4C">
              <w:t>е</w:t>
            </w:r>
            <w:r w:rsidRPr="00426E4C">
              <w:t>дения садоводства.</w:t>
            </w:r>
          </w:p>
        </w:tc>
        <w:tc>
          <w:tcPr>
            <w:tcW w:w="2860" w:type="dxa"/>
            <w:vAlign w:val="center"/>
          </w:tcPr>
          <w:p w:rsidR="001B0A42" w:rsidRPr="009C7DD5" w:rsidRDefault="001B0A42" w:rsidP="003F0BF5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Аукцион признан несостоявшимся</w:t>
            </w:r>
          </w:p>
        </w:tc>
      </w:tr>
    </w:tbl>
    <w:p w:rsidR="005E3AB3" w:rsidRPr="00B17AF8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5E3AB3" w:rsidRPr="00B17AF8" w:rsidSect="00F64420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8DB" w:rsidRDefault="007C68DB">
      <w:r>
        <w:separator/>
      </w:r>
    </w:p>
  </w:endnote>
  <w:endnote w:type="continuationSeparator" w:id="0">
    <w:p w:rsidR="007C68DB" w:rsidRDefault="007C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6C38">
      <w:rPr>
        <w:rStyle w:val="a5"/>
        <w:noProof/>
      </w:rPr>
      <w:t>1</w: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8DB" w:rsidRDefault="007C68DB">
      <w:r>
        <w:separator/>
      </w:r>
    </w:p>
  </w:footnote>
  <w:footnote w:type="continuationSeparator" w:id="0">
    <w:p w:rsidR="007C68DB" w:rsidRDefault="007C6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449A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2858"/>
    <w:rsid w:val="00082BA3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B067B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5BC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47C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8"/>
    <w:rsid w:val="000F681E"/>
    <w:rsid w:val="0010001C"/>
    <w:rsid w:val="00100D2F"/>
    <w:rsid w:val="00101AB2"/>
    <w:rsid w:val="00101BD5"/>
    <w:rsid w:val="00102C95"/>
    <w:rsid w:val="00102F87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0F64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2E"/>
    <w:rsid w:val="00177387"/>
    <w:rsid w:val="0017760C"/>
    <w:rsid w:val="001778A7"/>
    <w:rsid w:val="00180A40"/>
    <w:rsid w:val="00180E4A"/>
    <w:rsid w:val="00181317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B07DB"/>
    <w:rsid w:val="001B0A42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980"/>
    <w:rsid w:val="001F2C19"/>
    <w:rsid w:val="001F3837"/>
    <w:rsid w:val="001F42AD"/>
    <w:rsid w:val="001F4C90"/>
    <w:rsid w:val="001F50A0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01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5A05"/>
    <w:rsid w:val="00226387"/>
    <w:rsid w:val="00226469"/>
    <w:rsid w:val="00227713"/>
    <w:rsid w:val="002277A9"/>
    <w:rsid w:val="002277B3"/>
    <w:rsid w:val="00230625"/>
    <w:rsid w:val="00230A83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35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9B4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4CCD"/>
    <w:rsid w:val="00335A6D"/>
    <w:rsid w:val="00336752"/>
    <w:rsid w:val="00337E81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57F0A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34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19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BF5"/>
    <w:rsid w:val="003F0F39"/>
    <w:rsid w:val="003F1928"/>
    <w:rsid w:val="003F2188"/>
    <w:rsid w:val="003F2677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5A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0C33"/>
    <w:rsid w:val="00441914"/>
    <w:rsid w:val="00442C29"/>
    <w:rsid w:val="004436B9"/>
    <w:rsid w:val="004438F3"/>
    <w:rsid w:val="00443B8D"/>
    <w:rsid w:val="004443FA"/>
    <w:rsid w:val="0044443F"/>
    <w:rsid w:val="00445E43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603B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BA1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730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8A5"/>
    <w:rsid w:val="00506A83"/>
    <w:rsid w:val="00506DB9"/>
    <w:rsid w:val="005072E0"/>
    <w:rsid w:val="00507387"/>
    <w:rsid w:val="005073F2"/>
    <w:rsid w:val="00507D4C"/>
    <w:rsid w:val="00507EF1"/>
    <w:rsid w:val="005109EB"/>
    <w:rsid w:val="0051165A"/>
    <w:rsid w:val="00511E07"/>
    <w:rsid w:val="00511E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6405"/>
    <w:rsid w:val="0051681A"/>
    <w:rsid w:val="00517CAE"/>
    <w:rsid w:val="00517D2E"/>
    <w:rsid w:val="00517DC5"/>
    <w:rsid w:val="0052041A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0CC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20A9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0AD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5C7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3914"/>
    <w:rsid w:val="00684FF3"/>
    <w:rsid w:val="00685034"/>
    <w:rsid w:val="0068574E"/>
    <w:rsid w:val="006860AE"/>
    <w:rsid w:val="006867FC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C7F"/>
    <w:rsid w:val="00696015"/>
    <w:rsid w:val="00696029"/>
    <w:rsid w:val="00696B8E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445"/>
    <w:rsid w:val="006B35A9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779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CBD"/>
    <w:rsid w:val="00703EB6"/>
    <w:rsid w:val="00705C5D"/>
    <w:rsid w:val="00707278"/>
    <w:rsid w:val="00707FA0"/>
    <w:rsid w:val="007101AD"/>
    <w:rsid w:val="00710855"/>
    <w:rsid w:val="0071116B"/>
    <w:rsid w:val="0071158C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B05"/>
    <w:rsid w:val="00764C8D"/>
    <w:rsid w:val="00765A3E"/>
    <w:rsid w:val="007668BC"/>
    <w:rsid w:val="007669DF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6A0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4425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44F0"/>
    <w:rsid w:val="007B5888"/>
    <w:rsid w:val="007B668D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183"/>
    <w:rsid w:val="007F1442"/>
    <w:rsid w:val="007F1CDA"/>
    <w:rsid w:val="007F33B3"/>
    <w:rsid w:val="007F33C2"/>
    <w:rsid w:val="007F3D89"/>
    <w:rsid w:val="007F3E28"/>
    <w:rsid w:val="007F4943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3EF8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444A"/>
    <w:rsid w:val="00856184"/>
    <w:rsid w:val="00856387"/>
    <w:rsid w:val="0085675A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87B02"/>
    <w:rsid w:val="00887EEE"/>
    <w:rsid w:val="008910F3"/>
    <w:rsid w:val="0089169A"/>
    <w:rsid w:val="0089279D"/>
    <w:rsid w:val="00893D0F"/>
    <w:rsid w:val="00894737"/>
    <w:rsid w:val="00894D0B"/>
    <w:rsid w:val="00894D64"/>
    <w:rsid w:val="00896312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11E3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5F08"/>
    <w:rsid w:val="008D635C"/>
    <w:rsid w:val="008D6464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5CC9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378F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6A1"/>
    <w:rsid w:val="009301AE"/>
    <w:rsid w:val="009319A7"/>
    <w:rsid w:val="00932E41"/>
    <w:rsid w:val="00933DAD"/>
    <w:rsid w:val="00934936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27B7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2C2"/>
    <w:rsid w:val="009966EB"/>
    <w:rsid w:val="00996B4F"/>
    <w:rsid w:val="009976F5"/>
    <w:rsid w:val="009A049F"/>
    <w:rsid w:val="009A05D5"/>
    <w:rsid w:val="009A0E46"/>
    <w:rsid w:val="009A121C"/>
    <w:rsid w:val="009A2AE0"/>
    <w:rsid w:val="009A2B02"/>
    <w:rsid w:val="009A3AC8"/>
    <w:rsid w:val="009A4969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C7DD5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1F6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1408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567E"/>
    <w:rsid w:val="00AE57BA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206"/>
    <w:rsid w:val="00AF2D64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3C75"/>
    <w:rsid w:val="00B54142"/>
    <w:rsid w:val="00B5570D"/>
    <w:rsid w:val="00B55F90"/>
    <w:rsid w:val="00B56588"/>
    <w:rsid w:val="00B567EC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9C5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CEA"/>
    <w:rsid w:val="00B8573F"/>
    <w:rsid w:val="00B879F8"/>
    <w:rsid w:val="00B904F1"/>
    <w:rsid w:val="00B90E9B"/>
    <w:rsid w:val="00B9103E"/>
    <w:rsid w:val="00B91253"/>
    <w:rsid w:val="00B9299E"/>
    <w:rsid w:val="00B9332F"/>
    <w:rsid w:val="00B94783"/>
    <w:rsid w:val="00B94C92"/>
    <w:rsid w:val="00B9547C"/>
    <w:rsid w:val="00B95AC6"/>
    <w:rsid w:val="00B9634A"/>
    <w:rsid w:val="00B969B0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454B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556"/>
    <w:rsid w:val="00C7136F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68D3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23CF"/>
    <w:rsid w:val="00C940F6"/>
    <w:rsid w:val="00C95691"/>
    <w:rsid w:val="00C9748C"/>
    <w:rsid w:val="00CA0418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ACF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0E55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617C"/>
    <w:rsid w:val="00D27857"/>
    <w:rsid w:val="00D3032C"/>
    <w:rsid w:val="00D309F2"/>
    <w:rsid w:val="00D3126F"/>
    <w:rsid w:val="00D312EE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7B7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9FD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15C1"/>
    <w:rsid w:val="00D927D1"/>
    <w:rsid w:val="00D928F6"/>
    <w:rsid w:val="00D930C2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4ECC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D7D1A"/>
    <w:rsid w:val="00DE056A"/>
    <w:rsid w:val="00DE0DD0"/>
    <w:rsid w:val="00DE1218"/>
    <w:rsid w:val="00DE261D"/>
    <w:rsid w:val="00DE27C3"/>
    <w:rsid w:val="00DE375B"/>
    <w:rsid w:val="00DE3AEE"/>
    <w:rsid w:val="00DE437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B4A"/>
    <w:rsid w:val="00E33366"/>
    <w:rsid w:val="00E34148"/>
    <w:rsid w:val="00E34749"/>
    <w:rsid w:val="00E34BDA"/>
    <w:rsid w:val="00E3556E"/>
    <w:rsid w:val="00E35674"/>
    <w:rsid w:val="00E36B0F"/>
    <w:rsid w:val="00E36C38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A3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D7"/>
    <w:rsid w:val="00F3509B"/>
    <w:rsid w:val="00F3626D"/>
    <w:rsid w:val="00F36DA0"/>
    <w:rsid w:val="00F37C1D"/>
    <w:rsid w:val="00F40F4F"/>
    <w:rsid w:val="00F42ECA"/>
    <w:rsid w:val="00F4301B"/>
    <w:rsid w:val="00F44076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744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46C7"/>
    <w:rsid w:val="00FB647C"/>
    <w:rsid w:val="00FB66F5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F0853-E7EA-4F11-9291-D01474CD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15</cp:revision>
  <cp:lastPrinted>2023-02-03T02:20:00Z</cp:lastPrinted>
  <dcterms:created xsi:type="dcterms:W3CDTF">2022-10-13T01:44:00Z</dcterms:created>
  <dcterms:modified xsi:type="dcterms:W3CDTF">2023-02-03T03:49:00Z</dcterms:modified>
</cp:coreProperties>
</file>