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33" w:rsidRPr="005741F5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>Итоги аукциона на право заключения договор</w:t>
      </w:r>
      <w:r w:rsidR="00B02660">
        <w:rPr>
          <w:b/>
        </w:rPr>
        <w:t>а</w:t>
      </w:r>
      <w:r w:rsidRPr="005741F5">
        <w:rPr>
          <w:b/>
        </w:rPr>
        <w:t xml:space="preserve"> </w:t>
      </w:r>
    </w:p>
    <w:p w:rsidR="00440C33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>аренды земельн</w:t>
      </w:r>
      <w:r w:rsidR="00B02660">
        <w:rPr>
          <w:b/>
        </w:rPr>
        <w:t>ого</w:t>
      </w:r>
      <w:r w:rsidRPr="005741F5">
        <w:rPr>
          <w:b/>
        </w:rPr>
        <w:t xml:space="preserve"> участк</w:t>
      </w:r>
      <w:r w:rsidR="00B02660">
        <w:rPr>
          <w:b/>
        </w:rPr>
        <w:t>а</w:t>
      </w:r>
      <w:r w:rsidRPr="005741F5">
        <w:rPr>
          <w:b/>
        </w:rPr>
        <w:t>,</w:t>
      </w:r>
      <w:r>
        <w:rPr>
          <w:b/>
        </w:rPr>
        <w:t xml:space="preserve"> по продаже земельн</w:t>
      </w:r>
      <w:r w:rsidR="00B02660">
        <w:rPr>
          <w:b/>
        </w:rPr>
        <w:t>ого</w:t>
      </w:r>
      <w:r>
        <w:rPr>
          <w:b/>
        </w:rPr>
        <w:t xml:space="preserve"> участк</w:t>
      </w:r>
      <w:r w:rsidR="00B02660">
        <w:rPr>
          <w:b/>
        </w:rPr>
        <w:t>а</w:t>
      </w:r>
      <w:r>
        <w:rPr>
          <w:b/>
        </w:rPr>
        <w:t xml:space="preserve">, </w:t>
      </w:r>
    </w:p>
    <w:p w:rsidR="00440C33" w:rsidRPr="00943C53" w:rsidRDefault="00440C33" w:rsidP="00440C33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B02660">
        <w:rPr>
          <w:b/>
        </w:rPr>
        <w:t>28</w:t>
      </w:r>
      <w:r w:rsidRPr="005741F5">
        <w:rPr>
          <w:b/>
        </w:rPr>
        <w:t>.</w:t>
      </w:r>
      <w:r w:rsidR="00140F64">
        <w:rPr>
          <w:b/>
        </w:rPr>
        <w:t>10</w:t>
      </w:r>
      <w:r w:rsidRPr="005741F5">
        <w:rPr>
          <w:b/>
        </w:rPr>
        <w:t>.202</w:t>
      </w:r>
      <w:r>
        <w:rPr>
          <w:b/>
        </w:rPr>
        <w:t xml:space="preserve">2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AF4A6B" w:rsidRDefault="00AF1638" w:rsidP="00B15A0B">
      <w:pPr>
        <w:suppressAutoHyphens/>
        <w:jc w:val="center"/>
        <w:rPr>
          <w:b/>
          <w:i/>
          <w:sz w:val="20"/>
          <w:szCs w:val="2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086"/>
        <w:gridCol w:w="2860"/>
      </w:tblGrid>
      <w:tr w:rsidR="00440C33" w:rsidRPr="00D75F92" w:rsidTr="00C9748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440C33" w:rsidRPr="0093613F" w:rsidRDefault="00440C33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086" w:type="dxa"/>
            <w:vAlign w:val="center"/>
          </w:tcPr>
          <w:p w:rsidR="00440C33" w:rsidRPr="0093613F" w:rsidRDefault="00440C33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860" w:type="dxa"/>
            <w:vAlign w:val="center"/>
          </w:tcPr>
          <w:p w:rsidR="00440C33" w:rsidRPr="0093613F" w:rsidRDefault="00C9748C" w:rsidP="0068354E">
            <w:pPr>
              <w:pStyle w:val="a8"/>
              <w:suppressAutoHyphens/>
              <w:ind w:left="-15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B02660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02660" w:rsidRPr="0093613F" w:rsidRDefault="00B02660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1</w:t>
            </w:r>
          </w:p>
        </w:tc>
        <w:tc>
          <w:tcPr>
            <w:tcW w:w="6086" w:type="dxa"/>
          </w:tcPr>
          <w:p w:rsidR="00B02660" w:rsidRPr="003161BE" w:rsidRDefault="00B02660" w:rsidP="002108FC">
            <w:r w:rsidRPr="003161BE">
              <w:t xml:space="preserve">Право заключения договора аренды земельного участка с кадастровым номером 28:01:020525:257, площадью 507 </w:t>
            </w:r>
            <w:proofErr w:type="spellStart"/>
            <w:r w:rsidRPr="003161BE">
              <w:t>кв.м</w:t>
            </w:r>
            <w:proofErr w:type="spellEnd"/>
            <w:r w:rsidRPr="003161BE">
              <w:t>., расположенного в квартале 525 города Благ</w:t>
            </w:r>
            <w:r w:rsidRPr="003161BE">
              <w:t>о</w:t>
            </w:r>
            <w:r w:rsidRPr="003161BE">
              <w:t>вещенска, с видом разрешенного использования – скл</w:t>
            </w:r>
            <w:r w:rsidRPr="003161BE">
              <w:t>а</w:t>
            </w:r>
            <w:r w:rsidRPr="003161BE">
              <w:t>ды</w:t>
            </w:r>
          </w:p>
        </w:tc>
        <w:tc>
          <w:tcPr>
            <w:tcW w:w="2860" w:type="dxa"/>
            <w:vAlign w:val="center"/>
          </w:tcPr>
          <w:p w:rsidR="00B02660" w:rsidRDefault="00B02660" w:rsidP="00140F64">
            <w:pPr>
              <w:suppressLineNumber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Аукцион отменен </w:t>
            </w:r>
          </w:p>
          <w:p w:rsidR="00B02660" w:rsidRDefault="00B02660" w:rsidP="00140F64">
            <w:pPr>
              <w:suppressLineNumber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основании </w:t>
            </w:r>
          </w:p>
          <w:p w:rsidR="00B02660" w:rsidRDefault="00B02660" w:rsidP="00140F64">
            <w:pPr>
              <w:suppressLineNumber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постановления </w:t>
            </w:r>
          </w:p>
          <w:p w:rsidR="00B02660" w:rsidRPr="000F6818" w:rsidRDefault="00B02660" w:rsidP="00140F64">
            <w:pPr>
              <w:suppressLineNumber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от 25.10.2022 № 5601</w:t>
            </w:r>
          </w:p>
        </w:tc>
      </w:tr>
      <w:tr w:rsidR="00B02660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02660" w:rsidRPr="0093613F" w:rsidRDefault="00B02660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2</w:t>
            </w:r>
          </w:p>
        </w:tc>
        <w:tc>
          <w:tcPr>
            <w:tcW w:w="6086" w:type="dxa"/>
          </w:tcPr>
          <w:p w:rsidR="00B02660" w:rsidRDefault="00B02660" w:rsidP="002108FC">
            <w:r w:rsidRPr="003161BE">
              <w:t xml:space="preserve">Земельный участок с кадастровым номером 28:01:020504:1, площадью 1463 </w:t>
            </w:r>
            <w:proofErr w:type="spellStart"/>
            <w:r w:rsidRPr="003161BE">
              <w:t>кв</w:t>
            </w:r>
            <w:proofErr w:type="gramStart"/>
            <w:r w:rsidRPr="003161BE">
              <w:t>.м</w:t>
            </w:r>
            <w:proofErr w:type="spellEnd"/>
            <w:proofErr w:type="gramEnd"/>
            <w:r w:rsidRPr="003161BE">
              <w:t>, расположенный в квартале 504 города  Благовещенска, для индивидуал</w:t>
            </w:r>
            <w:r w:rsidRPr="003161BE">
              <w:t>ь</w:t>
            </w:r>
            <w:r w:rsidRPr="003161BE">
              <w:t>ного жилищного строительства</w:t>
            </w:r>
          </w:p>
        </w:tc>
        <w:tc>
          <w:tcPr>
            <w:tcW w:w="2860" w:type="dxa"/>
            <w:vAlign w:val="center"/>
          </w:tcPr>
          <w:p w:rsidR="00B02660" w:rsidRPr="00AF6FA7" w:rsidRDefault="00B02660" w:rsidP="007B668D">
            <w:pPr>
              <w:suppressAutoHyphens/>
              <w:jc w:val="center"/>
              <w:rPr>
                <w:sz w:val="22"/>
                <w:szCs w:val="22"/>
              </w:rPr>
            </w:pPr>
            <w:r w:rsidRPr="00AF6FA7">
              <w:rPr>
                <w:sz w:val="22"/>
                <w:szCs w:val="22"/>
              </w:rPr>
              <w:t xml:space="preserve">Победитель аукциона </w:t>
            </w:r>
          </w:p>
          <w:p w:rsidR="00B02660" w:rsidRPr="000F6818" w:rsidRDefault="00B02660" w:rsidP="007B668D">
            <w:pPr>
              <w:suppressLineNumbers/>
              <w:jc w:val="center"/>
              <w:rPr>
                <w:sz w:val="22"/>
                <w:szCs w:val="22"/>
              </w:rPr>
            </w:pPr>
            <w:proofErr w:type="spellStart"/>
            <w:r w:rsidRPr="00AF6FA7">
              <w:rPr>
                <w:sz w:val="22"/>
                <w:szCs w:val="22"/>
              </w:rPr>
              <w:t>Барышев</w:t>
            </w:r>
            <w:proofErr w:type="spellEnd"/>
            <w:r w:rsidRPr="00AF6FA7">
              <w:rPr>
                <w:sz w:val="22"/>
                <w:szCs w:val="22"/>
              </w:rPr>
              <w:t xml:space="preserve"> Ю.В.</w:t>
            </w:r>
          </w:p>
        </w:tc>
      </w:tr>
    </w:tbl>
    <w:p w:rsidR="005E3AB3" w:rsidRPr="00B17AF8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  <w:bookmarkStart w:id="0" w:name="_GoBack"/>
      <w:bookmarkEnd w:id="0"/>
    </w:p>
    <w:sectPr w:rsidR="005E3AB3" w:rsidRPr="00B17AF8" w:rsidSect="00F64420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DB" w:rsidRDefault="007C68DB">
      <w:r>
        <w:separator/>
      </w:r>
    </w:p>
  </w:endnote>
  <w:endnote w:type="continuationSeparator" w:id="0">
    <w:p w:rsidR="007C68DB" w:rsidRDefault="007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6FA7">
      <w:rPr>
        <w:rStyle w:val="a5"/>
        <w:noProof/>
      </w:rPr>
      <w:t>1</w: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DB" w:rsidRDefault="007C68DB">
      <w:r>
        <w:separator/>
      </w:r>
    </w:p>
  </w:footnote>
  <w:footnote w:type="continuationSeparator" w:id="0">
    <w:p w:rsidR="007C68DB" w:rsidRDefault="007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449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B067B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47C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8"/>
    <w:rsid w:val="000F681E"/>
    <w:rsid w:val="0010001C"/>
    <w:rsid w:val="00100D2F"/>
    <w:rsid w:val="00101AB2"/>
    <w:rsid w:val="00101BD5"/>
    <w:rsid w:val="00102C95"/>
    <w:rsid w:val="00102F87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0F64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2E"/>
    <w:rsid w:val="00177387"/>
    <w:rsid w:val="0017760C"/>
    <w:rsid w:val="001778A7"/>
    <w:rsid w:val="00180A40"/>
    <w:rsid w:val="00180E4A"/>
    <w:rsid w:val="00181317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980"/>
    <w:rsid w:val="001F2C19"/>
    <w:rsid w:val="001F3837"/>
    <w:rsid w:val="001F42AD"/>
    <w:rsid w:val="001F4C90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01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5A05"/>
    <w:rsid w:val="00226387"/>
    <w:rsid w:val="00226469"/>
    <w:rsid w:val="00227713"/>
    <w:rsid w:val="002277A9"/>
    <w:rsid w:val="002277B3"/>
    <w:rsid w:val="00230625"/>
    <w:rsid w:val="00230A83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35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9B4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4CCD"/>
    <w:rsid w:val="00335A6D"/>
    <w:rsid w:val="00336752"/>
    <w:rsid w:val="00337E81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57F0A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34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19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5A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0C33"/>
    <w:rsid w:val="00441914"/>
    <w:rsid w:val="00442C29"/>
    <w:rsid w:val="004436B9"/>
    <w:rsid w:val="004438F3"/>
    <w:rsid w:val="00443B8D"/>
    <w:rsid w:val="004443FA"/>
    <w:rsid w:val="0044443F"/>
    <w:rsid w:val="00445E43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603B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BA1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730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8A5"/>
    <w:rsid w:val="00506A83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6405"/>
    <w:rsid w:val="0051681A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0CC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0AD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C7F"/>
    <w:rsid w:val="00696015"/>
    <w:rsid w:val="00696029"/>
    <w:rsid w:val="00696B8E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445"/>
    <w:rsid w:val="006B35A9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779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CBD"/>
    <w:rsid w:val="00703EB6"/>
    <w:rsid w:val="00705C5D"/>
    <w:rsid w:val="00707278"/>
    <w:rsid w:val="00707FA0"/>
    <w:rsid w:val="007101AD"/>
    <w:rsid w:val="00710855"/>
    <w:rsid w:val="0071116B"/>
    <w:rsid w:val="0071158C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B05"/>
    <w:rsid w:val="00764C8D"/>
    <w:rsid w:val="00765A3E"/>
    <w:rsid w:val="007668BC"/>
    <w:rsid w:val="007669DF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6A0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4425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44F0"/>
    <w:rsid w:val="007B5888"/>
    <w:rsid w:val="007B668D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183"/>
    <w:rsid w:val="007F1442"/>
    <w:rsid w:val="007F1CDA"/>
    <w:rsid w:val="007F33B3"/>
    <w:rsid w:val="007F33C2"/>
    <w:rsid w:val="007F3D89"/>
    <w:rsid w:val="007F3E28"/>
    <w:rsid w:val="007F4943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444A"/>
    <w:rsid w:val="00856184"/>
    <w:rsid w:val="00856387"/>
    <w:rsid w:val="0085675A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87B02"/>
    <w:rsid w:val="00887EEE"/>
    <w:rsid w:val="008910F3"/>
    <w:rsid w:val="0089169A"/>
    <w:rsid w:val="0089279D"/>
    <w:rsid w:val="00893D0F"/>
    <w:rsid w:val="00894737"/>
    <w:rsid w:val="00894D0B"/>
    <w:rsid w:val="00894D64"/>
    <w:rsid w:val="00896312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11E3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5F08"/>
    <w:rsid w:val="008D635C"/>
    <w:rsid w:val="008D6464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5CC9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378F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6A1"/>
    <w:rsid w:val="009301AE"/>
    <w:rsid w:val="009319A7"/>
    <w:rsid w:val="00932E41"/>
    <w:rsid w:val="00933DAD"/>
    <w:rsid w:val="00934936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27B7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2C2"/>
    <w:rsid w:val="009966EB"/>
    <w:rsid w:val="00996B4F"/>
    <w:rsid w:val="009976F5"/>
    <w:rsid w:val="009A049F"/>
    <w:rsid w:val="009A05D5"/>
    <w:rsid w:val="009A0E46"/>
    <w:rsid w:val="009A121C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408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67E"/>
    <w:rsid w:val="00AE57BA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206"/>
    <w:rsid w:val="00AF2D64"/>
    <w:rsid w:val="00AF423F"/>
    <w:rsid w:val="00AF4A6B"/>
    <w:rsid w:val="00AF4C08"/>
    <w:rsid w:val="00AF4C80"/>
    <w:rsid w:val="00AF63EE"/>
    <w:rsid w:val="00AF6FA7"/>
    <w:rsid w:val="00AF7046"/>
    <w:rsid w:val="00AF7A1A"/>
    <w:rsid w:val="00B0040F"/>
    <w:rsid w:val="00B0082F"/>
    <w:rsid w:val="00B01A00"/>
    <w:rsid w:val="00B01E51"/>
    <w:rsid w:val="00B01F76"/>
    <w:rsid w:val="00B02660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3C75"/>
    <w:rsid w:val="00B5570D"/>
    <w:rsid w:val="00B55F90"/>
    <w:rsid w:val="00B56588"/>
    <w:rsid w:val="00B567EC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CEA"/>
    <w:rsid w:val="00B8573F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69B0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454B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556"/>
    <w:rsid w:val="00C7136F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68D3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23CF"/>
    <w:rsid w:val="00C95691"/>
    <w:rsid w:val="00C9748C"/>
    <w:rsid w:val="00CA0418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ACF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0E55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617C"/>
    <w:rsid w:val="00D27857"/>
    <w:rsid w:val="00D3032C"/>
    <w:rsid w:val="00D309F2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7B7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9FD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15C1"/>
    <w:rsid w:val="00D927D1"/>
    <w:rsid w:val="00D928F6"/>
    <w:rsid w:val="00D930C2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4ECC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A3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D7"/>
    <w:rsid w:val="00F3509B"/>
    <w:rsid w:val="00F3626D"/>
    <w:rsid w:val="00F36DA0"/>
    <w:rsid w:val="00F37C1D"/>
    <w:rsid w:val="00F40F4F"/>
    <w:rsid w:val="00F42ECA"/>
    <w:rsid w:val="00F4301B"/>
    <w:rsid w:val="00F44076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744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46C7"/>
    <w:rsid w:val="00FB647C"/>
    <w:rsid w:val="00FB66F5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CED0C-CBCA-49DC-BFCC-CF9EE16BF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2022-10-14T01:47:00Z</cp:lastPrinted>
  <dcterms:created xsi:type="dcterms:W3CDTF">2022-10-13T01:44:00Z</dcterms:created>
  <dcterms:modified xsi:type="dcterms:W3CDTF">2022-10-28T01:30:00Z</dcterms:modified>
</cp:coreProperties>
</file>