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1C" w:rsidRPr="005F0F67" w:rsidRDefault="007A201C" w:rsidP="007A201C">
      <w:pPr>
        <w:jc w:val="center"/>
        <w:rPr>
          <w:b/>
          <w:sz w:val="26"/>
          <w:szCs w:val="26"/>
        </w:rPr>
      </w:pPr>
      <w:r w:rsidRPr="005F0F67">
        <w:rPr>
          <w:b/>
          <w:sz w:val="26"/>
          <w:szCs w:val="26"/>
        </w:rPr>
        <w:t xml:space="preserve">Итоги аукциона на право заключения договоров </w:t>
      </w:r>
    </w:p>
    <w:p w:rsidR="00AF1638" w:rsidRPr="005F0F67" w:rsidRDefault="007A201C" w:rsidP="007A201C">
      <w:pPr>
        <w:jc w:val="center"/>
        <w:rPr>
          <w:b/>
          <w:sz w:val="26"/>
          <w:szCs w:val="26"/>
        </w:rPr>
      </w:pPr>
      <w:r w:rsidRPr="005F0F67">
        <w:rPr>
          <w:b/>
          <w:sz w:val="26"/>
          <w:szCs w:val="26"/>
        </w:rPr>
        <w:t>аренды земельных участков</w:t>
      </w:r>
      <w:r w:rsidR="00C331E7">
        <w:rPr>
          <w:b/>
          <w:sz w:val="26"/>
          <w:szCs w:val="26"/>
        </w:rPr>
        <w:t xml:space="preserve">, </w:t>
      </w:r>
      <w:r w:rsidRPr="005F0F67">
        <w:rPr>
          <w:b/>
          <w:sz w:val="26"/>
          <w:szCs w:val="26"/>
        </w:rPr>
        <w:t xml:space="preserve">назначенного на </w:t>
      </w:r>
      <w:r w:rsidR="00F40163">
        <w:rPr>
          <w:b/>
          <w:sz w:val="26"/>
          <w:szCs w:val="26"/>
        </w:rPr>
        <w:t>01</w:t>
      </w:r>
      <w:r w:rsidRPr="005F0F67">
        <w:rPr>
          <w:b/>
          <w:sz w:val="26"/>
          <w:szCs w:val="26"/>
        </w:rPr>
        <w:t>.</w:t>
      </w:r>
      <w:r w:rsidR="00F40163">
        <w:rPr>
          <w:b/>
          <w:sz w:val="26"/>
          <w:szCs w:val="26"/>
        </w:rPr>
        <w:t>10</w:t>
      </w:r>
      <w:r w:rsidRPr="005F0F67">
        <w:rPr>
          <w:b/>
          <w:sz w:val="26"/>
          <w:szCs w:val="26"/>
        </w:rPr>
        <w:t>.2021</w:t>
      </w:r>
      <w:r w:rsidR="00C331E7">
        <w:rPr>
          <w:b/>
          <w:sz w:val="26"/>
          <w:szCs w:val="26"/>
        </w:rPr>
        <w:t>г.</w:t>
      </w:r>
    </w:p>
    <w:p w:rsidR="007A201C" w:rsidRPr="00440EBC" w:rsidRDefault="007A201C" w:rsidP="007A201C">
      <w:pPr>
        <w:jc w:val="center"/>
        <w:rPr>
          <w:b/>
          <w:sz w:val="22"/>
          <w:szCs w:val="22"/>
        </w:rPr>
      </w:pPr>
    </w:p>
    <w:tbl>
      <w:tblPr>
        <w:tblW w:w="9811" w:type="dxa"/>
        <w:jc w:val="center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503"/>
        <w:gridCol w:w="2778"/>
      </w:tblGrid>
      <w:tr w:rsidR="00EF5B85" w:rsidRPr="001562AB" w:rsidTr="009A279C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EF5B85" w:rsidRPr="006777C1" w:rsidRDefault="00EF5B85" w:rsidP="00137EC5">
            <w:pPr>
              <w:pStyle w:val="a8"/>
              <w:ind w:left="-73"/>
              <w:rPr>
                <w:b w:val="0"/>
                <w:sz w:val="24"/>
                <w:szCs w:val="24"/>
              </w:rPr>
            </w:pPr>
            <w:r w:rsidRPr="006777C1">
              <w:rPr>
                <w:b w:val="0"/>
                <w:sz w:val="24"/>
                <w:szCs w:val="24"/>
              </w:rPr>
              <w:t>№ лота</w:t>
            </w:r>
          </w:p>
        </w:tc>
        <w:tc>
          <w:tcPr>
            <w:tcW w:w="6503" w:type="dxa"/>
            <w:vAlign w:val="center"/>
          </w:tcPr>
          <w:p w:rsidR="00EF5B85" w:rsidRPr="006777C1" w:rsidRDefault="00EF5B85" w:rsidP="00137EC5">
            <w:pPr>
              <w:pStyle w:val="a8"/>
              <w:rPr>
                <w:b w:val="0"/>
                <w:sz w:val="24"/>
                <w:szCs w:val="24"/>
              </w:rPr>
            </w:pPr>
            <w:r w:rsidRPr="006777C1">
              <w:rPr>
                <w:b w:val="0"/>
                <w:sz w:val="24"/>
                <w:szCs w:val="24"/>
              </w:rPr>
              <w:t>Предмет аукциона</w:t>
            </w:r>
          </w:p>
        </w:tc>
        <w:tc>
          <w:tcPr>
            <w:tcW w:w="2778" w:type="dxa"/>
            <w:vAlign w:val="center"/>
          </w:tcPr>
          <w:p w:rsidR="00EF5B85" w:rsidRPr="006777C1" w:rsidRDefault="00EF5B85" w:rsidP="00AB56B1">
            <w:pPr>
              <w:pStyle w:val="a8"/>
              <w:ind w:left="-153"/>
              <w:rPr>
                <w:b w:val="0"/>
                <w:sz w:val="24"/>
                <w:szCs w:val="24"/>
              </w:rPr>
            </w:pPr>
            <w:r w:rsidRPr="006777C1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453816" w:rsidRPr="001562AB" w:rsidTr="009A279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53816" w:rsidRPr="006777C1" w:rsidRDefault="00453816" w:rsidP="00137EC5">
            <w:pPr>
              <w:ind w:firstLine="94"/>
              <w:jc w:val="both"/>
            </w:pPr>
            <w:r w:rsidRPr="006777C1">
              <w:t>1</w:t>
            </w:r>
          </w:p>
        </w:tc>
        <w:tc>
          <w:tcPr>
            <w:tcW w:w="6503" w:type="dxa"/>
          </w:tcPr>
          <w:p w:rsidR="00453816" w:rsidRPr="004F0CC2" w:rsidRDefault="00453816" w:rsidP="00453816">
            <w:pPr>
              <w:jc w:val="both"/>
            </w:pPr>
            <w:r w:rsidRPr="004F0CC2">
              <w:t xml:space="preserve">Право заключения договора аренды земельного участка с кадастровым номером 28:01:010103:687, площадью 30 </w:t>
            </w:r>
            <w:proofErr w:type="spellStart"/>
            <w:r w:rsidRPr="004F0CC2">
              <w:t>кв</w:t>
            </w:r>
            <w:proofErr w:type="gramStart"/>
            <w:r w:rsidRPr="004F0CC2">
              <w:t>.м</w:t>
            </w:r>
            <w:proofErr w:type="spellEnd"/>
            <w:proofErr w:type="gramEnd"/>
            <w:r w:rsidRPr="004F0CC2">
              <w:t>, расположенного в квартале 103 города Благовещенска, с видом разрешенного использования – хранение автотранспорта</w:t>
            </w:r>
          </w:p>
        </w:tc>
        <w:tc>
          <w:tcPr>
            <w:tcW w:w="2778" w:type="dxa"/>
            <w:vAlign w:val="center"/>
          </w:tcPr>
          <w:p w:rsidR="008018DB" w:rsidRPr="008018DB" w:rsidRDefault="00453816" w:rsidP="00453816">
            <w:pPr>
              <w:jc w:val="center"/>
            </w:pPr>
            <w:r w:rsidRPr="008018DB">
              <w:t>Победитель аукциона</w:t>
            </w:r>
          </w:p>
          <w:p w:rsidR="00453816" w:rsidRPr="009A279C" w:rsidRDefault="008018DB" w:rsidP="00453816">
            <w:pPr>
              <w:jc w:val="center"/>
            </w:pPr>
            <w:proofErr w:type="spellStart"/>
            <w:r w:rsidRPr="008018DB">
              <w:t>Ромасенко</w:t>
            </w:r>
            <w:proofErr w:type="spellEnd"/>
            <w:r w:rsidRPr="008018DB">
              <w:t xml:space="preserve"> А.</w:t>
            </w:r>
            <w:bookmarkStart w:id="0" w:name="_GoBack"/>
            <w:bookmarkEnd w:id="0"/>
            <w:r w:rsidRPr="008018DB">
              <w:t>В.</w:t>
            </w:r>
            <w:r w:rsidR="00453816">
              <w:t xml:space="preserve"> </w:t>
            </w:r>
          </w:p>
        </w:tc>
      </w:tr>
      <w:tr w:rsidR="00453816" w:rsidRPr="00C31977" w:rsidTr="009A279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53816" w:rsidRPr="006777C1" w:rsidRDefault="00453816" w:rsidP="00137EC5">
            <w:pPr>
              <w:jc w:val="center"/>
            </w:pPr>
            <w:r w:rsidRPr="006777C1">
              <w:t>2</w:t>
            </w:r>
          </w:p>
        </w:tc>
        <w:tc>
          <w:tcPr>
            <w:tcW w:w="6503" w:type="dxa"/>
          </w:tcPr>
          <w:p w:rsidR="00453816" w:rsidRPr="004F0CC2" w:rsidRDefault="00453816" w:rsidP="00453816">
            <w:pPr>
              <w:jc w:val="both"/>
            </w:pPr>
            <w:r w:rsidRPr="004F0CC2">
              <w:t xml:space="preserve">Право заключения договора аренды земельного участка с кадастровым номером 28:01:010339:43, площадью 24 </w:t>
            </w:r>
            <w:proofErr w:type="spellStart"/>
            <w:r w:rsidRPr="004F0CC2">
              <w:t>кв</w:t>
            </w:r>
            <w:proofErr w:type="gramStart"/>
            <w:r w:rsidRPr="004F0CC2">
              <w:t>.м</w:t>
            </w:r>
            <w:proofErr w:type="spellEnd"/>
            <w:proofErr w:type="gramEnd"/>
            <w:r w:rsidRPr="004F0CC2">
              <w:t>, расположенного в квартале 339 города Благовещенска, с видом разрешенного использования – хранение автотранспорта</w:t>
            </w:r>
          </w:p>
        </w:tc>
        <w:tc>
          <w:tcPr>
            <w:tcW w:w="2778" w:type="dxa"/>
            <w:vAlign w:val="center"/>
          </w:tcPr>
          <w:p w:rsidR="00453816" w:rsidRPr="001C4B03" w:rsidRDefault="00453816" w:rsidP="00C331E7">
            <w:pPr>
              <w:jc w:val="center"/>
            </w:pPr>
            <w:r w:rsidRPr="00C331E7">
              <w:t>Аукцион признан несостоявшимся</w:t>
            </w:r>
          </w:p>
        </w:tc>
      </w:tr>
      <w:tr w:rsidR="00453816" w:rsidRPr="00C31977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53816" w:rsidRPr="006777C1" w:rsidRDefault="00453816" w:rsidP="00137EC5">
            <w:pPr>
              <w:jc w:val="center"/>
            </w:pPr>
            <w:r w:rsidRPr="006777C1">
              <w:t>3</w:t>
            </w:r>
          </w:p>
        </w:tc>
        <w:tc>
          <w:tcPr>
            <w:tcW w:w="6503" w:type="dxa"/>
          </w:tcPr>
          <w:p w:rsidR="00453816" w:rsidRPr="004F0CC2" w:rsidRDefault="00453816" w:rsidP="00453816">
            <w:pPr>
              <w:jc w:val="both"/>
            </w:pPr>
            <w:r w:rsidRPr="004F0CC2">
              <w:t xml:space="preserve">Право заключения договора аренды земельного участка с кадастровым номером 28:01:130083:1169, площадью                 2004 </w:t>
            </w:r>
            <w:proofErr w:type="spellStart"/>
            <w:r w:rsidRPr="004F0CC2">
              <w:t>кв</w:t>
            </w:r>
            <w:proofErr w:type="gramStart"/>
            <w:r w:rsidRPr="004F0CC2">
              <w:t>.м</w:t>
            </w:r>
            <w:proofErr w:type="spellEnd"/>
            <w:proofErr w:type="gramEnd"/>
            <w:r w:rsidRPr="004F0CC2">
              <w:t>, расположенного в квартале 84 города Благовещенска, с  видом  разрешенного  использования – амбулаторно-поликлиническое обслуживание</w:t>
            </w:r>
          </w:p>
        </w:tc>
        <w:tc>
          <w:tcPr>
            <w:tcW w:w="2778" w:type="dxa"/>
            <w:vAlign w:val="center"/>
          </w:tcPr>
          <w:p w:rsidR="00453816" w:rsidRPr="009A279C" w:rsidRDefault="00453816" w:rsidP="001C4B03">
            <w:pPr>
              <w:jc w:val="center"/>
            </w:pPr>
            <w:r>
              <w:t>Аукцион признан несостоявшимся</w:t>
            </w:r>
          </w:p>
        </w:tc>
      </w:tr>
      <w:tr w:rsidR="00453816" w:rsidRPr="00C31977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53816" w:rsidRPr="006777C1" w:rsidRDefault="00453816" w:rsidP="00137EC5">
            <w:pPr>
              <w:jc w:val="center"/>
            </w:pPr>
            <w:r w:rsidRPr="006777C1">
              <w:t>4</w:t>
            </w:r>
          </w:p>
        </w:tc>
        <w:tc>
          <w:tcPr>
            <w:tcW w:w="6503" w:type="dxa"/>
          </w:tcPr>
          <w:p w:rsidR="00453816" w:rsidRPr="004F0CC2" w:rsidRDefault="00453816" w:rsidP="00453816">
            <w:pPr>
              <w:jc w:val="both"/>
            </w:pPr>
            <w:r w:rsidRPr="004F0CC2">
              <w:t xml:space="preserve">Право заключения договора аренды земельного участка с кадастровым номером 28:01:030004:167, площадью 4009 </w:t>
            </w:r>
            <w:proofErr w:type="spellStart"/>
            <w:r w:rsidRPr="004F0CC2">
              <w:t>кв</w:t>
            </w:r>
            <w:proofErr w:type="gramStart"/>
            <w:r w:rsidRPr="004F0CC2">
              <w:t>.м</w:t>
            </w:r>
            <w:proofErr w:type="spellEnd"/>
            <w:proofErr w:type="gramEnd"/>
            <w:r w:rsidRPr="004F0CC2">
              <w:t>, расположенного в квартале ЗПУ-5 города Благовещенска, с видом разрешенного использования – объекты дорожного сервиса</w:t>
            </w:r>
          </w:p>
        </w:tc>
        <w:tc>
          <w:tcPr>
            <w:tcW w:w="2778" w:type="dxa"/>
            <w:vAlign w:val="center"/>
          </w:tcPr>
          <w:p w:rsidR="00453816" w:rsidRPr="009A279C" w:rsidRDefault="00453816" w:rsidP="00EE565D">
            <w:pPr>
              <w:jc w:val="center"/>
            </w:pPr>
            <w:r w:rsidRPr="00C331E7">
              <w:t>Аукцион признан несостоявшимся</w:t>
            </w:r>
          </w:p>
        </w:tc>
      </w:tr>
      <w:tr w:rsidR="00453816" w:rsidRPr="00C31977" w:rsidTr="00EE565D">
        <w:trPr>
          <w:cantSplit/>
          <w:trHeight w:val="900"/>
          <w:jc w:val="center"/>
        </w:trPr>
        <w:tc>
          <w:tcPr>
            <w:tcW w:w="530" w:type="dxa"/>
            <w:vAlign w:val="center"/>
          </w:tcPr>
          <w:p w:rsidR="00453816" w:rsidRPr="006777C1" w:rsidRDefault="00453816" w:rsidP="00137EC5">
            <w:pPr>
              <w:jc w:val="center"/>
            </w:pPr>
            <w:r>
              <w:t>5</w:t>
            </w:r>
          </w:p>
        </w:tc>
        <w:tc>
          <w:tcPr>
            <w:tcW w:w="6503" w:type="dxa"/>
          </w:tcPr>
          <w:p w:rsidR="00453816" w:rsidRPr="004F0CC2" w:rsidRDefault="00453816" w:rsidP="00453816">
            <w:pPr>
              <w:jc w:val="both"/>
            </w:pPr>
            <w:r w:rsidRPr="004F0CC2">
              <w:t xml:space="preserve">Право заключения договора аренды земельного участка с кадастровым номером 28:01:030004:89, площадью 4000 </w:t>
            </w:r>
            <w:proofErr w:type="spellStart"/>
            <w:r w:rsidRPr="004F0CC2">
              <w:t>кв</w:t>
            </w:r>
            <w:proofErr w:type="gramStart"/>
            <w:r w:rsidRPr="004F0CC2">
              <w:t>.м</w:t>
            </w:r>
            <w:proofErr w:type="spellEnd"/>
            <w:proofErr w:type="gramEnd"/>
            <w:r w:rsidRPr="004F0CC2">
              <w:t>, расположенного в квартале ЗПУ-5 города Благовещенска, с видом разрешенного использования – служебные гаражи</w:t>
            </w:r>
          </w:p>
        </w:tc>
        <w:tc>
          <w:tcPr>
            <w:tcW w:w="2778" w:type="dxa"/>
            <w:vAlign w:val="center"/>
          </w:tcPr>
          <w:p w:rsidR="00453816" w:rsidRPr="009A279C" w:rsidRDefault="00453816" w:rsidP="009A279C">
            <w:pPr>
              <w:jc w:val="center"/>
            </w:pPr>
            <w:r w:rsidRPr="00291FB5">
              <w:t>Аукцион признан несостоявшимся</w:t>
            </w:r>
          </w:p>
        </w:tc>
      </w:tr>
      <w:tr w:rsidR="00453816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53816" w:rsidRDefault="00453816" w:rsidP="00137EC5">
            <w:pPr>
              <w:jc w:val="center"/>
            </w:pPr>
            <w:r>
              <w:t>6</w:t>
            </w:r>
          </w:p>
        </w:tc>
        <w:tc>
          <w:tcPr>
            <w:tcW w:w="6503" w:type="dxa"/>
          </w:tcPr>
          <w:p w:rsidR="00453816" w:rsidRPr="004F0CC2" w:rsidRDefault="00453816" w:rsidP="00453816">
            <w:pPr>
              <w:jc w:val="both"/>
            </w:pPr>
            <w:r w:rsidRPr="004F0CC2">
              <w:t xml:space="preserve">Право заключения договора аренды земельного участка с кадастровым номером 28:01:030005:232, площадью 5600 </w:t>
            </w:r>
            <w:proofErr w:type="spellStart"/>
            <w:r w:rsidRPr="004F0CC2">
              <w:t>кв</w:t>
            </w:r>
            <w:proofErr w:type="gramStart"/>
            <w:r w:rsidRPr="004F0CC2">
              <w:t>.м</w:t>
            </w:r>
            <w:proofErr w:type="spellEnd"/>
            <w:proofErr w:type="gramEnd"/>
            <w:r w:rsidRPr="004F0CC2">
              <w:t>, расположенного  в кварталах ЗПУ-3, ЗПУ-6 города Благовещенска, с видом разрешенного использования – склады</w:t>
            </w:r>
          </w:p>
        </w:tc>
        <w:tc>
          <w:tcPr>
            <w:tcW w:w="2778" w:type="dxa"/>
            <w:vAlign w:val="center"/>
          </w:tcPr>
          <w:p w:rsidR="00453816" w:rsidRPr="00957203" w:rsidRDefault="00453816" w:rsidP="00C331E7">
            <w:pPr>
              <w:jc w:val="center"/>
            </w:pPr>
            <w:r w:rsidRPr="00C331E7">
              <w:t>Аукцион признан несостоявшимся</w:t>
            </w:r>
          </w:p>
        </w:tc>
      </w:tr>
      <w:tr w:rsidR="00453816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53816" w:rsidRDefault="00453816" w:rsidP="00137EC5">
            <w:pPr>
              <w:jc w:val="center"/>
            </w:pPr>
            <w:r>
              <w:t>7</w:t>
            </w:r>
          </w:p>
        </w:tc>
        <w:tc>
          <w:tcPr>
            <w:tcW w:w="6503" w:type="dxa"/>
          </w:tcPr>
          <w:p w:rsidR="00453816" w:rsidRDefault="00453816" w:rsidP="00453816">
            <w:pPr>
              <w:jc w:val="both"/>
            </w:pPr>
            <w:r w:rsidRPr="004F0CC2">
              <w:t xml:space="preserve">Право заключения договора аренды земельного участка с кадастровым номером  28:01:030005:235, площадью 5944 </w:t>
            </w:r>
            <w:proofErr w:type="spellStart"/>
            <w:r w:rsidRPr="004F0CC2">
              <w:t>кв</w:t>
            </w:r>
            <w:proofErr w:type="gramStart"/>
            <w:r w:rsidRPr="004F0CC2">
              <w:t>.м</w:t>
            </w:r>
            <w:proofErr w:type="spellEnd"/>
            <w:proofErr w:type="gramEnd"/>
            <w:r w:rsidRPr="004F0CC2">
              <w:t>, расположенного  в кварталах ЗПУ-3, ЗПУ-6 города Благовещенска, с видом разрешенного использования – склады</w:t>
            </w:r>
          </w:p>
        </w:tc>
        <w:tc>
          <w:tcPr>
            <w:tcW w:w="2778" w:type="dxa"/>
            <w:vAlign w:val="center"/>
          </w:tcPr>
          <w:p w:rsidR="00453816" w:rsidRPr="00C331E7" w:rsidRDefault="00453816" w:rsidP="00C331E7">
            <w:pPr>
              <w:jc w:val="center"/>
            </w:pPr>
            <w:r w:rsidRPr="00C331E7">
              <w:t>Аукцион признан несостоявшимся</w:t>
            </w:r>
          </w:p>
        </w:tc>
      </w:tr>
    </w:tbl>
    <w:p w:rsidR="00224609" w:rsidRPr="00943C53" w:rsidRDefault="00224609" w:rsidP="00440EBC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</w:pPr>
    </w:p>
    <w:sectPr w:rsidR="00224609" w:rsidRPr="00943C53" w:rsidSect="00EE096E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57B" w:rsidRDefault="00D2057B">
      <w:r>
        <w:separator/>
      </w:r>
    </w:p>
  </w:endnote>
  <w:endnote w:type="continuationSeparator" w:id="0">
    <w:p w:rsidR="00D2057B" w:rsidRDefault="00D2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7B" w:rsidRDefault="00D2057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057B" w:rsidRDefault="00D2057B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7B" w:rsidRDefault="00D2057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18DB">
      <w:rPr>
        <w:rStyle w:val="a5"/>
        <w:noProof/>
      </w:rPr>
      <w:t>1</w:t>
    </w:r>
    <w:r>
      <w:rPr>
        <w:rStyle w:val="a5"/>
      </w:rPr>
      <w:fldChar w:fldCharType="end"/>
    </w:r>
  </w:p>
  <w:p w:rsidR="00D2057B" w:rsidRDefault="00D2057B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57B" w:rsidRDefault="00D2057B">
      <w:r>
        <w:separator/>
      </w:r>
    </w:p>
  </w:footnote>
  <w:footnote w:type="continuationSeparator" w:id="0">
    <w:p w:rsidR="00D2057B" w:rsidRDefault="00D20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7B" w:rsidRDefault="00D2057B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057B" w:rsidRDefault="00D2057B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01F181D"/>
    <w:multiLevelType w:val="hybridMultilevel"/>
    <w:tmpl w:val="79C87052"/>
    <w:lvl w:ilvl="0" w:tplc="75C8088E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CE8"/>
    <w:rsid w:val="0000156C"/>
    <w:rsid w:val="00003893"/>
    <w:rsid w:val="00003967"/>
    <w:rsid w:val="00003989"/>
    <w:rsid w:val="000047B9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418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580C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5C27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C1B"/>
    <w:rsid w:val="000A4FC5"/>
    <w:rsid w:val="000A51BC"/>
    <w:rsid w:val="000A592E"/>
    <w:rsid w:val="000A5E8C"/>
    <w:rsid w:val="000A6B38"/>
    <w:rsid w:val="000A71C6"/>
    <w:rsid w:val="000A743F"/>
    <w:rsid w:val="000A750A"/>
    <w:rsid w:val="000B0E5C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43E7"/>
    <w:rsid w:val="000F4E4C"/>
    <w:rsid w:val="000F4F7A"/>
    <w:rsid w:val="000F5218"/>
    <w:rsid w:val="000F627A"/>
    <w:rsid w:val="000F6520"/>
    <w:rsid w:val="000F681E"/>
    <w:rsid w:val="0010001C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38A4"/>
    <w:rsid w:val="00114E67"/>
    <w:rsid w:val="00114F86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0CA6"/>
    <w:rsid w:val="00150FD5"/>
    <w:rsid w:val="00151045"/>
    <w:rsid w:val="00151329"/>
    <w:rsid w:val="001513C3"/>
    <w:rsid w:val="00152132"/>
    <w:rsid w:val="00152197"/>
    <w:rsid w:val="00152310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5D20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B6F"/>
    <w:rsid w:val="00184042"/>
    <w:rsid w:val="00184C03"/>
    <w:rsid w:val="001850B2"/>
    <w:rsid w:val="00186096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1DB4"/>
    <w:rsid w:val="001A3685"/>
    <w:rsid w:val="001A3BC6"/>
    <w:rsid w:val="001A3D61"/>
    <w:rsid w:val="001A51ED"/>
    <w:rsid w:val="001A5EBB"/>
    <w:rsid w:val="001A5FD4"/>
    <w:rsid w:val="001A6127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1F5D"/>
    <w:rsid w:val="001C22B5"/>
    <w:rsid w:val="001C2600"/>
    <w:rsid w:val="001C2E0A"/>
    <w:rsid w:val="001C4B03"/>
    <w:rsid w:val="001C5E2E"/>
    <w:rsid w:val="001C6481"/>
    <w:rsid w:val="001D1B50"/>
    <w:rsid w:val="001D2BEE"/>
    <w:rsid w:val="001D33CA"/>
    <w:rsid w:val="001D52DE"/>
    <w:rsid w:val="001D64D4"/>
    <w:rsid w:val="001D78AE"/>
    <w:rsid w:val="001D7CCF"/>
    <w:rsid w:val="001E1E98"/>
    <w:rsid w:val="001E1FDA"/>
    <w:rsid w:val="001E2DE8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02B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2135"/>
    <w:rsid w:val="00232145"/>
    <w:rsid w:val="00232275"/>
    <w:rsid w:val="0023280A"/>
    <w:rsid w:val="00233288"/>
    <w:rsid w:val="00233CA3"/>
    <w:rsid w:val="00234EAB"/>
    <w:rsid w:val="00235BE3"/>
    <w:rsid w:val="00236CB8"/>
    <w:rsid w:val="00242324"/>
    <w:rsid w:val="0024329F"/>
    <w:rsid w:val="00243AC4"/>
    <w:rsid w:val="002456C3"/>
    <w:rsid w:val="0024573F"/>
    <w:rsid w:val="00246625"/>
    <w:rsid w:val="00246CAD"/>
    <w:rsid w:val="002504AC"/>
    <w:rsid w:val="0025104A"/>
    <w:rsid w:val="002529C9"/>
    <w:rsid w:val="00252F5E"/>
    <w:rsid w:val="00255319"/>
    <w:rsid w:val="0025638A"/>
    <w:rsid w:val="00257B14"/>
    <w:rsid w:val="002615F4"/>
    <w:rsid w:val="00262591"/>
    <w:rsid w:val="002635C0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69B"/>
    <w:rsid w:val="0028091A"/>
    <w:rsid w:val="00280B4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1FB5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810"/>
    <w:rsid w:val="002A2CC0"/>
    <w:rsid w:val="002A3282"/>
    <w:rsid w:val="002A3EEA"/>
    <w:rsid w:val="002A465A"/>
    <w:rsid w:val="002A46DE"/>
    <w:rsid w:val="002A5204"/>
    <w:rsid w:val="002A5DEB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1E0"/>
    <w:rsid w:val="002B50C6"/>
    <w:rsid w:val="002B580A"/>
    <w:rsid w:val="002C0551"/>
    <w:rsid w:val="002C05C0"/>
    <w:rsid w:val="002C09D3"/>
    <w:rsid w:val="002C1054"/>
    <w:rsid w:val="002C1FC1"/>
    <w:rsid w:val="002C2CD4"/>
    <w:rsid w:val="002C3F12"/>
    <w:rsid w:val="002C5169"/>
    <w:rsid w:val="002C5D35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43C"/>
    <w:rsid w:val="002E3557"/>
    <w:rsid w:val="002E40EF"/>
    <w:rsid w:val="002E4F24"/>
    <w:rsid w:val="002E56D6"/>
    <w:rsid w:val="002E58EF"/>
    <w:rsid w:val="002E5916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23E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B7"/>
    <w:rsid w:val="0035281B"/>
    <w:rsid w:val="003530A8"/>
    <w:rsid w:val="00353D0B"/>
    <w:rsid w:val="00355BD6"/>
    <w:rsid w:val="00355C35"/>
    <w:rsid w:val="00355E48"/>
    <w:rsid w:val="0035603B"/>
    <w:rsid w:val="003578C5"/>
    <w:rsid w:val="00360997"/>
    <w:rsid w:val="00360F94"/>
    <w:rsid w:val="00361191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A0515"/>
    <w:rsid w:val="003A2E96"/>
    <w:rsid w:val="003A2F8F"/>
    <w:rsid w:val="003A3064"/>
    <w:rsid w:val="003A3657"/>
    <w:rsid w:val="003A410B"/>
    <w:rsid w:val="003A4656"/>
    <w:rsid w:val="003A5411"/>
    <w:rsid w:val="003A5DF0"/>
    <w:rsid w:val="003A717E"/>
    <w:rsid w:val="003B0A53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3A45"/>
    <w:rsid w:val="003C4C29"/>
    <w:rsid w:val="003C5065"/>
    <w:rsid w:val="003C5554"/>
    <w:rsid w:val="003C5B57"/>
    <w:rsid w:val="003C6A7D"/>
    <w:rsid w:val="003C7032"/>
    <w:rsid w:val="003C7180"/>
    <w:rsid w:val="003C7246"/>
    <w:rsid w:val="003D02B1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708E"/>
    <w:rsid w:val="003F737E"/>
    <w:rsid w:val="00400B7C"/>
    <w:rsid w:val="00400CE2"/>
    <w:rsid w:val="00400FB0"/>
    <w:rsid w:val="00402BBC"/>
    <w:rsid w:val="0040413C"/>
    <w:rsid w:val="00404831"/>
    <w:rsid w:val="004048F2"/>
    <w:rsid w:val="00404B18"/>
    <w:rsid w:val="00404D77"/>
    <w:rsid w:val="0040673A"/>
    <w:rsid w:val="0040696C"/>
    <w:rsid w:val="00406CEE"/>
    <w:rsid w:val="004105D2"/>
    <w:rsid w:val="00410AEC"/>
    <w:rsid w:val="0041218E"/>
    <w:rsid w:val="004122B0"/>
    <w:rsid w:val="00412918"/>
    <w:rsid w:val="00412CE0"/>
    <w:rsid w:val="00412D89"/>
    <w:rsid w:val="00413106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27D33"/>
    <w:rsid w:val="0043026C"/>
    <w:rsid w:val="00431097"/>
    <w:rsid w:val="00431407"/>
    <w:rsid w:val="004314E5"/>
    <w:rsid w:val="00432CED"/>
    <w:rsid w:val="00432DF1"/>
    <w:rsid w:val="0043335D"/>
    <w:rsid w:val="00433E50"/>
    <w:rsid w:val="00434E35"/>
    <w:rsid w:val="00435441"/>
    <w:rsid w:val="00436419"/>
    <w:rsid w:val="0043697C"/>
    <w:rsid w:val="00437E15"/>
    <w:rsid w:val="004408BC"/>
    <w:rsid w:val="00440AAA"/>
    <w:rsid w:val="00440EBC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2699"/>
    <w:rsid w:val="00453816"/>
    <w:rsid w:val="00453BDC"/>
    <w:rsid w:val="00453F2B"/>
    <w:rsid w:val="00455D8D"/>
    <w:rsid w:val="0045653B"/>
    <w:rsid w:val="004567C2"/>
    <w:rsid w:val="00456875"/>
    <w:rsid w:val="00456C33"/>
    <w:rsid w:val="0045748D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2007"/>
    <w:rsid w:val="004724FE"/>
    <w:rsid w:val="00472599"/>
    <w:rsid w:val="004727B6"/>
    <w:rsid w:val="004727E5"/>
    <w:rsid w:val="0047439A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3DB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797A"/>
    <w:rsid w:val="004A07B1"/>
    <w:rsid w:val="004A21F1"/>
    <w:rsid w:val="004A31DD"/>
    <w:rsid w:val="004A3C72"/>
    <w:rsid w:val="004A4275"/>
    <w:rsid w:val="004A4AC5"/>
    <w:rsid w:val="004A5152"/>
    <w:rsid w:val="004A5EA6"/>
    <w:rsid w:val="004A6CA1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CF2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E0C50"/>
    <w:rsid w:val="004E109A"/>
    <w:rsid w:val="004E10D4"/>
    <w:rsid w:val="004E1A5B"/>
    <w:rsid w:val="004E2A91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8FC"/>
    <w:rsid w:val="004F00B4"/>
    <w:rsid w:val="004F09CB"/>
    <w:rsid w:val="004F20F3"/>
    <w:rsid w:val="004F2AD6"/>
    <w:rsid w:val="004F2CD2"/>
    <w:rsid w:val="004F30B2"/>
    <w:rsid w:val="004F30BD"/>
    <w:rsid w:val="004F44D3"/>
    <w:rsid w:val="004F4627"/>
    <w:rsid w:val="004F7372"/>
    <w:rsid w:val="004F769E"/>
    <w:rsid w:val="004F778D"/>
    <w:rsid w:val="004F79B0"/>
    <w:rsid w:val="0050298E"/>
    <w:rsid w:val="0050337C"/>
    <w:rsid w:val="00503809"/>
    <w:rsid w:val="00503D7D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26A"/>
    <w:rsid w:val="00536358"/>
    <w:rsid w:val="005367AE"/>
    <w:rsid w:val="00536E73"/>
    <w:rsid w:val="00537AB7"/>
    <w:rsid w:val="00540BCB"/>
    <w:rsid w:val="00541B83"/>
    <w:rsid w:val="00541C40"/>
    <w:rsid w:val="00541D73"/>
    <w:rsid w:val="005432A3"/>
    <w:rsid w:val="00543B82"/>
    <w:rsid w:val="00543C9C"/>
    <w:rsid w:val="00544ED8"/>
    <w:rsid w:val="005455A8"/>
    <w:rsid w:val="00545D2C"/>
    <w:rsid w:val="005463AE"/>
    <w:rsid w:val="00546DA0"/>
    <w:rsid w:val="005473EF"/>
    <w:rsid w:val="00547C3A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4903"/>
    <w:rsid w:val="005651A8"/>
    <w:rsid w:val="00565CDD"/>
    <w:rsid w:val="00566373"/>
    <w:rsid w:val="00566412"/>
    <w:rsid w:val="00566F43"/>
    <w:rsid w:val="00567345"/>
    <w:rsid w:val="00567AA8"/>
    <w:rsid w:val="00567DD1"/>
    <w:rsid w:val="00567EEF"/>
    <w:rsid w:val="00570136"/>
    <w:rsid w:val="00570289"/>
    <w:rsid w:val="00571A9C"/>
    <w:rsid w:val="00572016"/>
    <w:rsid w:val="00572205"/>
    <w:rsid w:val="00572264"/>
    <w:rsid w:val="005731FB"/>
    <w:rsid w:val="00573251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467"/>
    <w:rsid w:val="00584E3F"/>
    <w:rsid w:val="00585A1F"/>
    <w:rsid w:val="00585A35"/>
    <w:rsid w:val="00585A8E"/>
    <w:rsid w:val="00585B2B"/>
    <w:rsid w:val="00585DCD"/>
    <w:rsid w:val="00586117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8E0"/>
    <w:rsid w:val="00594133"/>
    <w:rsid w:val="00594920"/>
    <w:rsid w:val="00594B5C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4D69"/>
    <w:rsid w:val="005A5027"/>
    <w:rsid w:val="005A51C9"/>
    <w:rsid w:val="005A51E4"/>
    <w:rsid w:val="005A5DD3"/>
    <w:rsid w:val="005A63F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551E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432"/>
    <w:rsid w:val="005D69A7"/>
    <w:rsid w:val="005D6A6F"/>
    <w:rsid w:val="005D6D6D"/>
    <w:rsid w:val="005D76F5"/>
    <w:rsid w:val="005D77E3"/>
    <w:rsid w:val="005D78A5"/>
    <w:rsid w:val="005E0053"/>
    <w:rsid w:val="005E0FB1"/>
    <w:rsid w:val="005E1CA3"/>
    <w:rsid w:val="005E1E9D"/>
    <w:rsid w:val="005E2D29"/>
    <w:rsid w:val="005E4088"/>
    <w:rsid w:val="005F0301"/>
    <w:rsid w:val="005F0F67"/>
    <w:rsid w:val="005F16F7"/>
    <w:rsid w:val="005F27DB"/>
    <w:rsid w:val="005F2A32"/>
    <w:rsid w:val="005F4167"/>
    <w:rsid w:val="005F5389"/>
    <w:rsid w:val="006005E5"/>
    <w:rsid w:val="006009F5"/>
    <w:rsid w:val="00601533"/>
    <w:rsid w:val="00601B9B"/>
    <w:rsid w:val="00601D3B"/>
    <w:rsid w:val="00602141"/>
    <w:rsid w:val="00602E19"/>
    <w:rsid w:val="00604408"/>
    <w:rsid w:val="0060502D"/>
    <w:rsid w:val="00605115"/>
    <w:rsid w:val="006055D5"/>
    <w:rsid w:val="006058BD"/>
    <w:rsid w:val="006066ED"/>
    <w:rsid w:val="00606FE6"/>
    <w:rsid w:val="00610893"/>
    <w:rsid w:val="00610AF9"/>
    <w:rsid w:val="00610BAA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1A0A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751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02D8"/>
    <w:rsid w:val="00651411"/>
    <w:rsid w:val="00652299"/>
    <w:rsid w:val="00652795"/>
    <w:rsid w:val="006542A7"/>
    <w:rsid w:val="00654403"/>
    <w:rsid w:val="00654AD1"/>
    <w:rsid w:val="00655F46"/>
    <w:rsid w:val="00656187"/>
    <w:rsid w:val="00656204"/>
    <w:rsid w:val="00656360"/>
    <w:rsid w:val="00657AD7"/>
    <w:rsid w:val="00660EF9"/>
    <w:rsid w:val="006611B0"/>
    <w:rsid w:val="00661CC1"/>
    <w:rsid w:val="00661E3B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777C1"/>
    <w:rsid w:val="00680E46"/>
    <w:rsid w:val="006825FF"/>
    <w:rsid w:val="00684FF3"/>
    <w:rsid w:val="00685034"/>
    <w:rsid w:val="0068574E"/>
    <w:rsid w:val="006860AE"/>
    <w:rsid w:val="006867FC"/>
    <w:rsid w:val="006911CE"/>
    <w:rsid w:val="00691DC7"/>
    <w:rsid w:val="00691DEC"/>
    <w:rsid w:val="00692363"/>
    <w:rsid w:val="00692FEA"/>
    <w:rsid w:val="006936DE"/>
    <w:rsid w:val="00696015"/>
    <w:rsid w:val="00696029"/>
    <w:rsid w:val="00696DCC"/>
    <w:rsid w:val="0069718B"/>
    <w:rsid w:val="006976A4"/>
    <w:rsid w:val="006977FE"/>
    <w:rsid w:val="00697AC4"/>
    <w:rsid w:val="006A094F"/>
    <w:rsid w:val="006A0C7B"/>
    <w:rsid w:val="006A14D8"/>
    <w:rsid w:val="006A3416"/>
    <w:rsid w:val="006A35FA"/>
    <w:rsid w:val="006A41E0"/>
    <w:rsid w:val="006A4551"/>
    <w:rsid w:val="006A4E68"/>
    <w:rsid w:val="006A5785"/>
    <w:rsid w:val="006A5956"/>
    <w:rsid w:val="006A600B"/>
    <w:rsid w:val="006A6474"/>
    <w:rsid w:val="006A70C4"/>
    <w:rsid w:val="006A7A65"/>
    <w:rsid w:val="006B392A"/>
    <w:rsid w:val="006B431A"/>
    <w:rsid w:val="006B47DC"/>
    <w:rsid w:val="006B5D90"/>
    <w:rsid w:val="006B6592"/>
    <w:rsid w:val="006B6A90"/>
    <w:rsid w:val="006B74FC"/>
    <w:rsid w:val="006B7865"/>
    <w:rsid w:val="006C0083"/>
    <w:rsid w:val="006C2292"/>
    <w:rsid w:val="006C28C1"/>
    <w:rsid w:val="006C2C8C"/>
    <w:rsid w:val="006C3D46"/>
    <w:rsid w:val="006C42C3"/>
    <w:rsid w:val="006C5A79"/>
    <w:rsid w:val="006C6C2F"/>
    <w:rsid w:val="006D0921"/>
    <w:rsid w:val="006D1785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E7C93"/>
    <w:rsid w:val="006F0D6D"/>
    <w:rsid w:val="006F1CF6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5F"/>
    <w:rsid w:val="006F7B18"/>
    <w:rsid w:val="006F7E7D"/>
    <w:rsid w:val="007005BB"/>
    <w:rsid w:val="0070078F"/>
    <w:rsid w:val="00700AC9"/>
    <w:rsid w:val="00701F2B"/>
    <w:rsid w:val="00702CF9"/>
    <w:rsid w:val="00703EB6"/>
    <w:rsid w:val="00705C5D"/>
    <w:rsid w:val="00707278"/>
    <w:rsid w:val="007101AD"/>
    <w:rsid w:val="00710855"/>
    <w:rsid w:val="007110D9"/>
    <w:rsid w:val="0071116B"/>
    <w:rsid w:val="007116D3"/>
    <w:rsid w:val="0071306E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2C00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9DF"/>
    <w:rsid w:val="00767277"/>
    <w:rsid w:val="00767375"/>
    <w:rsid w:val="00767582"/>
    <w:rsid w:val="0077099A"/>
    <w:rsid w:val="00771692"/>
    <w:rsid w:val="00771BD1"/>
    <w:rsid w:val="007726D6"/>
    <w:rsid w:val="00772AC7"/>
    <w:rsid w:val="00772D84"/>
    <w:rsid w:val="0077319C"/>
    <w:rsid w:val="00773510"/>
    <w:rsid w:val="00774965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01C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B6A"/>
    <w:rsid w:val="007D4DDF"/>
    <w:rsid w:val="007D52F3"/>
    <w:rsid w:val="007D56A0"/>
    <w:rsid w:val="007D75B1"/>
    <w:rsid w:val="007E0B75"/>
    <w:rsid w:val="007E25BF"/>
    <w:rsid w:val="007E26CD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8DB"/>
    <w:rsid w:val="00801F55"/>
    <w:rsid w:val="00803334"/>
    <w:rsid w:val="008036EA"/>
    <w:rsid w:val="00803FE2"/>
    <w:rsid w:val="00806691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5133"/>
    <w:rsid w:val="00827767"/>
    <w:rsid w:val="00827F7E"/>
    <w:rsid w:val="00830A09"/>
    <w:rsid w:val="008313D4"/>
    <w:rsid w:val="008319A7"/>
    <w:rsid w:val="00831C1E"/>
    <w:rsid w:val="00833A47"/>
    <w:rsid w:val="00833CF3"/>
    <w:rsid w:val="0083496F"/>
    <w:rsid w:val="00834AC2"/>
    <w:rsid w:val="00835E2C"/>
    <w:rsid w:val="008369E9"/>
    <w:rsid w:val="00836CD4"/>
    <w:rsid w:val="00837C9E"/>
    <w:rsid w:val="008401F1"/>
    <w:rsid w:val="008405A0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89B"/>
    <w:rsid w:val="00852941"/>
    <w:rsid w:val="00852D0B"/>
    <w:rsid w:val="00852EDF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7320"/>
    <w:rsid w:val="0087744F"/>
    <w:rsid w:val="00881135"/>
    <w:rsid w:val="00881361"/>
    <w:rsid w:val="00881686"/>
    <w:rsid w:val="00882942"/>
    <w:rsid w:val="00884432"/>
    <w:rsid w:val="008845B7"/>
    <w:rsid w:val="00885825"/>
    <w:rsid w:val="0088621C"/>
    <w:rsid w:val="00886403"/>
    <w:rsid w:val="00886C1B"/>
    <w:rsid w:val="00886E56"/>
    <w:rsid w:val="008910F3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CF4"/>
    <w:rsid w:val="008A4FF3"/>
    <w:rsid w:val="008A5B5D"/>
    <w:rsid w:val="008A5CA6"/>
    <w:rsid w:val="008A66EF"/>
    <w:rsid w:val="008B02E4"/>
    <w:rsid w:val="008B0CB5"/>
    <w:rsid w:val="008B0FC8"/>
    <w:rsid w:val="008B15E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0EF"/>
    <w:rsid w:val="008C7BF0"/>
    <w:rsid w:val="008C7DC8"/>
    <w:rsid w:val="008D042A"/>
    <w:rsid w:val="008D0709"/>
    <w:rsid w:val="008D1342"/>
    <w:rsid w:val="008D1A07"/>
    <w:rsid w:val="008D2A7B"/>
    <w:rsid w:val="008D2ACD"/>
    <w:rsid w:val="008D3057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858"/>
    <w:rsid w:val="008D7F14"/>
    <w:rsid w:val="008D7F3E"/>
    <w:rsid w:val="008E049D"/>
    <w:rsid w:val="008E06D5"/>
    <w:rsid w:val="008E14ED"/>
    <w:rsid w:val="008E2B88"/>
    <w:rsid w:val="008E33B1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D1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3B01"/>
    <w:rsid w:val="0092531E"/>
    <w:rsid w:val="0092576F"/>
    <w:rsid w:val="00925CC4"/>
    <w:rsid w:val="009268BE"/>
    <w:rsid w:val="009301AE"/>
    <w:rsid w:val="009309F5"/>
    <w:rsid w:val="009319A7"/>
    <w:rsid w:val="00932036"/>
    <w:rsid w:val="00932E41"/>
    <w:rsid w:val="00933DAD"/>
    <w:rsid w:val="00934936"/>
    <w:rsid w:val="00934AFC"/>
    <w:rsid w:val="00935054"/>
    <w:rsid w:val="00936032"/>
    <w:rsid w:val="009363FD"/>
    <w:rsid w:val="009375FB"/>
    <w:rsid w:val="00937A21"/>
    <w:rsid w:val="00937A78"/>
    <w:rsid w:val="00937D7E"/>
    <w:rsid w:val="00940834"/>
    <w:rsid w:val="009419C3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F60"/>
    <w:rsid w:val="00957203"/>
    <w:rsid w:val="0095743C"/>
    <w:rsid w:val="00960008"/>
    <w:rsid w:val="00960CF1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3D7B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D7F"/>
    <w:rsid w:val="009966EB"/>
    <w:rsid w:val="00996B4F"/>
    <w:rsid w:val="009976F5"/>
    <w:rsid w:val="009A049F"/>
    <w:rsid w:val="009A05D5"/>
    <w:rsid w:val="009A0E46"/>
    <w:rsid w:val="009A279C"/>
    <w:rsid w:val="009A2AE0"/>
    <w:rsid w:val="009A2B02"/>
    <w:rsid w:val="009A3AC8"/>
    <w:rsid w:val="009A4969"/>
    <w:rsid w:val="009A5A64"/>
    <w:rsid w:val="009A692A"/>
    <w:rsid w:val="009A73A8"/>
    <w:rsid w:val="009B0300"/>
    <w:rsid w:val="009B064B"/>
    <w:rsid w:val="009B1E5B"/>
    <w:rsid w:val="009B338C"/>
    <w:rsid w:val="009B413A"/>
    <w:rsid w:val="009B425D"/>
    <w:rsid w:val="009B58CD"/>
    <w:rsid w:val="009C0DA5"/>
    <w:rsid w:val="009C184C"/>
    <w:rsid w:val="009C2149"/>
    <w:rsid w:val="009C2B43"/>
    <w:rsid w:val="009C310D"/>
    <w:rsid w:val="009C46CC"/>
    <w:rsid w:val="009C4855"/>
    <w:rsid w:val="009C5337"/>
    <w:rsid w:val="009C5657"/>
    <w:rsid w:val="009C5EF8"/>
    <w:rsid w:val="009C67F5"/>
    <w:rsid w:val="009D0213"/>
    <w:rsid w:val="009D0BC5"/>
    <w:rsid w:val="009D0EDF"/>
    <w:rsid w:val="009D10EF"/>
    <w:rsid w:val="009D2594"/>
    <w:rsid w:val="009D372A"/>
    <w:rsid w:val="009D43D3"/>
    <w:rsid w:val="009D479F"/>
    <w:rsid w:val="009D4C35"/>
    <w:rsid w:val="009D4EBE"/>
    <w:rsid w:val="009D5E97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DED"/>
    <w:rsid w:val="00A03039"/>
    <w:rsid w:val="00A03164"/>
    <w:rsid w:val="00A0366A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62A4"/>
    <w:rsid w:val="00A16B04"/>
    <w:rsid w:val="00A16EBF"/>
    <w:rsid w:val="00A1761E"/>
    <w:rsid w:val="00A17BCD"/>
    <w:rsid w:val="00A20209"/>
    <w:rsid w:val="00A20220"/>
    <w:rsid w:val="00A2079D"/>
    <w:rsid w:val="00A2158D"/>
    <w:rsid w:val="00A217CA"/>
    <w:rsid w:val="00A22084"/>
    <w:rsid w:val="00A23081"/>
    <w:rsid w:val="00A23D35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3EA0"/>
    <w:rsid w:val="00A34161"/>
    <w:rsid w:val="00A35793"/>
    <w:rsid w:val="00A35C19"/>
    <w:rsid w:val="00A36EAA"/>
    <w:rsid w:val="00A36F28"/>
    <w:rsid w:val="00A373BC"/>
    <w:rsid w:val="00A40BBF"/>
    <w:rsid w:val="00A410A2"/>
    <w:rsid w:val="00A41963"/>
    <w:rsid w:val="00A41D3A"/>
    <w:rsid w:val="00A42352"/>
    <w:rsid w:val="00A429D5"/>
    <w:rsid w:val="00A4568D"/>
    <w:rsid w:val="00A469D1"/>
    <w:rsid w:val="00A50972"/>
    <w:rsid w:val="00A5259E"/>
    <w:rsid w:val="00A535E6"/>
    <w:rsid w:val="00A53CAD"/>
    <w:rsid w:val="00A54FC4"/>
    <w:rsid w:val="00A55E5F"/>
    <w:rsid w:val="00A56074"/>
    <w:rsid w:val="00A56C35"/>
    <w:rsid w:val="00A57A43"/>
    <w:rsid w:val="00A60CD0"/>
    <w:rsid w:val="00A611D5"/>
    <w:rsid w:val="00A612A9"/>
    <w:rsid w:val="00A61B67"/>
    <w:rsid w:val="00A62A30"/>
    <w:rsid w:val="00A62E75"/>
    <w:rsid w:val="00A62EF1"/>
    <w:rsid w:val="00A63EF4"/>
    <w:rsid w:val="00A660D2"/>
    <w:rsid w:val="00A66475"/>
    <w:rsid w:val="00A67836"/>
    <w:rsid w:val="00A7060E"/>
    <w:rsid w:val="00A709D8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05CC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6B1"/>
    <w:rsid w:val="00AB5B1A"/>
    <w:rsid w:val="00AB6BF0"/>
    <w:rsid w:val="00AB6DA1"/>
    <w:rsid w:val="00AB6EEA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11"/>
    <w:rsid w:val="00AD6EF6"/>
    <w:rsid w:val="00AE03C5"/>
    <w:rsid w:val="00AE0CF9"/>
    <w:rsid w:val="00AE13DC"/>
    <w:rsid w:val="00AE1512"/>
    <w:rsid w:val="00AE1867"/>
    <w:rsid w:val="00AE1A62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2176"/>
    <w:rsid w:val="00B22C31"/>
    <w:rsid w:val="00B2324F"/>
    <w:rsid w:val="00B237FB"/>
    <w:rsid w:val="00B244C2"/>
    <w:rsid w:val="00B24B14"/>
    <w:rsid w:val="00B24B94"/>
    <w:rsid w:val="00B2620B"/>
    <w:rsid w:val="00B26818"/>
    <w:rsid w:val="00B26DDF"/>
    <w:rsid w:val="00B2705F"/>
    <w:rsid w:val="00B2769A"/>
    <w:rsid w:val="00B300E4"/>
    <w:rsid w:val="00B307D8"/>
    <w:rsid w:val="00B31A07"/>
    <w:rsid w:val="00B31CAC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3197"/>
    <w:rsid w:val="00B43495"/>
    <w:rsid w:val="00B43B00"/>
    <w:rsid w:val="00B43B24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3F36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392C"/>
    <w:rsid w:val="00BA4139"/>
    <w:rsid w:val="00BA4914"/>
    <w:rsid w:val="00BA5929"/>
    <w:rsid w:val="00BA5DCB"/>
    <w:rsid w:val="00BA6338"/>
    <w:rsid w:val="00BA63F6"/>
    <w:rsid w:val="00BA72B2"/>
    <w:rsid w:val="00BA7657"/>
    <w:rsid w:val="00BB0361"/>
    <w:rsid w:val="00BB048A"/>
    <w:rsid w:val="00BB0620"/>
    <w:rsid w:val="00BB0A78"/>
    <w:rsid w:val="00BB1C9B"/>
    <w:rsid w:val="00BB4498"/>
    <w:rsid w:val="00BB44A5"/>
    <w:rsid w:val="00BB4613"/>
    <w:rsid w:val="00BB4BD6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9DC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2DA"/>
    <w:rsid w:val="00BE08B3"/>
    <w:rsid w:val="00BE0E89"/>
    <w:rsid w:val="00BE107A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584"/>
    <w:rsid w:val="00BF4164"/>
    <w:rsid w:val="00BF433E"/>
    <w:rsid w:val="00BF4922"/>
    <w:rsid w:val="00BF4F88"/>
    <w:rsid w:val="00BF5489"/>
    <w:rsid w:val="00BF7218"/>
    <w:rsid w:val="00BF7D0A"/>
    <w:rsid w:val="00C00711"/>
    <w:rsid w:val="00C007A3"/>
    <w:rsid w:val="00C00ECD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D3E"/>
    <w:rsid w:val="00C063CD"/>
    <w:rsid w:val="00C069F6"/>
    <w:rsid w:val="00C0725D"/>
    <w:rsid w:val="00C1028A"/>
    <w:rsid w:val="00C1051E"/>
    <w:rsid w:val="00C1139D"/>
    <w:rsid w:val="00C113DD"/>
    <w:rsid w:val="00C119FF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305AA"/>
    <w:rsid w:val="00C31977"/>
    <w:rsid w:val="00C31CB9"/>
    <w:rsid w:val="00C32D76"/>
    <w:rsid w:val="00C33137"/>
    <w:rsid w:val="00C331E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3EC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A32"/>
    <w:rsid w:val="00C70556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ADB"/>
    <w:rsid w:val="00CA3FC5"/>
    <w:rsid w:val="00CA57CC"/>
    <w:rsid w:val="00CA6582"/>
    <w:rsid w:val="00CA6AD9"/>
    <w:rsid w:val="00CA70DC"/>
    <w:rsid w:val="00CB1886"/>
    <w:rsid w:val="00CB27F4"/>
    <w:rsid w:val="00CB2E45"/>
    <w:rsid w:val="00CB41FC"/>
    <w:rsid w:val="00CB4D55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4C89"/>
    <w:rsid w:val="00CC53F9"/>
    <w:rsid w:val="00CC5CCB"/>
    <w:rsid w:val="00CC6F12"/>
    <w:rsid w:val="00CC78A1"/>
    <w:rsid w:val="00CD0203"/>
    <w:rsid w:val="00CD0FF0"/>
    <w:rsid w:val="00CD139C"/>
    <w:rsid w:val="00CD1513"/>
    <w:rsid w:val="00CD2BD4"/>
    <w:rsid w:val="00CD2CE6"/>
    <w:rsid w:val="00CD2DEB"/>
    <w:rsid w:val="00CD2E62"/>
    <w:rsid w:val="00CD336A"/>
    <w:rsid w:val="00CD3BA7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57B"/>
    <w:rsid w:val="00D2074B"/>
    <w:rsid w:val="00D2249A"/>
    <w:rsid w:val="00D22726"/>
    <w:rsid w:val="00D234FC"/>
    <w:rsid w:val="00D24262"/>
    <w:rsid w:val="00D25643"/>
    <w:rsid w:val="00D2617C"/>
    <w:rsid w:val="00D27857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072"/>
    <w:rsid w:val="00D421AC"/>
    <w:rsid w:val="00D42796"/>
    <w:rsid w:val="00D4294D"/>
    <w:rsid w:val="00D42E3A"/>
    <w:rsid w:val="00D441AF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5D45"/>
    <w:rsid w:val="00D671DA"/>
    <w:rsid w:val="00D677F9"/>
    <w:rsid w:val="00D67ECB"/>
    <w:rsid w:val="00D74693"/>
    <w:rsid w:val="00D748F9"/>
    <w:rsid w:val="00D77939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6BF3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1D27"/>
    <w:rsid w:val="00DC2C94"/>
    <w:rsid w:val="00DC30AC"/>
    <w:rsid w:val="00DC5173"/>
    <w:rsid w:val="00DC5495"/>
    <w:rsid w:val="00DC67F4"/>
    <w:rsid w:val="00DC6DBF"/>
    <w:rsid w:val="00DC7BED"/>
    <w:rsid w:val="00DD04ED"/>
    <w:rsid w:val="00DD2213"/>
    <w:rsid w:val="00DD266E"/>
    <w:rsid w:val="00DD2A70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653"/>
    <w:rsid w:val="00DF4C03"/>
    <w:rsid w:val="00DF6A9A"/>
    <w:rsid w:val="00DF6DDE"/>
    <w:rsid w:val="00DF705E"/>
    <w:rsid w:val="00DF7D93"/>
    <w:rsid w:val="00E00EDD"/>
    <w:rsid w:val="00E023B7"/>
    <w:rsid w:val="00E03074"/>
    <w:rsid w:val="00E039BE"/>
    <w:rsid w:val="00E04562"/>
    <w:rsid w:val="00E0467D"/>
    <w:rsid w:val="00E05305"/>
    <w:rsid w:val="00E05785"/>
    <w:rsid w:val="00E06DDF"/>
    <w:rsid w:val="00E105A1"/>
    <w:rsid w:val="00E106CB"/>
    <w:rsid w:val="00E10ACC"/>
    <w:rsid w:val="00E11BE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4EB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749"/>
    <w:rsid w:val="00E34BDA"/>
    <w:rsid w:val="00E34CE5"/>
    <w:rsid w:val="00E3556E"/>
    <w:rsid w:val="00E35674"/>
    <w:rsid w:val="00E36853"/>
    <w:rsid w:val="00E36B0F"/>
    <w:rsid w:val="00E36F48"/>
    <w:rsid w:val="00E37C4D"/>
    <w:rsid w:val="00E40282"/>
    <w:rsid w:val="00E414C9"/>
    <w:rsid w:val="00E43E7C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27"/>
    <w:rsid w:val="00E67A1A"/>
    <w:rsid w:val="00E67B20"/>
    <w:rsid w:val="00E7049C"/>
    <w:rsid w:val="00E70C56"/>
    <w:rsid w:val="00E74816"/>
    <w:rsid w:val="00E74BCD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5EE0"/>
    <w:rsid w:val="00E86188"/>
    <w:rsid w:val="00E86270"/>
    <w:rsid w:val="00E8645D"/>
    <w:rsid w:val="00E869B2"/>
    <w:rsid w:val="00E86F56"/>
    <w:rsid w:val="00E87537"/>
    <w:rsid w:val="00E907C8"/>
    <w:rsid w:val="00E91324"/>
    <w:rsid w:val="00E91B7C"/>
    <w:rsid w:val="00E92778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96E"/>
    <w:rsid w:val="00EE0E6E"/>
    <w:rsid w:val="00EE136D"/>
    <w:rsid w:val="00EE193E"/>
    <w:rsid w:val="00EE274C"/>
    <w:rsid w:val="00EE3EF2"/>
    <w:rsid w:val="00EE565D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59E3"/>
    <w:rsid w:val="00EF5B85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696"/>
    <w:rsid w:val="00F0576D"/>
    <w:rsid w:val="00F05D41"/>
    <w:rsid w:val="00F05F23"/>
    <w:rsid w:val="00F06697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353"/>
    <w:rsid w:val="00F21D50"/>
    <w:rsid w:val="00F22086"/>
    <w:rsid w:val="00F2389F"/>
    <w:rsid w:val="00F23FB6"/>
    <w:rsid w:val="00F24C65"/>
    <w:rsid w:val="00F2502D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509B"/>
    <w:rsid w:val="00F36DA0"/>
    <w:rsid w:val="00F37C1D"/>
    <w:rsid w:val="00F40163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C49"/>
    <w:rsid w:val="00F80DDA"/>
    <w:rsid w:val="00F80EC6"/>
    <w:rsid w:val="00F81285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A0003"/>
    <w:rsid w:val="00FA0CD6"/>
    <w:rsid w:val="00FA0E1D"/>
    <w:rsid w:val="00FA1887"/>
    <w:rsid w:val="00FA21E0"/>
    <w:rsid w:val="00FA26EF"/>
    <w:rsid w:val="00FA2A98"/>
    <w:rsid w:val="00FA31C5"/>
    <w:rsid w:val="00FA3206"/>
    <w:rsid w:val="00FA321F"/>
    <w:rsid w:val="00FA654E"/>
    <w:rsid w:val="00FA6859"/>
    <w:rsid w:val="00FA71C1"/>
    <w:rsid w:val="00FA7BB8"/>
    <w:rsid w:val="00FB0A43"/>
    <w:rsid w:val="00FB0B09"/>
    <w:rsid w:val="00FB409A"/>
    <w:rsid w:val="00FB647C"/>
    <w:rsid w:val="00FB65A4"/>
    <w:rsid w:val="00FB6C07"/>
    <w:rsid w:val="00FB7F31"/>
    <w:rsid w:val="00FC00D0"/>
    <w:rsid w:val="00FC03BC"/>
    <w:rsid w:val="00FC0549"/>
    <w:rsid w:val="00FC11F8"/>
    <w:rsid w:val="00FC1286"/>
    <w:rsid w:val="00FC239D"/>
    <w:rsid w:val="00FC2590"/>
    <w:rsid w:val="00FC2624"/>
    <w:rsid w:val="00FC2E0F"/>
    <w:rsid w:val="00FC3450"/>
    <w:rsid w:val="00FC3469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341F"/>
    <w:rsid w:val="00FD40B0"/>
    <w:rsid w:val="00FD5297"/>
    <w:rsid w:val="00FD6472"/>
    <w:rsid w:val="00FD73A4"/>
    <w:rsid w:val="00FD7C3B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A3F"/>
    <w:rsid w:val="00FF017E"/>
    <w:rsid w:val="00FF0574"/>
    <w:rsid w:val="00FF07B2"/>
    <w:rsid w:val="00FF1C41"/>
    <w:rsid w:val="00FF20F3"/>
    <w:rsid w:val="00FF231A"/>
    <w:rsid w:val="00FF2532"/>
    <w:rsid w:val="00FF39F2"/>
    <w:rsid w:val="00FF3DC8"/>
    <w:rsid w:val="00FF5A2D"/>
    <w:rsid w:val="00FF5E38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C3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C3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EBC2A-4F0F-47ED-A7B1-3946079EB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222</Words>
  <Characters>1754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4</cp:revision>
  <cp:lastPrinted>2021-09-16T01:59:00Z</cp:lastPrinted>
  <dcterms:created xsi:type="dcterms:W3CDTF">2021-09-16T05:27:00Z</dcterms:created>
  <dcterms:modified xsi:type="dcterms:W3CDTF">2021-10-01T02:56:00Z</dcterms:modified>
</cp:coreProperties>
</file>