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5D" w:rsidRDefault="00774A5D" w:rsidP="00774A5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 </w:t>
      </w:r>
    </w:p>
    <w:p w:rsidR="00774A5D" w:rsidRDefault="00774A5D" w:rsidP="00774A5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>
        <w:rPr>
          <w:b/>
          <w:sz w:val="28"/>
          <w:szCs w:val="28"/>
        </w:rPr>
        <w:t>ых</w:t>
      </w:r>
      <w:r w:rsidRPr="003A5553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, </w:t>
      </w:r>
    </w:p>
    <w:p w:rsidR="00774A5D" w:rsidRDefault="00774A5D" w:rsidP="00774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продаже земельных участков, </w:t>
      </w:r>
      <w:proofErr w:type="gramStart"/>
      <w:r w:rsidRPr="003A5553">
        <w:rPr>
          <w:b/>
          <w:sz w:val="28"/>
          <w:szCs w:val="28"/>
        </w:rPr>
        <w:t>назначенного</w:t>
      </w:r>
      <w:proofErr w:type="gramEnd"/>
      <w:r w:rsidRPr="003A5553">
        <w:rPr>
          <w:b/>
          <w:sz w:val="28"/>
          <w:szCs w:val="28"/>
        </w:rPr>
        <w:t xml:space="preserve"> на </w:t>
      </w:r>
      <w:r w:rsidR="00AE13B5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.06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</w:p>
    <w:p w:rsidR="00224609" w:rsidRDefault="00224609" w:rsidP="00137EC5">
      <w:pPr>
        <w:jc w:val="center"/>
        <w:rPr>
          <w:b/>
          <w:i/>
          <w:sz w:val="22"/>
          <w:szCs w:val="22"/>
        </w:rPr>
      </w:pPr>
    </w:p>
    <w:p w:rsidR="00AF1638" w:rsidRDefault="00AF1638" w:rsidP="00137EC5">
      <w:pPr>
        <w:jc w:val="center"/>
        <w:rPr>
          <w:b/>
          <w:i/>
          <w:sz w:val="22"/>
          <w:szCs w:val="22"/>
        </w:rPr>
      </w:pPr>
    </w:p>
    <w:tbl>
      <w:tblPr>
        <w:tblW w:w="10278" w:type="dxa"/>
        <w:jc w:val="center"/>
        <w:tblInd w:w="-2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337"/>
        <w:gridCol w:w="3411"/>
      </w:tblGrid>
      <w:tr w:rsidR="00EA7851" w:rsidRPr="001562AB" w:rsidTr="0006404A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EA7851" w:rsidRPr="00AE13B5" w:rsidRDefault="00EA7851" w:rsidP="00137EC5">
            <w:pPr>
              <w:pStyle w:val="a8"/>
              <w:ind w:left="-73"/>
              <w:rPr>
                <w:b w:val="0"/>
                <w:sz w:val="20"/>
              </w:rPr>
            </w:pPr>
            <w:r w:rsidRPr="00AE13B5">
              <w:rPr>
                <w:b w:val="0"/>
                <w:sz w:val="20"/>
              </w:rPr>
              <w:t>№ л</w:t>
            </w:r>
            <w:r w:rsidRPr="00AE13B5">
              <w:rPr>
                <w:b w:val="0"/>
                <w:sz w:val="20"/>
              </w:rPr>
              <w:t>о</w:t>
            </w:r>
            <w:r w:rsidRPr="00AE13B5">
              <w:rPr>
                <w:b w:val="0"/>
                <w:sz w:val="20"/>
              </w:rPr>
              <w:t>та</w:t>
            </w:r>
          </w:p>
        </w:tc>
        <w:tc>
          <w:tcPr>
            <w:tcW w:w="6337" w:type="dxa"/>
            <w:vAlign w:val="center"/>
          </w:tcPr>
          <w:p w:rsidR="00EA7851" w:rsidRPr="00081283" w:rsidRDefault="00EA7851" w:rsidP="00137EC5">
            <w:pPr>
              <w:pStyle w:val="a8"/>
              <w:rPr>
                <w:b w:val="0"/>
                <w:sz w:val="22"/>
                <w:szCs w:val="22"/>
              </w:rPr>
            </w:pPr>
            <w:r w:rsidRPr="00081283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411" w:type="dxa"/>
            <w:vAlign w:val="center"/>
          </w:tcPr>
          <w:p w:rsidR="00EA7851" w:rsidRPr="00081283" w:rsidRDefault="008E55C5" w:rsidP="00137EC5">
            <w:pPr>
              <w:pStyle w:val="a8"/>
              <w:ind w:left="-15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163DD2" w:rsidRPr="001562AB" w:rsidTr="0006404A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63DD2" w:rsidRPr="00081283" w:rsidRDefault="00163DD2" w:rsidP="00137EC5">
            <w:pPr>
              <w:ind w:firstLine="94"/>
              <w:jc w:val="both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1</w:t>
            </w:r>
          </w:p>
        </w:tc>
        <w:tc>
          <w:tcPr>
            <w:tcW w:w="6337" w:type="dxa"/>
          </w:tcPr>
          <w:p w:rsidR="00163DD2" w:rsidRPr="00081283" w:rsidRDefault="00163DD2" w:rsidP="00C47A92">
            <w:pPr>
              <w:suppressAutoHyphens/>
              <w:jc w:val="both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</w:t>
            </w:r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>28:01:020</w:t>
            </w:r>
            <w:r>
              <w:rPr>
                <w:rStyle w:val="txt1"/>
                <w:rFonts w:ascii="Times New Roman" w:hAnsi="Times New Roman"/>
                <w:sz w:val="22"/>
                <w:szCs w:val="22"/>
              </w:rPr>
              <w:t>410</w:t>
            </w:r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>:1</w:t>
            </w:r>
            <w:r>
              <w:rPr>
                <w:rStyle w:val="txt1"/>
                <w:rFonts w:ascii="Times New Roman" w:hAnsi="Times New Roman"/>
                <w:sz w:val="22"/>
                <w:szCs w:val="22"/>
              </w:rPr>
              <w:t>662</w:t>
            </w:r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 xml:space="preserve">, площадью </w:t>
            </w:r>
            <w:r>
              <w:rPr>
                <w:rStyle w:val="txt1"/>
                <w:rFonts w:ascii="Times New Roman" w:hAnsi="Times New Roman"/>
                <w:sz w:val="22"/>
                <w:szCs w:val="22"/>
              </w:rPr>
              <w:t>22</w:t>
            </w:r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>кв</w:t>
            </w:r>
            <w:proofErr w:type="gramStart"/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>.м</w:t>
            </w:r>
            <w:proofErr w:type="spellEnd"/>
            <w:proofErr w:type="gramEnd"/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 xml:space="preserve">, расположенного в квартале </w:t>
            </w:r>
            <w:r>
              <w:rPr>
                <w:rStyle w:val="txt1"/>
                <w:rFonts w:ascii="Times New Roman" w:hAnsi="Times New Roman"/>
                <w:sz w:val="22"/>
                <w:szCs w:val="22"/>
              </w:rPr>
              <w:t>410</w:t>
            </w:r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 xml:space="preserve"> города Благовещенска, вид разрешенного использования – </w:t>
            </w:r>
            <w:r>
              <w:rPr>
                <w:rStyle w:val="txt1"/>
                <w:rFonts w:ascii="Times New Roman" w:hAnsi="Times New Roman"/>
                <w:sz w:val="22"/>
                <w:szCs w:val="22"/>
              </w:rPr>
              <w:t>хранение автотранспорта</w:t>
            </w:r>
          </w:p>
        </w:tc>
        <w:tc>
          <w:tcPr>
            <w:tcW w:w="3411" w:type="dxa"/>
            <w:vAlign w:val="center"/>
          </w:tcPr>
          <w:p w:rsidR="00163DD2" w:rsidRPr="00163DD2" w:rsidRDefault="00163DD2" w:rsidP="00163DD2">
            <w:pPr>
              <w:suppressAutoHyphens/>
              <w:jc w:val="center"/>
              <w:rPr>
                <w:sz w:val="22"/>
                <w:szCs w:val="22"/>
              </w:rPr>
            </w:pPr>
            <w:r w:rsidRPr="00163DD2">
              <w:rPr>
                <w:sz w:val="22"/>
                <w:szCs w:val="22"/>
              </w:rPr>
              <w:t>Аукцион признан</w:t>
            </w:r>
          </w:p>
          <w:p w:rsidR="00163DD2" w:rsidRPr="00163DD2" w:rsidRDefault="00163DD2" w:rsidP="00163DD2">
            <w:pPr>
              <w:suppressAutoHyphens/>
              <w:ind w:left="-132" w:right="-100"/>
              <w:jc w:val="center"/>
              <w:rPr>
                <w:sz w:val="22"/>
                <w:szCs w:val="22"/>
              </w:rPr>
            </w:pPr>
            <w:r w:rsidRPr="00163DD2">
              <w:rPr>
                <w:sz w:val="22"/>
                <w:szCs w:val="22"/>
              </w:rPr>
              <w:t>несостоявшимся</w:t>
            </w:r>
            <w:r>
              <w:rPr>
                <w:sz w:val="22"/>
                <w:szCs w:val="22"/>
              </w:rPr>
              <w:t xml:space="preserve">. </w:t>
            </w:r>
            <w:r w:rsidRPr="00163DD2">
              <w:rPr>
                <w:sz w:val="22"/>
                <w:szCs w:val="22"/>
              </w:rPr>
              <w:t>Договор подлежит</w:t>
            </w:r>
          </w:p>
          <w:p w:rsidR="00163DD2" w:rsidRPr="00081283" w:rsidRDefault="00163DD2" w:rsidP="00163DD2">
            <w:pPr>
              <w:suppressAutoHyphens/>
              <w:ind w:left="-132" w:right="-100"/>
              <w:jc w:val="center"/>
              <w:rPr>
                <w:sz w:val="22"/>
                <w:szCs w:val="22"/>
              </w:rPr>
            </w:pPr>
            <w:r w:rsidRPr="00163DD2">
              <w:rPr>
                <w:sz w:val="22"/>
                <w:szCs w:val="22"/>
              </w:rPr>
              <w:t xml:space="preserve"> заключению с единственным участником</w:t>
            </w:r>
            <w:r w:rsidR="0000046F">
              <w:rPr>
                <w:sz w:val="22"/>
                <w:szCs w:val="22"/>
              </w:rPr>
              <w:t xml:space="preserve"> Дубина Е.П.</w:t>
            </w:r>
          </w:p>
        </w:tc>
      </w:tr>
      <w:tr w:rsidR="00163DD2" w:rsidRPr="00C31977" w:rsidTr="0006404A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63DD2" w:rsidRPr="00081283" w:rsidRDefault="00163DD2" w:rsidP="00137EC5">
            <w:pPr>
              <w:jc w:val="center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2</w:t>
            </w:r>
          </w:p>
        </w:tc>
        <w:tc>
          <w:tcPr>
            <w:tcW w:w="6337" w:type="dxa"/>
          </w:tcPr>
          <w:p w:rsidR="00163DD2" w:rsidRPr="00081283" w:rsidRDefault="00163DD2" w:rsidP="00C47A92">
            <w:pPr>
              <w:suppressAutoHyphens/>
              <w:jc w:val="both"/>
              <w:rPr>
                <w:sz w:val="22"/>
                <w:szCs w:val="22"/>
              </w:rPr>
            </w:pPr>
            <w:r w:rsidRPr="00B22C31">
              <w:rPr>
                <w:sz w:val="22"/>
                <w:szCs w:val="22"/>
              </w:rPr>
              <w:t>Право заключения договора аренды земельного участка с кадастровым номером 28:01:0</w:t>
            </w:r>
            <w:r>
              <w:rPr>
                <w:sz w:val="22"/>
                <w:szCs w:val="22"/>
              </w:rPr>
              <w:t>00000</w:t>
            </w:r>
            <w:r w:rsidRPr="00B22C31">
              <w:rPr>
                <w:sz w:val="22"/>
                <w:szCs w:val="22"/>
              </w:rPr>
              <w:t>:1</w:t>
            </w:r>
            <w:r>
              <w:rPr>
                <w:sz w:val="22"/>
                <w:szCs w:val="22"/>
              </w:rPr>
              <w:t>0929</w:t>
            </w:r>
            <w:r w:rsidRPr="00B22C31">
              <w:rPr>
                <w:sz w:val="22"/>
                <w:szCs w:val="22"/>
              </w:rPr>
              <w:t>, площадью 2</w:t>
            </w:r>
            <w:r>
              <w:rPr>
                <w:sz w:val="22"/>
                <w:szCs w:val="22"/>
              </w:rPr>
              <w:t>5</w:t>
            </w:r>
            <w:r w:rsidRPr="00B22C31">
              <w:rPr>
                <w:sz w:val="22"/>
                <w:szCs w:val="22"/>
              </w:rPr>
              <w:t xml:space="preserve"> </w:t>
            </w:r>
            <w:proofErr w:type="spellStart"/>
            <w:r w:rsidRPr="00B22C31">
              <w:rPr>
                <w:sz w:val="22"/>
                <w:szCs w:val="22"/>
              </w:rPr>
              <w:t>кв</w:t>
            </w:r>
            <w:proofErr w:type="gramStart"/>
            <w:r w:rsidRPr="00B22C3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22C31">
              <w:rPr>
                <w:sz w:val="22"/>
                <w:szCs w:val="22"/>
              </w:rPr>
              <w:t>, расположенного в квартал</w:t>
            </w:r>
            <w:r>
              <w:rPr>
                <w:sz w:val="22"/>
                <w:szCs w:val="22"/>
              </w:rPr>
              <w:t>ах</w:t>
            </w:r>
            <w:r w:rsidRPr="00B22C31">
              <w:rPr>
                <w:sz w:val="22"/>
                <w:szCs w:val="22"/>
              </w:rPr>
              <w:t xml:space="preserve"> 4</w:t>
            </w:r>
            <w:r>
              <w:rPr>
                <w:sz w:val="22"/>
                <w:szCs w:val="22"/>
              </w:rPr>
              <w:t xml:space="preserve">28, 424 </w:t>
            </w:r>
            <w:r w:rsidRPr="00B22C31">
              <w:rPr>
                <w:sz w:val="22"/>
                <w:szCs w:val="22"/>
              </w:rPr>
              <w:t>города Благовещенска, вид разрешенного использования – хранение автотранспорта</w:t>
            </w:r>
          </w:p>
        </w:tc>
        <w:tc>
          <w:tcPr>
            <w:tcW w:w="3411" w:type="dxa"/>
            <w:vAlign w:val="center"/>
          </w:tcPr>
          <w:p w:rsidR="00163DD2" w:rsidRPr="00163DD2" w:rsidRDefault="00163DD2" w:rsidP="00163DD2">
            <w:pPr>
              <w:suppressAutoHyphens/>
              <w:jc w:val="center"/>
              <w:rPr>
                <w:sz w:val="22"/>
                <w:szCs w:val="22"/>
              </w:rPr>
            </w:pPr>
            <w:r w:rsidRPr="00163DD2">
              <w:rPr>
                <w:sz w:val="22"/>
                <w:szCs w:val="22"/>
              </w:rPr>
              <w:t>Аукцион признан</w:t>
            </w:r>
          </w:p>
          <w:p w:rsidR="00163DD2" w:rsidRPr="00081283" w:rsidRDefault="00163DD2" w:rsidP="00163DD2">
            <w:pPr>
              <w:suppressAutoHyphens/>
              <w:jc w:val="center"/>
              <w:rPr>
                <w:sz w:val="22"/>
                <w:szCs w:val="22"/>
              </w:rPr>
            </w:pPr>
            <w:r w:rsidRPr="00163DD2">
              <w:rPr>
                <w:sz w:val="22"/>
                <w:szCs w:val="22"/>
              </w:rPr>
              <w:t xml:space="preserve">несостоявшимся  </w:t>
            </w:r>
          </w:p>
        </w:tc>
      </w:tr>
      <w:tr w:rsidR="00163DD2" w:rsidRPr="00C31977" w:rsidTr="0006404A">
        <w:trPr>
          <w:cantSplit/>
          <w:trHeight w:val="1138"/>
          <w:jc w:val="center"/>
        </w:trPr>
        <w:tc>
          <w:tcPr>
            <w:tcW w:w="530" w:type="dxa"/>
            <w:vAlign w:val="center"/>
          </w:tcPr>
          <w:p w:rsidR="00163DD2" w:rsidRPr="00081283" w:rsidRDefault="00163DD2" w:rsidP="00137EC5">
            <w:pPr>
              <w:jc w:val="center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3</w:t>
            </w:r>
          </w:p>
        </w:tc>
        <w:tc>
          <w:tcPr>
            <w:tcW w:w="6337" w:type="dxa"/>
          </w:tcPr>
          <w:p w:rsidR="00163DD2" w:rsidRPr="00081283" w:rsidRDefault="00163DD2" w:rsidP="00C47A92">
            <w:pPr>
              <w:suppressAutoHyphens/>
              <w:jc w:val="both"/>
              <w:rPr>
                <w:sz w:val="22"/>
                <w:szCs w:val="22"/>
              </w:rPr>
            </w:pPr>
            <w:r w:rsidRPr="00427D33">
              <w:rPr>
                <w:sz w:val="22"/>
                <w:szCs w:val="22"/>
              </w:rPr>
              <w:t>Право заключения договора аренды земельного участка с кадастровым номером 28:01:020</w:t>
            </w:r>
            <w:r>
              <w:rPr>
                <w:sz w:val="22"/>
                <w:szCs w:val="22"/>
              </w:rPr>
              <w:t>409</w:t>
            </w:r>
            <w:r w:rsidRPr="00427D3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3549</w:t>
            </w:r>
            <w:r w:rsidRPr="00427D33">
              <w:rPr>
                <w:sz w:val="22"/>
                <w:szCs w:val="22"/>
              </w:rPr>
              <w:t xml:space="preserve">, площадью </w:t>
            </w:r>
            <w:r>
              <w:rPr>
                <w:sz w:val="22"/>
                <w:szCs w:val="22"/>
              </w:rPr>
              <w:t>30</w:t>
            </w:r>
            <w:r w:rsidRPr="00427D33">
              <w:rPr>
                <w:sz w:val="22"/>
                <w:szCs w:val="22"/>
              </w:rPr>
              <w:t xml:space="preserve"> </w:t>
            </w:r>
            <w:proofErr w:type="spellStart"/>
            <w:r w:rsidRPr="00427D33">
              <w:rPr>
                <w:sz w:val="22"/>
                <w:szCs w:val="22"/>
              </w:rPr>
              <w:t>кв</w:t>
            </w:r>
            <w:proofErr w:type="gramStart"/>
            <w:r w:rsidRPr="00427D33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427D33">
              <w:rPr>
                <w:sz w:val="22"/>
                <w:szCs w:val="22"/>
              </w:rPr>
              <w:t>, расположенного в квартале 40</w:t>
            </w:r>
            <w:r>
              <w:rPr>
                <w:sz w:val="22"/>
                <w:szCs w:val="22"/>
              </w:rPr>
              <w:t>9</w:t>
            </w:r>
            <w:r w:rsidRPr="00427D33">
              <w:rPr>
                <w:sz w:val="22"/>
                <w:szCs w:val="22"/>
              </w:rPr>
              <w:t xml:space="preserve"> города Благовещенска, вид разрешенного использования – хранение автотранспорта</w:t>
            </w:r>
            <w:r>
              <w:rPr>
                <w:sz w:val="22"/>
                <w:szCs w:val="22"/>
              </w:rPr>
              <w:t xml:space="preserve"> (объекты гаражного назначения)</w:t>
            </w:r>
            <w:bookmarkStart w:id="0" w:name="_GoBack"/>
            <w:bookmarkEnd w:id="0"/>
          </w:p>
        </w:tc>
        <w:tc>
          <w:tcPr>
            <w:tcW w:w="3411" w:type="dxa"/>
            <w:vAlign w:val="center"/>
          </w:tcPr>
          <w:p w:rsidR="0000046F" w:rsidRPr="0000046F" w:rsidRDefault="0000046F" w:rsidP="0000046F">
            <w:pPr>
              <w:suppressAutoHyphens/>
              <w:jc w:val="center"/>
              <w:rPr>
                <w:sz w:val="22"/>
                <w:szCs w:val="22"/>
              </w:rPr>
            </w:pPr>
            <w:r w:rsidRPr="0000046F">
              <w:rPr>
                <w:sz w:val="22"/>
                <w:szCs w:val="22"/>
              </w:rPr>
              <w:t>Аукцион признан</w:t>
            </w:r>
          </w:p>
          <w:p w:rsidR="0000046F" w:rsidRPr="0000046F" w:rsidRDefault="0000046F" w:rsidP="0000046F">
            <w:pPr>
              <w:suppressAutoHyphens/>
              <w:jc w:val="center"/>
              <w:rPr>
                <w:sz w:val="22"/>
                <w:szCs w:val="22"/>
              </w:rPr>
            </w:pPr>
            <w:r w:rsidRPr="0000046F">
              <w:rPr>
                <w:sz w:val="22"/>
                <w:szCs w:val="22"/>
              </w:rPr>
              <w:t>несостоявшимся. Договор подлежит</w:t>
            </w:r>
          </w:p>
          <w:p w:rsidR="00163DD2" w:rsidRPr="00081283" w:rsidRDefault="0000046F" w:rsidP="0000046F">
            <w:pPr>
              <w:suppressAutoHyphens/>
              <w:jc w:val="center"/>
              <w:rPr>
                <w:sz w:val="22"/>
                <w:szCs w:val="22"/>
              </w:rPr>
            </w:pPr>
            <w:r w:rsidRPr="0000046F">
              <w:rPr>
                <w:sz w:val="22"/>
                <w:szCs w:val="22"/>
              </w:rPr>
              <w:t xml:space="preserve"> заключению с единственным участником</w:t>
            </w:r>
            <w:r w:rsidR="00AE13B5">
              <w:rPr>
                <w:sz w:val="22"/>
                <w:szCs w:val="22"/>
              </w:rPr>
              <w:t xml:space="preserve"> Сорокин С.В.</w:t>
            </w:r>
          </w:p>
        </w:tc>
      </w:tr>
      <w:tr w:rsidR="00163DD2" w:rsidRPr="00C31977" w:rsidTr="0006404A">
        <w:trPr>
          <w:cantSplit/>
          <w:trHeight w:val="824"/>
          <w:jc w:val="center"/>
        </w:trPr>
        <w:tc>
          <w:tcPr>
            <w:tcW w:w="530" w:type="dxa"/>
            <w:vAlign w:val="center"/>
          </w:tcPr>
          <w:p w:rsidR="00163DD2" w:rsidRPr="00081283" w:rsidRDefault="00163DD2" w:rsidP="00137EC5">
            <w:pPr>
              <w:jc w:val="center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4</w:t>
            </w:r>
          </w:p>
        </w:tc>
        <w:tc>
          <w:tcPr>
            <w:tcW w:w="6337" w:type="dxa"/>
          </w:tcPr>
          <w:p w:rsidR="00163DD2" w:rsidRPr="00081283" w:rsidRDefault="00163DD2" w:rsidP="00C47A92">
            <w:pPr>
              <w:suppressAutoHyphens/>
              <w:jc w:val="both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Земельный участок с кадастровым номером 28:01:</w:t>
            </w:r>
            <w:r>
              <w:rPr>
                <w:sz w:val="22"/>
                <w:szCs w:val="22"/>
              </w:rPr>
              <w:t>1</w:t>
            </w:r>
            <w:r w:rsidRPr="00081283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>2</w:t>
            </w:r>
            <w:r w:rsidRPr="0008128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50</w:t>
            </w:r>
            <w:r w:rsidRPr="00081283">
              <w:rPr>
                <w:sz w:val="22"/>
                <w:szCs w:val="22"/>
              </w:rPr>
              <w:t xml:space="preserve">8, площадью </w:t>
            </w:r>
            <w:r>
              <w:rPr>
                <w:sz w:val="22"/>
                <w:szCs w:val="22"/>
              </w:rPr>
              <w:t>1387</w:t>
            </w:r>
            <w:r w:rsidRPr="00081283">
              <w:rPr>
                <w:sz w:val="22"/>
                <w:szCs w:val="22"/>
              </w:rPr>
              <w:t xml:space="preserve"> </w:t>
            </w:r>
            <w:proofErr w:type="spellStart"/>
            <w:r w:rsidRPr="00081283">
              <w:rPr>
                <w:sz w:val="22"/>
                <w:szCs w:val="22"/>
              </w:rPr>
              <w:t>кв</w:t>
            </w:r>
            <w:proofErr w:type="gramStart"/>
            <w:r w:rsidRPr="00081283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081283">
              <w:rPr>
                <w:sz w:val="22"/>
                <w:szCs w:val="22"/>
              </w:rPr>
              <w:t xml:space="preserve">, расположенный в </w:t>
            </w:r>
            <w:r>
              <w:rPr>
                <w:sz w:val="22"/>
                <w:szCs w:val="22"/>
              </w:rPr>
              <w:t xml:space="preserve">квартале П-2, </w:t>
            </w:r>
            <w:r w:rsidRPr="0008128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 Плодопитомник города Благовещенска,</w:t>
            </w:r>
            <w:r w:rsidRPr="000812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вид </w:t>
            </w:r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 xml:space="preserve">разрешенного использования – </w:t>
            </w:r>
            <w:r w:rsidRPr="00081283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индивидуального жилищного строительства</w:t>
            </w:r>
          </w:p>
        </w:tc>
        <w:tc>
          <w:tcPr>
            <w:tcW w:w="3411" w:type="dxa"/>
            <w:vAlign w:val="center"/>
          </w:tcPr>
          <w:p w:rsidR="00163DD2" w:rsidRPr="00163DD2" w:rsidRDefault="00163DD2" w:rsidP="00163DD2">
            <w:pPr>
              <w:suppressAutoHyphens/>
              <w:jc w:val="center"/>
              <w:rPr>
                <w:sz w:val="22"/>
                <w:szCs w:val="22"/>
              </w:rPr>
            </w:pPr>
            <w:r w:rsidRPr="00163DD2">
              <w:rPr>
                <w:sz w:val="22"/>
                <w:szCs w:val="22"/>
              </w:rPr>
              <w:t>Аукцион признан</w:t>
            </w:r>
          </w:p>
          <w:p w:rsidR="00163DD2" w:rsidRPr="00081283" w:rsidRDefault="00163DD2" w:rsidP="00163DD2">
            <w:pPr>
              <w:suppressAutoHyphens/>
              <w:jc w:val="center"/>
              <w:rPr>
                <w:sz w:val="22"/>
                <w:szCs w:val="22"/>
              </w:rPr>
            </w:pPr>
            <w:r w:rsidRPr="00163DD2">
              <w:rPr>
                <w:sz w:val="22"/>
                <w:szCs w:val="22"/>
              </w:rPr>
              <w:t xml:space="preserve">несостоявшимся  </w:t>
            </w:r>
          </w:p>
        </w:tc>
      </w:tr>
      <w:tr w:rsidR="00163DD2" w:rsidRPr="00C31977" w:rsidTr="0006404A">
        <w:trPr>
          <w:cantSplit/>
          <w:trHeight w:val="824"/>
          <w:jc w:val="center"/>
        </w:trPr>
        <w:tc>
          <w:tcPr>
            <w:tcW w:w="530" w:type="dxa"/>
            <w:vAlign w:val="center"/>
          </w:tcPr>
          <w:p w:rsidR="00163DD2" w:rsidRPr="00081283" w:rsidRDefault="00163DD2" w:rsidP="00137E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37" w:type="dxa"/>
          </w:tcPr>
          <w:p w:rsidR="00163DD2" w:rsidRPr="00081283" w:rsidRDefault="00163DD2" w:rsidP="00C47A92">
            <w:pPr>
              <w:suppressAutoHyphens/>
              <w:jc w:val="both"/>
              <w:rPr>
                <w:sz w:val="22"/>
                <w:szCs w:val="22"/>
              </w:rPr>
            </w:pPr>
            <w:r w:rsidRPr="00081283">
              <w:rPr>
                <w:sz w:val="22"/>
                <w:szCs w:val="22"/>
              </w:rPr>
              <w:t>Земельный участок с кадастровым номером 28:01:</w:t>
            </w:r>
            <w:r>
              <w:rPr>
                <w:sz w:val="22"/>
                <w:szCs w:val="22"/>
              </w:rPr>
              <w:t>1</w:t>
            </w:r>
            <w:r w:rsidRPr="00081283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>2</w:t>
            </w:r>
            <w:r w:rsidRPr="00081283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521</w:t>
            </w:r>
            <w:r w:rsidRPr="00081283">
              <w:rPr>
                <w:sz w:val="22"/>
                <w:szCs w:val="22"/>
              </w:rPr>
              <w:t xml:space="preserve">, площадью </w:t>
            </w:r>
            <w:r>
              <w:rPr>
                <w:sz w:val="22"/>
                <w:szCs w:val="22"/>
              </w:rPr>
              <w:t>1304</w:t>
            </w:r>
            <w:r w:rsidRPr="00081283">
              <w:rPr>
                <w:sz w:val="22"/>
                <w:szCs w:val="22"/>
              </w:rPr>
              <w:t xml:space="preserve"> </w:t>
            </w:r>
            <w:proofErr w:type="spellStart"/>
            <w:r w:rsidRPr="00081283">
              <w:rPr>
                <w:sz w:val="22"/>
                <w:szCs w:val="22"/>
              </w:rPr>
              <w:t>кв</w:t>
            </w:r>
            <w:proofErr w:type="gramStart"/>
            <w:r w:rsidRPr="00081283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081283">
              <w:rPr>
                <w:sz w:val="22"/>
                <w:szCs w:val="22"/>
              </w:rPr>
              <w:t xml:space="preserve">, расположенный в </w:t>
            </w:r>
            <w:r>
              <w:rPr>
                <w:sz w:val="22"/>
                <w:szCs w:val="22"/>
              </w:rPr>
              <w:t xml:space="preserve">квартале П-2, </w:t>
            </w:r>
            <w:r w:rsidRPr="0008128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 Плодопитомник города Благовещенска,</w:t>
            </w:r>
            <w:r w:rsidRPr="000812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вид </w:t>
            </w:r>
            <w:r w:rsidRPr="00081283">
              <w:rPr>
                <w:rStyle w:val="txt1"/>
                <w:rFonts w:ascii="Times New Roman" w:hAnsi="Times New Roman"/>
                <w:sz w:val="22"/>
                <w:szCs w:val="22"/>
              </w:rPr>
              <w:t xml:space="preserve">разрешенного использования – </w:t>
            </w:r>
            <w:r w:rsidRPr="00081283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индивидуального жилищного строительства</w:t>
            </w:r>
          </w:p>
        </w:tc>
        <w:tc>
          <w:tcPr>
            <w:tcW w:w="3411" w:type="dxa"/>
            <w:vAlign w:val="center"/>
          </w:tcPr>
          <w:p w:rsidR="00163DD2" w:rsidRPr="00163DD2" w:rsidRDefault="00163DD2" w:rsidP="00163DD2">
            <w:pPr>
              <w:suppressAutoHyphens/>
              <w:jc w:val="center"/>
              <w:rPr>
                <w:sz w:val="22"/>
                <w:szCs w:val="22"/>
              </w:rPr>
            </w:pPr>
            <w:r w:rsidRPr="00163DD2">
              <w:rPr>
                <w:sz w:val="22"/>
                <w:szCs w:val="22"/>
              </w:rPr>
              <w:t>Аукцион признан</w:t>
            </w:r>
          </w:p>
          <w:p w:rsidR="00163DD2" w:rsidRPr="00EA7851" w:rsidRDefault="00163DD2" w:rsidP="00163DD2">
            <w:pPr>
              <w:suppressAutoHyphens/>
              <w:jc w:val="center"/>
              <w:rPr>
                <w:sz w:val="22"/>
                <w:szCs w:val="22"/>
              </w:rPr>
            </w:pPr>
            <w:r w:rsidRPr="00163DD2">
              <w:rPr>
                <w:sz w:val="22"/>
                <w:szCs w:val="22"/>
              </w:rPr>
              <w:t xml:space="preserve">несостоявшимся  </w:t>
            </w:r>
          </w:p>
        </w:tc>
      </w:tr>
    </w:tbl>
    <w:p w:rsidR="00224609" w:rsidRPr="00943C53" w:rsidRDefault="00224609" w:rsidP="00EA785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</w:pPr>
    </w:p>
    <w:sectPr w:rsidR="00224609" w:rsidRPr="00943C53" w:rsidSect="00AE13B5">
      <w:headerReference w:type="even" r:id="rId9"/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AB2" w:rsidRDefault="00101AB2">
      <w:r>
        <w:separator/>
      </w:r>
    </w:p>
  </w:endnote>
  <w:endnote w:type="continuationSeparator" w:id="0">
    <w:p w:rsidR="00101AB2" w:rsidRDefault="0010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AB2" w:rsidRDefault="00101AB2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AB2" w:rsidRDefault="00101AB2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AB2" w:rsidRDefault="00101AB2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404A">
      <w:rPr>
        <w:rStyle w:val="a5"/>
        <w:noProof/>
      </w:rPr>
      <w:t>1</w:t>
    </w:r>
    <w:r>
      <w:rPr>
        <w:rStyle w:val="a5"/>
      </w:rPr>
      <w:fldChar w:fldCharType="end"/>
    </w:r>
  </w:p>
  <w:p w:rsidR="00101AB2" w:rsidRDefault="00101AB2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AB2" w:rsidRDefault="00101AB2">
      <w:r>
        <w:separator/>
      </w:r>
    </w:p>
  </w:footnote>
  <w:footnote w:type="continuationSeparator" w:id="0">
    <w:p w:rsidR="00101AB2" w:rsidRDefault="00101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AB2" w:rsidRDefault="00101AB2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AB2" w:rsidRDefault="00101AB2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46F"/>
    <w:rsid w:val="00000CE8"/>
    <w:rsid w:val="0000156C"/>
    <w:rsid w:val="00003893"/>
    <w:rsid w:val="00003967"/>
    <w:rsid w:val="00003989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404A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32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DD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B6F"/>
    <w:rsid w:val="00184042"/>
    <w:rsid w:val="00184C03"/>
    <w:rsid w:val="001850B2"/>
    <w:rsid w:val="00186096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57B14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810"/>
    <w:rsid w:val="002A2CC0"/>
    <w:rsid w:val="002A3282"/>
    <w:rsid w:val="002A3EEA"/>
    <w:rsid w:val="002A465A"/>
    <w:rsid w:val="002A46DE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BD6"/>
    <w:rsid w:val="00355C35"/>
    <w:rsid w:val="00355E48"/>
    <w:rsid w:val="0035603B"/>
    <w:rsid w:val="00356D05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E96"/>
    <w:rsid w:val="003A2F8F"/>
    <w:rsid w:val="003A3064"/>
    <w:rsid w:val="003A3657"/>
    <w:rsid w:val="003A410B"/>
    <w:rsid w:val="003A4656"/>
    <w:rsid w:val="003A5411"/>
    <w:rsid w:val="003A5DF0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218E"/>
    <w:rsid w:val="004122B0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439A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4AC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E0C50"/>
    <w:rsid w:val="004E109A"/>
    <w:rsid w:val="004E10D4"/>
    <w:rsid w:val="004E1A5B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8FC"/>
    <w:rsid w:val="004F00B4"/>
    <w:rsid w:val="004F09CB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467"/>
    <w:rsid w:val="00584E3F"/>
    <w:rsid w:val="00585A1F"/>
    <w:rsid w:val="00585A35"/>
    <w:rsid w:val="00585A8E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053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4167"/>
    <w:rsid w:val="005F5389"/>
    <w:rsid w:val="006009F5"/>
    <w:rsid w:val="00601533"/>
    <w:rsid w:val="00601B9B"/>
    <w:rsid w:val="00601D3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0BAA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00B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B7865"/>
    <w:rsid w:val="006C0083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5F"/>
    <w:rsid w:val="006F7B18"/>
    <w:rsid w:val="006F7E7D"/>
    <w:rsid w:val="007005BB"/>
    <w:rsid w:val="0070078F"/>
    <w:rsid w:val="00700AC9"/>
    <w:rsid w:val="00701F2B"/>
    <w:rsid w:val="00702CF9"/>
    <w:rsid w:val="00703EB6"/>
    <w:rsid w:val="00705C5D"/>
    <w:rsid w:val="00707278"/>
    <w:rsid w:val="007101AD"/>
    <w:rsid w:val="00710855"/>
    <w:rsid w:val="0071116B"/>
    <w:rsid w:val="007116D3"/>
    <w:rsid w:val="0071306E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099A"/>
    <w:rsid w:val="00771692"/>
    <w:rsid w:val="00771BD1"/>
    <w:rsid w:val="007726D6"/>
    <w:rsid w:val="00772AC7"/>
    <w:rsid w:val="00772D84"/>
    <w:rsid w:val="0077319C"/>
    <w:rsid w:val="00773510"/>
    <w:rsid w:val="00774A5D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5133"/>
    <w:rsid w:val="00827767"/>
    <w:rsid w:val="00827F7E"/>
    <w:rsid w:val="00830A09"/>
    <w:rsid w:val="008313D4"/>
    <w:rsid w:val="008319A7"/>
    <w:rsid w:val="00831C1E"/>
    <w:rsid w:val="00833A47"/>
    <w:rsid w:val="00833CF3"/>
    <w:rsid w:val="0083496F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2942"/>
    <w:rsid w:val="00884432"/>
    <w:rsid w:val="008845B7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14ED"/>
    <w:rsid w:val="008E2B88"/>
    <w:rsid w:val="008E3C86"/>
    <w:rsid w:val="008E4014"/>
    <w:rsid w:val="008E55C5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21"/>
    <w:rsid w:val="00937A78"/>
    <w:rsid w:val="00937D7E"/>
    <w:rsid w:val="00940834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3D3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EAA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4FC4"/>
    <w:rsid w:val="00A55E5F"/>
    <w:rsid w:val="00A56074"/>
    <w:rsid w:val="00A56C35"/>
    <w:rsid w:val="00A57A43"/>
    <w:rsid w:val="00A60CD0"/>
    <w:rsid w:val="00A611D5"/>
    <w:rsid w:val="00A612A9"/>
    <w:rsid w:val="00A61B67"/>
    <w:rsid w:val="00A62A30"/>
    <w:rsid w:val="00A62E75"/>
    <w:rsid w:val="00A62EF1"/>
    <w:rsid w:val="00A63EF4"/>
    <w:rsid w:val="00A660D2"/>
    <w:rsid w:val="00A66475"/>
    <w:rsid w:val="00A67836"/>
    <w:rsid w:val="00A7060E"/>
    <w:rsid w:val="00A709D8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B6EEA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B5"/>
    <w:rsid w:val="00AE13DC"/>
    <w:rsid w:val="00AE1512"/>
    <w:rsid w:val="00AE1A62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2176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392C"/>
    <w:rsid w:val="00BA4139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4A5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16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A70DC"/>
    <w:rsid w:val="00CB1886"/>
    <w:rsid w:val="00CB27F4"/>
    <w:rsid w:val="00CB2E45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FF0"/>
    <w:rsid w:val="00CD139C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653"/>
    <w:rsid w:val="00DF4C03"/>
    <w:rsid w:val="00DF6A9A"/>
    <w:rsid w:val="00DF6DDE"/>
    <w:rsid w:val="00DF705E"/>
    <w:rsid w:val="00DF7D93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27"/>
    <w:rsid w:val="00E67A1A"/>
    <w:rsid w:val="00E67B20"/>
    <w:rsid w:val="00E7049C"/>
    <w:rsid w:val="00E70C56"/>
    <w:rsid w:val="00E7481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907C8"/>
    <w:rsid w:val="00E91324"/>
    <w:rsid w:val="00E91B7C"/>
    <w:rsid w:val="00E92778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AD2"/>
    <w:rsid w:val="00EA4DC8"/>
    <w:rsid w:val="00EA563D"/>
    <w:rsid w:val="00EA5D73"/>
    <w:rsid w:val="00EA66E8"/>
    <w:rsid w:val="00EA7165"/>
    <w:rsid w:val="00EA7851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C49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8AC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A0CD6"/>
    <w:rsid w:val="00FA0E1D"/>
    <w:rsid w:val="00FA1887"/>
    <w:rsid w:val="00FA21E0"/>
    <w:rsid w:val="00FA26EF"/>
    <w:rsid w:val="00FA2A98"/>
    <w:rsid w:val="00FA31C5"/>
    <w:rsid w:val="00FA3206"/>
    <w:rsid w:val="00FA321F"/>
    <w:rsid w:val="00FA654E"/>
    <w:rsid w:val="00FA6859"/>
    <w:rsid w:val="00FA71C1"/>
    <w:rsid w:val="00FA7BB8"/>
    <w:rsid w:val="00FB0A43"/>
    <w:rsid w:val="00FB0B09"/>
    <w:rsid w:val="00FB409A"/>
    <w:rsid w:val="00FB647C"/>
    <w:rsid w:val="00FB6C07"/>
    <w:rsid w:val="00FB7F31"/>
    <w:rsid w:val="00FC00D0"/>
    <w:rsid w:val="00FC0549"/>
    <w:rsid w:val="00FC11F8"/>
    <w:rsid w:val="00FC1286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1A5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1A5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32829-6282-4230-B82D-4430E583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4</cp:revision>
  <cp:lastPrinted>2021-06-09T03:07:00Z</cp:lastPrinted>
  <dcterms:created xsi:type="dcterms:W3CDTF">2021-06-11T03:25:00Z</dcterms:created>
  <dcterms:modified xsi:type="dcterms:W3CDTF">2021-06-25T00:27:00Z</dcterms:modified>
</cp:coreProperties>
</file>