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1F5" w:rsidRPr="005741F5" w:rsidRDefault="005741F5" w:rsidP="005741F5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на право заключения договоров </w:t>
      </w:r>
    </w:p>
    <w:p w:rsidR="00830427" w:rsidRDefault="005741F5" w:rsidP="005741F5">
      <w:pPr>
        <w:suppressAutoHyphens/>
        <w:jc w:val="center"/>
        <w:rPr>
          <w:b/>
        </w:rPr>
      </w:pPr>
      <w:r w:rsidRPr="005741F5">
        <w:rPr>
          <w:b/>
        </w:rPr>
        <w:t>аренды земельных участков,</w:t>
      </w:r>
      <w:r w:rsidR="00830427">
        <w:rPr>
          <w:b/>
        </w:rPr>
        <w:t xml:space="preserve"> по продаже земельн</w:t>
      </w:r>
      <w:r w:rsidR="005E7C71">
        <w:rPr>
          <w:b/>
        </w:rPr>
        <w:t>ого</w:t>
      </w:r>
      <w:r w:rsidR="00830427">
        <w:rPr>
          <w:b/>
        </w:rPr>
        <w:t xml:space="preserve"> участк</w:t>
      </w:r>
      <w:r w:rsidR="005E7C71">
        <w:rPr>
          <w:b/>
        </w:rPr>
        <w:t>а</w:t>
      </w:r>
      <w:r w:rsidR="00830427">
        <w:rPr>
          <w:b/>
        </w:rPr>
        <w:t xml:space="preserve">, </w:t>
      </w:r>
    </w:p>
    <w:p w:rsidR="00F24C65" w:rsidRPr="00943C53" w:rsidRDefault="005741F5" w:rsidP="005741F5">
      <w:pPr>
        <w:suppressAutoHyphens/>
        <w:jc w:val="center"/>
        <w:rPr>
          <w:b/>
          <w:bCs/>
        </w:rPr>
      </w:pPr>
      <w:r w:rsidRPr="005741F5">
        <w:rPr>
          <w:b/>
        </w:rPr>
        <w:t xml:space="preserve">назначенного на </w:t>
      </w:r>
      <w:r w:rsidR="00E41873">
        <w:rPr>
          <w:b/>
        </w:rPr>
        <w:t>04</w:t>
      </w:r>
      <w:r w:rsidRPr="005741F5">
        <w:rPr>
          <w:b/>
        </w:rPr>
        <w:t>.</w:t>
      </w:r>
      <w:r w:rsidR="005E7C71">
        <w:rPr>
          <w:b/>
        </w:rPr>
        <w:t>0</w:t>
      </w:r>
      <w:r w:rsidR="00B412CF">
        <w:rPr>
          <w:b/>
        </w:rPr>
        <w:t>3</w:t>
      </w:r>
      <w:r w:rsidRPr="005741F5">
        <w:rPr>
          <w:b/>
        </w:rPr>
        <w:t>.202</w:t>
      </w:r>
      <w:r w:rsidR="005E7C71">
        <w:rPr>
          <w:b/>
        </w:rPr>
        <w:t>2</w:t>
      </w:r>
      <w:r>
        <w:rPr>
          <w:b/>
        </w:rPr>
        <w:t xml:space="preserve"> </w:t>
      </w:r>
      <w:r w:rsidRPr="005741F5">
        <w:rPr>
          <w:b/>
        </w:rPr>
        <w:t>г</w:t>
      </w:r>
      <w:r>
        <w:rPr>
          <w:b/>
        </w:rPr>
        <w:t>.</w:t>
      </w:r>
    </w:p>
    <w:p w:rsidR="00AF1638" w:rsidRPr="00D75F92" w:rsidRDefault="00AF1638" w:rsidP="00B15A0B">
      <w:pPr>
        <w:suppressAutoHyphens/>
        <w:jc w:val="center"/>
        <w:rPr>
          <w:b/>
          <w:i/>
          <w:sz w:val="22"/>
          <w:szCs w:val="22"/>
        </w:rPr>
      </w:pPr>
    </w:p>
    <w:tbl>
      <w:tblPr>
        <w:tblW w:w="9870" w:type="dxa"/>
        <w:jc w:val="center"/>
        <w:tblInd w:w="-1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2"/>
        <w:gridCol w:w="6866"/>
        <w:gridCol w:w="2372"/>
      </w:tblGrid>
      <w:tr w:rsidR="007B4CC7" w:rsidRPr="00D75F92" w:rsidTr="005C1F14">
        <w:trPr>
          <w:cantSplit/>
          <w:trHeight w:val="611"/>
          <w:jc w:val="center"/>
        </w:trPr>
        <w:tc>
          <w:tcPr>
            <w:tcW w:w="632" w:type="dxa"/>
            <w:vAlign w:val="center"/>
          </w:tcPr>
          <w:p w:rsidR="007B4CC7" w:rsidRPr="00440BFC" w:rsidRDefault="007B4CC7" w:rsidP="00B15A0B">
            <w:pPr>
              <w:pStyle w:val="a8"/>
              <w:suppressAutoHyphens/>
              <w:ind w:left="-73"/>
              <w:rPr>
                <w:b w:val="0"/>
                <w:sz w:val="23"/>
                <w:szCs w:val="23"/>
              </w:rPr>
            </w:pPr>
            <w:r w:rsidRPr="00440BFC">
              <w:rPr>
                <w:b w:val="0"/>
                <w:sz w:val="23"/>
                <w:szCs w:val="23"/>
              </w:rPr>
              <w:t>№ лота</w:t>
            </w:r>
          </w:p>
        </w:tc>
        <w:tc>
          <w:tcPr>
            <w:tcW w:w="6866" w:type="dxa"/>
            <w:vAlign w:val="center"/>
          </w:tcPr>
          <w:p w:rsidR="007B4CC7" w:rsidRPr="00440BFC" w:rsidRDefault="007B4CC7" w:rsidP="00B15A0B">
            <w:pPr>
              <w:pStyle w:val="a8"/>
              <w:suppressAutoHyphens/>
              <w:rPr>
                <w:b w:val="0"/>
                <w:sz w:val="23"/>
                <w:szCs w:val="23"/>
              </w:rPr>
            </w:pPr>
            <w:r w:rsidRPr="00440BFC">
              <w:rPr>
                <w:b w:val="0"/>
                <w:sz w:val="23"/>
                <w:szCs w:val="23"/>
              </w:rPr>
              <w:t>Предмет аукциона</w:t>
            </w:r>
          </w:p>
        </w:tc>
        <w:tc>
          <w:tcPr>
            <w:tcW w:w="2372" w:type="dxa"/>
            <w:vAlign w:val="center"/>
          </w:tcPr>
          <w:p w:rsidR="007B4CC7" w:rsidRPr="00440BFC" w:rsidRDefault="007B4CC7" w:rsidP="00B15A0B">
            <w:pPr>
              <w:pStyle w:val="a8"/>
              <w:suppressAutoHyphens/>
              <w:ind w:left="-153"/>
              <w:rPr>
                <w:b w:val="0"/>
                <w:sz w:val="23"/>
                <w:szCs w:val="23"/>
              </w:rPr>
            </w:pPr>
            <w:r w:rsidRPr="006777C1">
              <w:rPr>
                <w:b w:val="0"/>
                <w:sz w:val="24"/>
                <w:szCs w:val="24"/>
              </w:rPr>
              <w:t>Примечание</w:t>
            </w:r>
          </w:p>
        </w:tc>
      </w:tr>
      <w:tr w:rsidR="00B412CF" w:rsidRPr="00D75F92" w:rsidTr="005C1F14">
        <w:trPr>
          <w:cantSplit/>
          <w:trHeight w:val="389"/>
          <w:jc w:val="center"/>
        </w:trPr>
        <w:tc>
          <w:tcPr>
            <w:tcW w:w="632" w:type="dxa"/>
            <w:vAlign w:val="center"/>
          </w:tcPr>
          <w:p w:rsidR="00B412CF" w:rsidRPr="00440BFC" w:rsidRDefault="00B412CF" w:rsidP="00B15A0B">
            <w:pPr>
              <w:suppressAutoHyphens/>
              <w:ind w:firstLine="94"/>
              <w:jc w:val="both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1</w:t>
            </w:r>
          </w:p>
        </w:tc>
        <w:tc>
          <w:tcPr>
            <w:tcW w:w="6866" w:type="dxa"/>
          </w:tcPr>
          <w:p w:rsidR="00B412CF" w:rsidRPr="00A1384B" w:rsidRDefault="00B412CF" w:rsidP="007A550C">
            <w:pPr>
              <w:suppressAutoHyphens/>
              <w:jc w:val="both"/>
            </w:pPr>
            <w:r w:rsidRPr="00A1384B">
              <w:t xml:space="preserve">Земельный участок с кадастровым номером </w:t>
            </w:r>
            <w:r w:rsidRPr="00A1384B">
              <w:rPr>
                <w:rFonts w:eastAsia="Calibri"/>
                <w:color w:val="000000"/>
                <w:lang w:eastAsia="en-US"/>
              </w:rPr>
              <w:t xml:space="preserve">28:01:170157:389, площадью 1442 </w:t>
            </w:r>
            <w:proofErr w:type="spellStart"/>
            <w:r w:rsidRPr="00A1384B">
              <w:rPr>
                <w:rFonts w:eastAsia="Calibri"/>
                <w:color w:val="000000"/>
                <w:lang w:eastAsia="en-US"/>
              </w:rPr>
              <w:t>кв</w:t>
            </w:r>
            <w:proofErr w:type="gramStart"/>
            <w:r w:rsidRPr="00A1384B">
              <w:rPr>
                <w:rFonts w:eastAsia="Calibri"/>
                <w:color w:val="000000"/>
                <w:lang w:eastAsia="en-US"/>
              </w:rPr>
              <w:t>.м</w:t>
            </w:r>
            <w:proofErr w:type="spellEnd"/>
            <w:proofErr w:type="gramEnd"/>
            <w:r w:rsidRPr="00A1384B">
              <w:rPr>
                <w:rFonts w:eastAsia="Calibri"/>
                <w:color w:val="000000"/>
                <w:lang w:eastAsia="en-US"/>
              </w:rPr>
              <w:t>, расположенного в с/т «Дружба» города Благовещенска, для ведения садоводства</w:t>
            </w:r>
          </w:p>
        </w:tc>
        <w:tc>
          <w:tcPr>
            <w:tcW w:w="2372" w:type="dxa"/>
            <w:vAlign w:val="center"/>
          </w:tcPr>
          <w:p w:rsidR="00B412CF" w:rsidRPr="00440BFC" w:rsidRDefault="00B412CF" w:rsidP="00273FA9">
            <w:pPr>
              <w:suppressAutoHyphens/>
              <w:jc w:val="center"/>
              <w:rPr>
                <w:sz w:val="23"/>
                <w:szCs w:val="23"/>
              </w:rPr>
            </w:pPr>
            <w:r w:rsidRPr="00EB5ED1">
              <w:rPr>
                <w:sz w:val="23"/>
                <w:szCs w:val="23"/>
              </w:rPr>
              <w:t>Аукцион признан несостоявшимся</w:t>
            </w:r>
          </w:p>
        </w:tc>
      </w:tr>
      <w:tr w:rsidR="00B412CF" w:rsidRPr="00D75F92" w:rsidTr="005E7C71">
        <w:trPr>
          <w:cantSplit/>
          <w:trHeight w:val="389"/>
          <w:jc w:val="center"/>
        </w:trPr>
        <w:tc>
          <w:tcPr>
            <w:tcW w:w="632" w:type="dxa"/>
            <w:vAlign w:val="center"/>
          </w:tcPr>
          <w:p w:rsidR="00B412CF" w:rsidRPr="00440BFC" w:rsidRDefault="00B412CF" w:rsidP="00B15A0B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2</w:t>
            </w:r>
          </w:p>
        </w:tc>
        <w:tc>
          <w:tcPr>
            <w:tcW w:w="6866" w:type="dxa"/>
          </w:tcPr>
          <w:p w:rsidR="00B412CF" w:rsidRPr="0046088F" w:rsidRDefault="00B412CF" w:rsidP="007A550C">
            <w:pPr>
              <w:tabs>
                <w:tab w:val="left" w:pos="2340"/>
              </w:tabs>
              <w:autoSpaceDE w:val="0"/>
              <w:autoSpaceDN w:val="0"/>
              <w:adjustRightInd w:val="0"/>
              <w:jc w:val="both"/>
            </w:pPr>
            <w:r w:rsidRPr="00A1384B">
              <w:t xml:space="preserve">Земельный участок </w:t>
            </w:r>
            <w:r w:rsidRPr="00A1384B">
              <w:rPr>
                <w:color w:val="000000"/>
              </w:rPr>
              <w:t xml:space="preserve">с кадастровым номером 28:01:020503:176, площадью 841 </w:t>
            </w:r>
            <w:proofErr w:type="spellStart"/>
            <w:r w:rsidRPr="00A1384B">
              <w:rPr>
                <w:color w:val="000000"/>
              </w:rPr>
              <w:t>кв</w:t>
            </w:r>
            <w:proofErr w:type="gramStart"/>
            <w:r w:rsidRPr="00A1384B">
              <w:rPr>
                <w:color w:val="000000"/>
              </w:rPr>
              <w:t>.м</w:t>
            </w:r>
            <w:proofErr w:type="spellEnd"/>
            <w:proofErr w:type="gramEnd"/>
            <w:r w:rsidRPr="00A1384B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расположенного </w:t>
            </w:r>
            <w:r w:rsidRPr="00A1384B">
              <w:rPr>
                <w:color w:val="000000"/>
              </w:rPr>
              <w:t>в квартале 503 города Бл</w:t>
            </w:r>
            <w:r w:rsidRPr="00A1384B">
              <w:rPr>
                <w:color w:val="000000"/>
              </w:rPr>
              <w:t>а</w:t>
            </w:r>
            <w:r w:rsidRPr="00A1384B">
              <w:rPr>
                <w:color w:val="000000"/>
              </w:rPr>
              <w:t>говещенска, для индивидуального жилищного строительства</w:t>
            </w:r>
          </w:p>
        </w:tc>
        <w:tc>
          <w:tcPr>
            <w:tcW w:w="2372" w:type="dxa"/>
            <w:vAlign w:val="center"/>
          </w:tcPr>
          <w:p w:rsidR="00B412CF" w:rsidRDefault="00B412CF" w:rsidP="00273FA9">
            <w:pPr>
              <w:suppressAutoHyphens/>
              <w:jc w:val="center"/>
              <w:rPr>
                <w:sz w:val="23"/>
                <w:szCs w:val="23"/>
              </w:rPr>
            </w:pPr>
          </w:p>
          <w:p w:rsidR="00B412CF" w:rsidRPr="009A57CE" w:rsidRDefault="00B412CF" w:rsidP="00273FA9">
            <w:pPr>
              <w:suppressAutoHyphens/>
              <w:jc w:val="center"/>
              <w:rPr>
                <w:sz w:val="23"/>
                <w:szCs w:val="23"/>
              </w:rPr>
            </w:pPr>
            <w:r w:rsidRPr="00AD0032">
              <w:rPr>
                <w:sz w:val="23"/>
                <w:szCs w:val="23"/>
              </w:rPr>
              <w:t xml:space="preserve">Победитель аукциона – </w:t>
            </w:r>
            <w:r>
              <w:rPr>
                <w:sz w:val="23"/>
                <w:szCs w:val="23"/>
              </w:rPr>
              <w:t>Железнов Р.</w:t>
            </w:r>
            <w:r w:rsidR="00782908">
              <w:rPr>
                <w:sz w:val="23"/>
                <w:szCs w:val="23"/>
              </w:rPr>
              <w:t>К.</w:t>
            </w:r>
            <w:bookmarkStart w:id="0" w:name="_GoBack"/>
            <w:bookmarkEnd w:id="0"/>
            <w:r>
              <w:rPr>
                <w:sz w:val="23"/>
                <w:szCs w:val="23"/>
              </w:rPr>
              <w:t xml:space="preserve"> </w:t>
            </w:r>
          </w:p>
          <w:p w:rsidR="00B412CF" w:rsidRPr="00440BFC" w:rsidRDefault="00B412CF" w:rsidP="00273FA9">
            <w:pPr>
              <w:suppressAutoHyphens/>
              <w:jc w:val="center"/>
              <w:rPr>
                <w:sz w:val="23"/>
                <w:szCs w:val="23"/>
              </w:rPr>
            </w:pPr>
          </w:p>
        </w:tc>
      </w:tr>
      <w:tr w:rsidR="00B412CF" w:rsidRPr="00D75F92" w:rsidTr="005C1F14">
        <w:trPr>
          <w:cantSplit/>
          <w:trHeight w:val="1138"/>
          <w:jc w:val="center"/>
        </w:trPr>
        <w:tc>
          <w:tcPr>
            <w:tcW w:w="632" w:type="dxa"/>
            <w:vAlign w:val="center"/>
          </w:tcPr>
          <w:p w:rsidR="00B412CF" w:rsidRPr="00440BFC" w:rsidRDefault="00B412CF" w:rsidP="00B15A0B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3</w:t>
            </w:r>
          </w:p>
        </w:tc>
        <w:tc>
          <w:tcPr>
            <w:tcW w:w="6866" w:type="dxa"/>
          </w:tcPr>
          <w:p w:rsidR="00B412CF" w:rsidRPr="0046088F" w:rsidRDefault="00B412CF" w:rsidP="007A550C">
            <w:pPr>
              <w:suppressAutoHyphens/>
              <w:jc w:val="both"/>
            </w:pPr>
            <w:r w:rsidRPr="00A1384B">
              <w:t xml:space="preserve">Земельный участок </w:t>
            </w:r>
            <w:r w:rsidRPr="00A1384B">
              <w:rPr>
                <w:color w:val="000000"/>
              </w:rPr>
              <w:t>с кадастровым номером 28:01:020503:</w:t>
            </w:r>
            <w:r>
              <w:rPr>
                <w:color w:val="000000"/>
              </w:rPr>
              <w:t>177</w:t>
            </w:r>
            <w:r w:rsidRPr="00A1384B">
              <w:rPr>
                <w:color w:val="000000"/>
              </w:rPr>
              <w:t>, площадью 84</w:t>
            </w:r>
            <w:r>
              <w:rPr>
                <w:color w:val="000000"/>
              </w:rPr>
              <w:t>2</w:t>
            </w:r>
            <w:r w:rsidRPr="00A1384B">
              <w:rPr>
                <w:color w:val="000000"/>
              </w:rPr>
              <w:t xml:space="preserve"> </w:t>
            </w:r>
            <w:proofErr w:type="spellStart"/>
            <w:r w:rsidRPr="00A1384B">
              <w:rPr>
                <w:color w:val="000000"/>
              </w:rPr>
              <w:t>кв</w:t>
            </w:r>
            <w:proofErr w:type="gramStart"/>
            <w:r w:rsidRPr="00A1384B">
              <w:rPr>
                <w:color w:val="000000"/>
              </w:rPr>
              <w:t>.м</w:t>
            </w:r>
            <w:proofErr w:type="spellEnd"/>
            <w:proofErr w:type="gramEnd"/>
            <w:r w:rsidRPr="00A1384B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расположенного </w:t>
            </w:r>
            <w:r w:rsidRPr="00A1384B">
              <w:rPr>
                <w:color w:val="000000"/>
              </w:rPr>
              <w:t>в квартале 503 города Благовещенска, для индивидуального жилищного строительства</w:t>
            </w:r>
          </w:p>
        </w:tc>
        <w:tc>
          <w:tcPr>
            <w:tcW w:w="2372" w:type="dxa"/>
            <w:vAlign w:val="center"/>
          </w:tcPr>
          <w:p w:rsidR="00B412CF" w:rsidRDefault="00B412CF" w:rsidP="006937FD">
            <w:pPr>
              <w:suppressAutoHyphens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Договор подлежит заключению с единственным участником </w:t>
            </w:r>
          </w:p>
          <w:p w:rsidR="00B412CF" w:rsidRPr="00440BFC" w:rsidRDefault="00B412CF" w:rsidP="006937FD">
            <w:pPr>
              <w:suppressAutoHyphens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Пановым Д.П.</w:t>
            </w:r>
          </w:p>
        </w:tc>
      </w:tr>
    </w:tbl>
    <w:p w:rsidR="005E3AB3" w:rsidRPr="00440BFC" w:rsidRDefault="005E3AB3" w:rsidP="00B15A0B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C7DC3" w:rsidRPr="00943C53" w:rsidRDefault="009C7DC3" w:rsidP="00B15A0B">
      <w:pPr>
        <w:suppressAutoHyphens/>
        <w:jc w:val="center"/>
      </w:pPr>
    </w:p>
    <w:sectPr w:rsidR="009C7DC3" w:rsidRPr="00943C53" w:rsidSect="00D75F92">
      <w:headerReference w:type="even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F0F" w:rsidRDefault="00424F0F">
      <w:r>
        <w:separator/>
      </w:r>
    </w:p>
  </w:endnote>
  <w:endnote w:type="continuationSeparator" w:id="0">
    <w:p w:rsidR="00424F0F" w:rsidRDefault="00424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0F" w:rsidRDefault="00424F0F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4F0F" w:rsidRDefault="00424F0F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0F" w:rsidRDefault="00424F0F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82908">
      <w:rPr>
        <w:rStyle w:val="a5"/>
        <w:noProof/>
      </w:rPr>
      <w:t>1</w:t>
    </w:r>
    <w:r>
      <w:rPr>
        <w:rStyle w:val="a5"/>
      </w:rPr>
      <w:fldChar w:fldCharType="end"/>
    </w:r>
  </w:p>
  <w:p w:rsidR="00424F0F" w:rsidRDefault="00424F0F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F0F" w:rsidRDefault="00424F0F">
      <w:r>
        <w:separator/>
      </w:r>
    </w:p>
  </w:footnote>
  <w:footnote w:type="continuationSeparator" w:id="0">
    <w:p w:rsidR="00424F0F" w:rsidRDefault="00424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0F" w:rsidRDefault="00424F0F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4F0F" w:rsidRDefault="00424F0F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637D"/>
    <w:rsid w:val="000463CF"/>
    <w:rsid w:val="00046422"/>
    <w:rsid w:val="00046B20"/>
    <w:rsid w:val="000470D7"/>
    <w:rsid w:val="00047CDF"/>
    <w:rsid w:val="00050753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60995"/>
    <w:rsid w:val="00060CCB"/>
    <w:rsid w:val="00062084"/>
    <w:rsid w:val="000625FB"/>
    <w:rsid w:val="000634C3"/>
    <w:rsid w:val="000638BA"/>
    <w:rsid w:val="00063C85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312"/>
    <w:rsid w:val="0008173A"/>
    <w:rsid w:val="000820F3"/>
    <w:rsid w:val="0008232B"/>
    <w:rsid w:val="000836BB"/>
    <w:rsid w:val="000839B3"/>
    <w:rsid w:val="00083C01"/>
    <w:rsid w:val="00083DB5"/>
    <w:rsid w:val="00084ABD"/>
    <w:rsid w:val="00084C73"/>
    <w:rsid w:val="0008580C"/>
    <w:rsid w:val="00085911"/>
    <w:rsid w:val="00086696"/>
    <w:rsid w:val="00086DCE"/>
    <w:rsid w:val="000870B0"/>
    <w:rsid w:val="00087C79"/>
    <w:rsid w:val="000913DF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4599"/>
    <w:rsid w:val="000A4B5F"/>
    <w:rsid w:val="000A4FC5"/>
    <w:rsid w:val="000A51BC"/>
    <w:rsid w:val="000A592E"/>
    <w:rsid w:val="000A5E8C"/>
    <w:rsid w:val="000A6B38"/>
    <w:rsid w:val="000A71C6"/>
    <w:rsid w:val="000A743F"/>
    <w:rsid w:val="000B0E5C"/>
    <w:rsid w:val="000B1725"/>
    <w:rsid w:val="000B32A7"/>
    <w:rsid w:val="000B35E5"/>
    <w:rsid w:val="000B37FC"/>
    <w:rsid w:val="000B3E74"/>
    <w:rsid w:val="000B3EF1"/>
    <w:rsid w:val="000B460E"/>
    <w:rsid w:val="000B48DE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1ABD"/>
    <w:rsid w:val="000C1B46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5495"/>
    <w:rsid w:val="000D6229"/>
    <w:rsid w:val="000D6320"/>
    <w:rsid w:val="000D65E3"/>
    <w:rsid w:val="000D6920"/>
    <w:rsid w:val="000D696B"/>
    <w:rsid w:val="000D6EED"/>
    <w:rsid w:val="000D7682"/>
    <w:rsid w:val="000D779E"/>
    <w:rsid w:val="000D78B1"/>
    <w:rsid w:val="000D79A7"/>
    <w:rsid w:val="000E034C"/>
    <w:rsid w:val="000E0D8B"/>
    <w:rsid w:val="000E1E5E"/>
    <w:rsid w:val="000E2C21"/>
    <w:rsid w:val="000E3336"/>
    <w:rsid w:val="000E3487"/>
    <w:rsid w:val="000E4189"/>
    <w:rsid w:val="000E6CBC"/>
    <w:rsid w:val="000E7254"/>
    <w:rsid w:val="000E73BA"/>
    <w:rsid w:val="000F0636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81E"/>
    <w:rsid w:val="0010001C"/>
    <w:rsid w:val="00100D2F"/>
    <w:rsid w:val="00101AB2"/>
    <w:rsid w:val="00101BD5"/>
    <w:rsid w:val="00102C95"/>
    <w:rsid w:val="0010392B"/>
    <w:rsid w:val="00107A4F"/>
    <w:rsid w:val="001101CB"/>
    <w:rsid w:val="001119E2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1296"/>
    <w:rsid w:val="00132A80"/>
    <w:rsid w:val="00132FA9"/>
    <w:rsid w:val="001339BF"/>
    <w:rsid w:val="00133C02"/>
    <w:rsid w:val="0013401D"/>
    <w:rsid w:val="001351AC"/>
    <w:rsid w:val="00135C61"/>
    <w:rsid w:val="00136002"/>
    <w:rsid w:val="00136030"/>
    <w:rsid w:val="0013646C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D6C"/>
    <w:rsid w:val="00156FFA"/>
    <w:rsid w:val="001571A4"/>
    <w:rsid w:val="0016003E"/>
    <w:rsid w:val="001606B8"/>
    <w:rsid w:val="0016099A"/>
    <w:rsid w:val="00161FAF"/>
    <w:rsid w:val="0016234A"/>
    <w:rsid w:val="00163245"/>
    <w:rsid w:val="00163312"/>
    <w:rsid w:val="00163E9A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87"/>
    <w:rsid w:val="0017760C"/>
    <w:rsid w:val="001778A7"/>
    <w:rsid w:val="00180A40"/>
    <w:rsid w:val="00180E4A"/>
    <w:rsid w:val="00181317"/>
    <w:rsid w:val="00181A4B"/>
    <w:rsid w:val="00181E26"/>
    <w:rsid w:val="00181EE6"/>
    <w:rsid w:val="00181F7C"/>
    <w:rsid w:val="0018205F"/>
    <w:rsid w:val="001822F3"/>
    <w:rsid w:val="001827A7"/>
    <w:rsid w:val="001828A0"/>
    <w:rsid w:val="00182D88"/>
    <w:rsid w:val="001839BB"/>
    <w:rsid w:val="00183B6F"/>
    <w:rsid w:val="00184042"/>
    <w:rsid w:val="00184C03"/>
    <w:rsid w:val="001850B2"/>
    <w:rsid w:val="00186096"/>
    <w:rsid w:val="00186372"/>
    <w:rsid w:val="001869B4"/>
    <w:rsid w:val="0019192C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3685"/>
    <w:rsid w:val="001A3BC6"/>
    <w:rsid w:val="001A3D61"/>
    <w:rsid w:val="001A51ED"/>
    <w:rsid w:val="001A5EBB"/>
    <w:rsid w:val="001A5FD4"/>
    <w:rsid w:val="001A6127"/>
    <w:rsid w:val="001A741C"/>
    <w:rsid w:val="001A788E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504B"/>
    <w:rsid w:val="001B531E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BEE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F0191"/>
    <w:rsid w:val="001F0CED"/>
    <w:rsid w:val="001F0F56"/>
    <w:rsid w:val="001F11C6"/>
    <w:rsid w:val="001F2588"/>
    <w:rsid w:val="001F2C19"/>
    <w:rsid w:val="001F3837"/>
    <w:rsid w:val="001F42AD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2A5"/>
    <w:rsid w:val="00205865"/>
    <w:rsid w:val="002058D2"/>
    <w:rsid w:val="00205E9F"/>
    <w:rsid w:val="00206346"/>
    <w:rsid w:val="002071D4"/>
    <w:rsid w:val="00210A07"/>
    <w:rsid w:val="00210BB8"/>
    <w:rsid w:val="00210F1B"/>
    <w:rsid w:val="00210F5E"/>
    <w:rsid w:val="00211595"/>
    <w:rsid w:val="00211A6C"/>
    <w:rsid w:val="00211E0A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3D6"/>
    <w:rsid w:val="00224609"/>
    <w:rsid w:val="002256E4"/>
    <w:rsid w:val="0022588C"/>
    <w:rsid w:val="00226387"/>
    <w:rsid w:val="00226469"/>
    <w:rsid w:val="00227713"/>
    <w:rsid w:val="002277A9"/>
    <w:rsid w:val="002277B3"/>
    <w:rsid w:val="00230625"/>
    <w:rsid w:val="00230A83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43C3"/>
    <w:rsid w:val="002456C3"/>
    <w:rsid w:val="0024573F"/>
    <w:rsid w:val="002461B3"/>
    <w:rsid w:val="00246625"/>
    <w:rsid w:val="00247D50"/>
    <w:rsid w:val="002504AC"/>
    <w:rsid w:val="0025104A"/>
    <w:rsid w:val="002529C9"/>
    <w:rsid w:val="00252F5E"/>
    <w:rsid w:val="00253EC8"/>
    <w:rsid w:val="00255319"/>
    <w:rsid w:val="0025638A"/>
    <w:rsid w:val="00257B14"/>
    <w:rsid w:val="002615F4"/>
    <w:rsid w:val="00262591"/>
    <w:rsid w:val="002635C0"/>
    <w:rsid w:val="002638CE"/>
    <w:rsid w:val="00263FAF"/>
    <w:rsid w:val="00264657"/>
    <w:rsid w:val="00264944"/>
    <w:rsid w:val="00265AAA"/>
    <w:rsid w:val="00266542"/>
    <w:rsid w:val="00267218"/>
    <w:rsid w:val="0026762F"/>
    <w:rsid w:val="00267932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FA9"/>
    <w:rsid w:val="00274403"/>
    <w:rsid w:val="00274FFA"/>
    <w:rsid w:val="002751E6"/>
    <w:rsid w:val="0027569B"/>
    <w:rsid w:val="0028091A"/>
    <w:rsid w:val="00281A56"/>
    <w:rsid w:val="00283059"/>
    <w:rsid w:val="00283FE8"/>
    <w:rsid w:val="00286397"/>
    <w:rsid w:val="002865B6"/>
    <w:rsid w:val="002869E0"/>
    <w:rsid w:val="00286C92"/>
    <w:rsid w:val="002872C7"/>
    <w:rsid w:val="0028761F"/>
    <w:rsid w:val="00287C68"/>
    <w:rsid w:val="00292059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97F27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50C6"/>
    <w:rsid w:val="002B580A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D35"/>
    <w:rsid w:val="002C63C0"/>
    <w:rsid w:val="002C65B0"/>
    <w:rsid w:val="002C6754"/>
    <w:rsid w:val="002D0BC2"/>
    <w:rsid w:val="002D0F7F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E09"/>
    <w:rsid w:val="002E3557"/>
    <w:rsid w:val="002E40EF"/>
    <w:rsid w:val="002E4F24"/>
    <w:rsid w:val="002E56D6"/>
    <w:rsid w:val="002E58EF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AD9"/>
    <w:rsid w:val="00313107"/>
    <w:rsid w:val="0031367A"/>
    <w:rsid w:val="00314733"/>
    <w:rsid w:val="003152A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FF2"/>
    <w:rsid w:val="00332126"/>
    <w:rsid w:val="00332293"/>
    <w:rsid w:val="00332434"/>
    <w:rsid w:val="003326CB"/>
    <w:rsid w:val="003328B0"/>
    <w:rsid w:val="0033337B"/>
    <w:rsid w:val="0033344C"/>
    <w:rsid w:val="00335A6D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0BB7"/>
    <w:rsid w:val="0035281B"/>
    <w:rsid w:val="003530A8"/>
    <w:rsid w:val="00353D0B"/>
    <w:rsid w:val="00355633"/>
    <w:rsid w:val="00355BD6"/>
    <w:rsid w:val="00355C35"/>
    <w:rsid w:val="00355E48"/>
    <w:rsid w:val="0035603B"/>
    <w:rsid w:val="003578C5"/>
    <w:rsid w:val="00360997"/>
    <w:rsid w:val="00360F94"/>
    <w:rsid w:val="00361E68"/>
    <w:rsid w:val="0036228C"/>
    <w:rsid w:val="00362317"/>
    <w:rsid w:val="00362689"/>
    <w:rsid w:val="00362850"/>
    <w:rsid w:val="003632E7"/>
    <w:rsid w:val="003638F2"/>
    <w:rsid w:val="003656C4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5ADA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510"/>
    <w:rsid w:val="0039419C"/>
    <w:rsid w:val="00395416"/>
    <w:rsid w:val="003962C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17E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B57"/>
    <w:rsid w:val="003C6A7D"/>
    <w:rsid w:val="003C7032"/>
    <w:rsid w:val="003C7180"/>
    <w:rsid w:val="003C7246"/>
    <w:rsid w:val="003C78B1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F39"/>
    <w:rsid w:val="003F1928"/>
    <w:rsid w:val="003F2188"/>
    <w:rsid w:val="003F2677"/>
    <w:rsid w:val="003F3CD0"/>
    <w:rsid w:val="003F4D41"/>
    <w:rsid w:val="003F5687"/>
    <w:rsid w:val="003F58E6"/>
    <w:rsid w:val="003F5E52"/>
    <w:rsid w:val="003F68B0"/>
    <w:rsid w:val="003F708E"/>
    <w:rsid w:val="003F737E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73A"/>
    <w:rsid w:val="0040696C"/>
    <w:rsid w:val="00406CEE"/>
    <w:rsid w:val="004105D2"/>
    <w:rsid w:val="00410AEC"/>
    <w:rsid w:val="004110A8"/>
    <w:rsid w:val="0041218E"/>
    <w:rsid w:val="004122B0"/>
    <w:rsid w:val="00412918"/>
    <w:rsid w:val="00412CE0"/>
    <w:rsid w:val="00412D89"/>
    <w:rsid w:val="00413106"/>
    <w:rsid w:val="00413AD8"/>
    <w:rsid w:val="0041476C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EC8"/>
    <w:rsid w:val="00424D3B"/>
    <w:rsid w:val="00424F0F"/>
    <w:rsid w:val="0042680C"/>
    <w:rsid w:val="004272DB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63E7"/>
    <w:rsid w:val="00446569"/>
    <w:rsid w:val="004465FE"/>
    <w:rsid w:val="0044671E"/>
    <w:rsid w:val="00450644"/>
    <w:rsid w:val="00451B38"/>
    <w:rsid w:val="00452699"/>
    <w:rsid w:val="00453BDC"/>
    <w:rsid w:val="00453F2B"/>
    <w:rsid w:val="00455D8D"/>
    <w:rsid w:val="0045653B"/>
    <w:rsid w:val="004567C2"/>
    <w:rsid w:val="00456875"/>
    <w:rsid w:val="00456C33"/>
    <w:rsid w:val="0045748D"/>
    <w:rsid w:val="0045792D"/>
    <w:rsid w:val="004603B6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A6F"/>
    <w:rsid w:val="00480DF9"/>
    <w:rsid w:val="004812CD"/>
    <w:rsid w:val="00481440"/>
    <w:rsid w:val="0048178C"/>
    <w:rsid w:val="00482BA1"/>
    <w:rsid w:val="00484196"/>
    <w:rsid w:val="00484C2D"/>
    <w:rsid w:val="0048697F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B28"/>
    <w:rsid w:val="004B614D"/>
    <w:rsid w:val="004C0CB1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BC3"/>
    <w:rsid w:val="004C5CB4"/>
    <w:rsid w:val="004C63FD"/>
    <w:rsid w:val="004C65B8"/>
    <w:rsid w:val="004C784F"/>
    <w:rsid w:val="004C78F2"/>
    <w:rsid w:val="004D07C7"/>
    <w:rsid w:val="004D1B61"/>
    <w:rsid w:val="004D1DE2"/>
    <w:rsid w:val="004D2972"/>
    <w:rsid w:val="004D2F8F"/>
    <w:rsid w:val="004D3D29"/>
    <w:rsid w:val="004D3EDF"/>
    <w:rsid w:val="004D4207"/>
    <w:rsid w:val="004D4764"/>
    <w:rsid w:val="004D52F8"/>
    <w:rsid w:val="004D5401"/>
    <w:rsid w:val="004D5970"/>
    <w:rsid w:val="004D6A6B"/>
    <w:rsid w:val="004D6A6F"/>
    <w:rsid w:val="004D70E3"/>
    <w:rsid w:val="004E0C50"/>
    <w:rsid w:val="004E109A"/>
    <w:rsid w:val="004E10D4"/>
    <w:rsid w:val="004E1A5B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F00B4"/>
    <w:rsid w:val="004F09CB"/>
    <w:rsid w:val="004F1BCD"/>
    <w:rsid w:val="004F20F3"/>
    <w:rsid w:val="004F2AD6"/>
    <w:rsid w:val="004F2CD2"/>
    <w:rsid w:val="004F30B2"/>
    <w:rsid w:val="004F30BD"/>
    <w:rsid w:val="004F44D3"/>
    <w:rsid w:val="004F4627"/>
    <w:rsid w:val="004F7372"/>
    <w:rsid w:val="004F769E"/>
    <w:rsid w:val="004F778D"/>
    <w:rsid w:val="004F79B0"/>
    <w:rsid w:val="0050298E"/>
    <w:rsid w:val="0050337C"/>
    <w:rsid w:val="00503809"/>
    <w:rsid w:val="00503D7D"/>
    <w:rsid w:val="00504928"/>
    <w:rsid w:val="00504B7A"/>
    <w:rsid w:val="00505169"/>
    <w:rsid w:val="00506751"/>
    <w:rsid w:val="00506A83"/>
    <w:rsid w:val="00506DB9"/>
    <w:rsid w:val="005072E0"/>
    <w:rsid w:val="00507387"/>
    <w:rsid w:val="005073F2"/>
    <w:rsid w:val="00507D4C"/>
    <w:rsid w:val="005109EB"/>
    <w:rsid w:val="0051165A"/>
    <w:rsid w:val="00511E07"/>
    <w:rsid w:val="00512304"/>
    <w:rsid w:val="00513AD4"/>
    <w:rsid w:val="00513CE7"/>
    <w:rsid w:val="00514629"/>
    <w:rsid w:val="00515610"/>
    <w:rsid w:val="00515B4D"/>
    <w:rsid w:val="00515E05"/>
    <w:rsid w:val="00515FE4"/>
    <w:rsid w:val="00516055"/>
    <w:rsid w:val="00517CAE"/>
    <w:rsid w:val="00517D2E"/>
    <w:rsid w:val="00517DC5"/>
    <w:rsid w:val="0052192C"/>
    <w:rsid w:val="00522776"/>
    <w:rsid w:val="0052351E"/>
    <w:rsid w:val="0052488C"/>
    <w:rsid w:val="00524B60"/>
    <w:rsid w:val="00524CB0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358"/>
    <w:rsid w:val="005367AE"/>
    <w:rsid w:val="00536E73"/>
    <w:rsid w:val="00537AB7"/>
    <w:rsid w:val="00540BCB"/>
    <w:rsid w:val="00541B83"/>
    <w:rsid w:val="00541C40"/>
    <w:rsid w:val="00541D73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50245"/>
    <w:rsid w:val="0055060A"/>
    <w:rsid w:val="005518D6"/>
    <w:rsid w:val="00551F85"/>
    <w:rsid w:val="0055253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1A9C"/>
    <w:rsid w:val="00572205"/>
    <w:rsid w:val="00572264"/>
    <w:rsid w:val="005731FB"/>
    <w:rsid w:val="00573251"/>
    <w:rsid w:val="005741F5"/>
    <w:rsid w:val="005745F7"/>
    <w:rsid w:val="005749EC"/>
    <w:rsid w:val="00574C6F"/>
    <w:rsid w:val="005762A4"/>
    <w:rsid w:val="00576C08"/>
    <w:rsid w:val="00577115"/>
    <w:rsid w:val="00577B06"/>
    <w:rsid w:val="00577DE6"/>
    <w:rsid w:val="00580165"/>
    <w:rsid w:val="00580B7B"/>
    <w:rsid w:val="00581125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C18"/>
    <w:rsid w:val="00594133"/>
    <w:rsid w:val="00594920"/>
    <w:rsid w:val="00594B5C"/>
    <w:rsid w:val="00594EE1"/>
    <w:rsid w:val="00596708"/>
    <w:rsid w:val="00597083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363"/>
    <w:rsid w:val="005B21C3"/>
    <w:rsid w:val="005B28C9"/>
    <w:rsid w:val="005B2BE1"/>
    <w:rsid w:val="005B33C3"/>
    <w:rsid w:val="005B5043"/>
    <w:rsid w:val="005B525F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1F14"/>
    <w:rsid w:val="005C216D"/>
    <w:rsid w:val="005C2347"/>
    <w:rsid w:val="005C2823"/>
    <w:rsid w:val="005C2A8D"/>
    <w:rsid w:val="005C3321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C48"/>
    <w:rsid w:val="005E0FB1"/>
    <w:rsid w:val="005E1CA3"/>
    <w:rsid w:val="005E1E9D"/>
    <w:rsid w:val="005E2D29"/>
    <w:rsid w:val="005E3AB3"/>
    <w:rsid w:val="005E4088"/>
    <w:rsid w:val="005E7C71"/>
    <w:rsid w:val="005F0301"/>
    <w:rsid w:val="005F16F7"/>
    <w:rsid w:val="005F27DB"/>
    <w:rsid w:val="005F2A32"/>
    <w:rsid w:val="005F2A51"/>
    <w:rsid w:val="005F4167"/>
    <w:rsid w:val="005F5389"/>
    <w:rsid w:val="006009F5"/>
    <w:rsid w:val="00601533"/>
    <w:rsid w:val="00601B9B"/>
    <w:rsid w:val="00601D3B"/>
    <w:rsid w:val="00602141"/>
    <w:rsid w:val="00602E19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1BB3"/>
    <w:rsid w:val="00613159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344F"/>
    <w:rsid w:val="00625669"/>
    <w:rsid w:val="00625BA8"/>
    <w:rsid w:val="006265E1"/>
    <w:rsid w:val="00626D40"/>
    <w:rsid w:val="006309EC"/>
    <w:rsid w:val="00630AA9"/>
    <w:rsid w:val="00632B74"/>
    <w:rsid w:val="006342D4"/>
    <w:rsid w:val="00634C4D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C63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411"/>
    <w:rsid w:val="00652299"/>
    <w:rsid w:val="00652795"/>
    <w:rsid w:val="006542A7"/>
    <w:rsid w:val="00654403"/>
    <w:rsid w:val="00655F46"/>
    <w:rsid w:val="00656204"/>
    <w:rsid w:val="00656360"/>
    <w:rsid w:val="00657AD7"/>
    <w:rsid w:val="00660EF9"/>
    <w:rsid w:val="006611B0"/>
    <w:rsid w:val="0066183F"/>
    <w:rsid w:val="00661CC1"/>
    <w:rsid w:val="0066437A"/>
    <w:rsid w:val="00664DEC"/>
    <w:rsid w:val="006657B0"/>
    <w:rsid w:val="00665F65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4FF3"/>
    <w:rsid w:val="00685034"/>
    <w:rsid w:val="0068574E"/>
    <w:rsid w:val="006860AE"/>
    <w:rsid w:val="006867FC"/>
    <w:rsid w:val="006911CE"/>
    <w:rsid w:val="00691DC7"/>
    <w:rsid w:val="00691DEC"/>
    <w:rsid w:val="00692363"/>
    <w:rsid w:val="00692FEA"/>
    <w:rsid w:val="006936DE"/>
    <w:rsid w:val="006937FD"/>
    <w:rsid w:val="006941FB"/>
    <w:rsid w:val="00696015"/>
    <w:rsid w:val="00696029"/>
    <w:rsid w:val="00696DCC"/>
    <w:rsid w:val="0069718B"/>
    <w:rsid w:val="006976A4"/>
    <w:rsid w:val="00697AC4"/>
    <w:rsid w:val="006A094F"/>
    <w:rsid w:val="006A0C7B"/>
    <w:rsid w:val="006A14D8"/>
    <w:rsid w:val="006A3416"/>
    <w:rsid w:val="006A35FA"/>
    <w:rsid w:val="006A40C6"/>
    <w:rsid w:val="006A41E0"/>
    <w:rsid w:val="006A4551"/>
    <w:rsid w:val="006A4E68"/>
    <w:rsid w:val="006A5785"/>
    <w:rsid w:val="006A5956"/>
    <w:rsid w:val="006A600B"/>
    <w:rsid w:val="006A6474"/>
    <w:rsid w:val="006A70C4"/>
    <w:rsid w:val="006A78FE"/>
    <w:rsid w:val="006A7A65"/>
    <w:rsid w:val="006B392A"/>
    <w:rsid w:val="006B3AE3"/>
    <w:rsid w:val="006B431A"/>
    <w:rsid w:val="006B47DC"/>
    <w:rsid w:val="006B5D90"/>
    <w:rsid w:val="006B6592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6D6B"/>
    <w:rsid w:val="006F7617"/>
    <w:rsid w:val="006F765F"/>
    <w:rsid w:val="006F7B18"/>
    <w:rsid w:val="006F7E7D"/>
    <w:rsid w:val="007005BB"/>
    <w:rsid w:val="0070078F"/>
    <w:rsid w:val="00700AC9"/>
    <w:rsid w:val="00701F2B"/>
    <w:rsid w:val="00702CF9"/>
    <w:rsid w:val="007036FD"/>
    <w:rsid w:val="00703EB6"/>
    <w:rsid w:val="00705C5D"/>
    <w:rsid w:val="00707278"/>
    <w:rsid w:val="007101AD"/>
    <w:rsid w:val="00710855"/>
    <w:rsid w:val="0071116B"/>
    <w:rsid w:val="007116D3"/>
    <w:rsid w:val="007116DD"/>
    <w:rsid w:val="0071306E"/>
    <w:rsid w:val="00713BA4"/>
    <w:rsid w:val="00713E87"/>
    <w:rsid w:val="00714E00"/>
    <w:rsid w:val="00715670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3977"/>
    <w:rsid w:val="00724194"/>
    <w:rsid w:val="0072421D"/>
    <w:rsid w:val="00725308"/>
    <w:rsid w:val="00725E17"/>
    <w:rsid w:val="00725F49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4C40"/>
    <w:rsid w:val="00754EA4"/>
    <w:rsid w:val="00754EC8"/>
    <w:rsid w:val="0075642A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C8D"/>
    <w:rsid w:val="00765A3E"/>
    <w:rsid w:val="007668BC"/>
    <w:rsid w:val="007669DF"/>
    <w:rsid w:val="00767277"/>
    <w:rsid w:val="00767375"/>
    <w:rsid w:val="00767582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75D8"/>
    <w:rsid w:val="00777EA1"/>
    <w:rsid w:val="00780F22"/>
    <w:rsid w:val="00781389"/>
    <w:rsid w:val="007815ED"/>
    <w:rsid w:val="00782908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1D0"/>
    <w:rsid w:val="007A3543"/>
    <w:rsid w:val="007A3F8B"/>
    <w:rsid w:val="007A5AFB"/>
    <w:rsid w:val="007A5C8B"/>
    <w:rsid w:val="007A65C9"/>
    <w:rsid w:val="007A6A53"/>
    <w:rsid w:val="007A75B1"/>
    <w:rsid w:val="007A7CE6"/>
    <w:rsid w:val="007B01A4"/>
    <w:rsid w:val="007B063C"/>
    <w:rsid w:val="007B080C"/>
    <w:rsid w:val="007B0E7F"/>
    <w:rsid w:val="007B11F5"/>
    <w:rsid w:val="007B1727"/>
    <w:rsid w:val="007B1C0A"/>
    <w:rsid w:val="007B1EFA"/>
    <w:rsid w:val="007B228D"/>
    <w:rsid w:val="007B2C58"/>
    <w:rsid w:val="007B44F0"/>
    <w:rsid w:val="007B4CC7"/>
    <w:rsid w:val="007B5888"/>
    <w:rsid w:val="007B6929"/>
    <w:rsid w:val="007B766A"/>
    <w:rsid w:val="007B79B6"/>
    <w:rsid w:val="007C0D02"/>
    <w:rsid w:val="007C14FF"/>
    <w:rsid w:val="007C29FD"/>
    <w:rsid w:val="007C2B56"/>
    <w:rsid w:val="007C3523"/>
    <w:rsid w:val="007C4B5E"/>
    <w:rsid w:val="007C5766"/>
    <w:rsid w:val="007C5BB5"/>
    <w:rsid w:val="007C6E28"/>
    <w:rsid w:val="007C7A87"/>
    <w:rsid w:val="007D0880"/>
    <w:rsid w:val="007D0CB7"/>
    <w:rsid w:val="007D0F3D"/>
    <w:rsid w:val="007D0F75"/>
    <w:rsid w:val="007D1233"/>
    <w:rsid w:val="007D1A89"/>
    <w:rsid w:val="007D2E97"/>
    <w:rsid w:val="007D3154"/>
    <w:rsid w:val="007D384E"/>
    <w:rsid w:val="007D4014"/>
    <w:rsid w:val="007D40C6"/>
    <w:rsid w:val="007D4DDF"/>
    <w:rsid w:val="007D56A0"/>
    <w:rsid w:val="007D75B1"/>
    <w:rsid w:val="007E0B67"/>
    <w:rsid w:val="007E0B75"/>
    <w:rsid w:val="007E25BF"/>
    <w:rsid w:val="007E26CD"/>
    <w:rsid w:val="007E2750"/>
    <w:rsid w:val="007E36F7"/>
    <w:rsid w:val="007E3CA4"/>
    <w:rsid w:val="007E40AC"/>
    <w:rsid w:val="007E4750"/>
    <w:rsid w:val="007E4892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442"/>
    <w:rsid w:val="007F1CDA"/>
    <w:rsid w:val="007F33B3"/>
    <w:rsid w:val="007F33C2"/>
    <w:rsid w:val="007F3D89"/>
    <w:rsid w:val="007F3E28"/>
    <w:rsid w:val="007F59DD"/>
    <w:rsid w:val="007F5FAA"/>
    <w:rsid w:val="007F6E39"/>
    <w:rsid w:val="007F6EB1"/>
    <w:rsid w:val="007F7E43"/>
    <w:rsid w:val="008006D6"/>
    <w:rsid w:val="008010C3"/>
    <w:rsid w:val="008014DF"/>
    <w:rsid w:val="00801F55"/>
    <w:rsid w:val="00803334"/>
    <w:rsid w:val="008036EA"/>
    <w:rsid w:val="00803FE2"/>
    <w:rsid w:val="00805EF2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1E3"/>
    <w:rsid w:val="008173C6"/>
    <w:rsid w:val="008206E9"/>
    <w:rsid w:val="00820B28"/>
    <w:rsid w:val="00821BA5"/>
    <w:rsid w:val="0082215F"/>
    <w:rsid w:val="0082253A"/>
    <w:rsid w:val="00822F55"/>
    <w:rsid w:val="008235F7"/>
    <w:rsid w:val="00825133"/>
    <w:rsid w:val="00827767"/>
    <w:rsid w:val="00827F7E"/>
    <w:rsid w:val="00830427"/>
    <w:rsid w:val="00830A09"/>
    <w:rsid w:val="008313D4"/>
    <w:rsid w:val="008319A7"/>
    <w:rsid w:val="00831C1E"/>
    <w:rsid w:val="00833A47"/>
    <w:rsid w:val="00833CF3"/>
    <w:rsid w:val="0083496F"/>
    <w:rsid w:val="00834AC2"/>
    <w:rsid w:val="00834E9E"/>
    <w:rsid w:val="00835E2C"/>
    <w:rsid w:val="008369E9"/>
    <w:rsid w:val="00836CD4"/>
    <w:rsid w:val="00837C9E"/>
    <w:rsid w:val="008400C4"/>
    <w:rsid w:val="008401F1"/>
    <w:rsid w:val="008409A4"/>
    <w:rsid w:val="00840CA3"/>
    <w:rsid w:val="0084148C"/>
    <w:rsid w:val="008417B9"/>
    <w:rsid w:val="0084349C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380E"/>
    <w:rsid w:val="00853BE2"/>
    <w:rsid w:val="0085444A"/>
    <w:rsid w:val="00856184"/>
    <w:rsid w:val="00856387"/>
    <w:rsid w:val="0085675A"/>
    <w:rsid w:val="0086066F"/>
    <w:rsid w:val="008609AF"/>
    <w:rsid w:val="0086216D"/>
    <w:rsid w:val="00862C0A"/>
    <w:rsid w:val="00863026"/>
    <w:rsid w:val="00863390"/>
    <w:rsid w:val="00863924"/>
    <w:rsid w:val="00863CAE"/>
    <w:rsid w:val="00864070"/>
    <w:rsid w:val="008643DD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12AD"/>
    <w:rsid w:val="00872A33"/>
    <w:rsid w:val="00872A51"/>
    <w:rsid w:val="00875E98"/>
    <w:rsid w:val="008760D0"/>
    <w:rsid w:val="00877320"/>
    <w:rsid w:val="0087744F"/>
    <w:rsid w:val="008802C9"/>
    <w:rsid w:val="00881135"/>
    <w:rsid w:val="00881361"/>
    <w:rsid w:val="00882942"/>
    <w:rsid w:val="00884432"/>
    <w:rsid w:val="008845B7"/>
    <w:rsid w:val="0088480D"/>
    <w:rsid w:val="0088621C"/>
    <w:rsid w:val="00886403"/>
    <w:rsid w:val="00886C1B"/>
    <w:rsid w:val="00886E56"/>
    <w:rsid w:val="008910F3"/>
    <w:rsid w:val="0089169A"/>
    <w:rsid w:val="0089279D"/>
    <w:rsid w:val="00893D0F"/>
    <w:rsid w:val="00894737"/>
    <w:rsid w:val="00894D0B"/>
    <w:rsid w:val="00894D64"/>
    <w:rsid w:val="00896312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99A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4485"/>
    <w:rsid w:val="008B6494"/>
    <w:rsid w:val="008B6552"/>
    <w:rsid w:val="008B6EB9"/>
    <w:rsid w:val="008B7E81"/>
    <w:rsid w:val="008B7FA7"/>
    <w:rsid w:val="008C0A19"/>
    <w:rsid w:val="008C0EC4"/>
    <w:rsid w:val="008C0F18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A6D"/>
    <w:rsid w:val="008D6C54"/>
    <w:rsid w:val="008D6E5A"/>
    <w:rsid w:val="008D77F4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5ABF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4993"/>
    <w:rsid w:val="008F61FA"/>
    <w:rsid w:val="008F667F"/>
    <w:rsid w:val="008F6D4D"/>
    <w:rsid w:val="008F75BD"/>
    <w:rsid w:val="0090087A"/>
    <w:rsid w:val="009008EB"/>
    <w:rsid w:val="00900A93"/>
    <w:rsid w:val="00901A29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17B6"/>
    <w:rsid w:val="0091274F"/>
    <w:rsid w:val="0091280B"/>
    <w:rsid w:val="00913651"/>
    <w:rsid w:val="00913CB2"/>
    <w:rsid w:val="009142E0"/>
    <w:rsid w:val="00914459"/>
    <w:rsid w:val="009161BD"/>
    <w:rsid w:val="00920A69"/>
    <w:rsid w:val="00921008"/>
    <w:rsid w:val="00921349"/>
    <w:rsid w:val="00921356"/>
    <w:rsid w:val="009223F4"/>
    <w:rsid w:val="00922B0B"/>
    <w:rsid w:val="00923B01"/>
    <w:rsid w:val="0092531E"/>
    <w:rsid w:val="0092576F"/>
    <w:rsid w:val="00925CC4"/>
    <w:rsid w:val="009268BE"/>
    <w:rsid w:val="009301AE"/>
    <w:rsid w:val="009319A7"/>
    <w:rsid w:val="00932E41"/>
    <w:rsid w:val="00933DAD"/>
    <w:rsid w:val="00934936"/>
    <w:rsid w:val="00934AFC"/>
    <w:rsid w:val="00935054"/>
    <w:rsid w:val="00936032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696B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5316"/>
    <w:rsid w:val="009559AB"/>
    <w:rsid w:val="00956256"/>
    <w:rsid w:val="00956F60"/>
    <w:rsid w:val="0095743C"/>
    <w:rsid w:val="00960008"/>
    <w:rsid w:val="00960EFA"/>
    <w:rsid w:val="009613EE"/>
    <w:rsid w:val="00961574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604"/>
    <w:rsid w:val="00983475"/>
    <w:rsid w:val="00983B56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7F"/>
    <w:rsid w:val="009966EB"/>
    <w:rsid w:val="00996B4F"/>
    <w:rsid w:val="009976F5"/>
    <w:rsid w:val="009A049F"/>
    <w:rsid w:val="009A05D5"/>
    <w:rsid w:val="009A0E46"/>
    <w:rsid w:val="009A2AE0"/>
    <w:rsid w:val="009A2B02"/>
    <w:rsid w:val="009A3AC8"/>
    <w:rsid w:val="009A4969"/>
    <w:rsid w:val="009A57CE"/>
    <w:rsid w:val="009A5A64"/>
    <w:rsid w:val="009A692A"/>
    <w:rsid w:val="009A6C94"/>
    <w:rsid w:val="009A73A8"/>
    <w:rsid w:val="009B0300"/>
    <w:rsid w:val="009B064B"/>
    <w:rsid w:val="009B1E5B"/>
    <w:rsid w:val="009B338C"/>
    <w:rsid w:val="009B413A"/>
    <w:rsid w:val="009B425D"/>
    <w:rsid w:val="009B4C16"/>
    <w:rsid w:val="009B58CD"/>
    <w:rsid w:val="009C0DA5"/>
    <w:rsid w:val="009C184C"/>
    <w:rsid w:val="009C2B43"/>
    <w:rsid w:val="009C310D"/>
    <w:rsid w:val="009C46CC"/>
    <w:rsid w:val="009C4855"/>
    <w:rsid w:val="009C5337"/>
    <w:rsid w:val="009C5657"/>
    <w:rsid w:val="009C5EF8"/>
    <w:rsid w:val="009C67F5"/>
    <w:rsid w:val="009C7DC3"/>
    <w:rsid w:val="009D0213"/>
    <w:rsid w:val="009D0EDF"/>
    <w:rsid w:val="009D2306"/>
    <w:rsid w:val="009D2594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4778"/>
    <w:rsid w:val="009F4CBF"/>
    <w:rsid w:val="009F502B"/>
    <w:rsid w:val="009F5090"/>
    <w:rsid w:val="009F5126"/>
    <w:rsid w:val="009F5FA4"/>
    <w:rsid w:val="009F6006"/>
    <w:rsid w:val="009F60FD"/>
    <w:rsid w:val="00A000E4"/>
    <w:rsid w:val="00A015D7"/>
    <w:rsid w:val="00A028CA"/>
    <w:rsid w:val="00A02DED"/>
    <w:rsid w:val="00A03039"/>
    <w:rsid w:val="00A03164"/>
    <w:rsid w:val="00A0366A"/>
    <w:rsid w:val="00A056D0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5724"/>
    <w:rsid w:val="00A162A4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4161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568D"/>
    <w:rsid w:val="00A469D1"/>
    <w:rsid w:val="00A50972"/>
    <w:rsid w:val="00A5259E"/>
    <w:rsid w:val="00A52826"/>
    <w:rsid w:val="00A535E6"/>
    <w:rsid w:val="00A53CAD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1D5"/>
    <w:rsid w:val="00A612A9"/>
    <w:rsid w:val="00A61B67"/>
    <w:rsid w:val="00A62950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C82"/>
    <w:rsid w:val="00AB15FC"/>
    <w:rsid w:val="00AB16ED"/>
    <w:rsid w:val="00AB1766"/>
    <w:rsid w:val="00AB2D70"/>
    <w:rsid w:val="00AB3C6E"/>
    <w:rsid w:val="00AB40EF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3D66"/>
    <w:rsid w:val="00AC45B9"/>
    <w:rsid w:val="00AC5F6A"/>
    <w:rsid w:val="00AC70C4"/>
    <w:rsid w:val="00AD0032"/>
    <w:rsid w:val="00AD0332"/>
    <w:rsid w:val="00AD06DC"/>
    <w:rsid w:val="00AD2141"/>
    <w:rsid w:val="00AD28C4"/>
    <w:rsid w:val="00AD3CC9"/>
    <w:rsid w:val="00AD4B6F"/>
    <w:rsid w:val="00AD57F1"/>
    <w:rsid w:val="00AD6ABC"/>
    <w:rsid w:val="00AD6EF6"/>
    <w:rsid w:val="00AD7547"/>
    <w:rsid w:val="00AE03C5"/>
    <w:rsid w:val="00AE0CF9"/>
    <w:rsid w:val="00AE13DC"/>
    <w:rsid w:val="00AE1512"/>
    <w:rsid w:val="00AE1A62"/>
    <w:rsid w:val="00AE1FCA"/>
    <w:rsid w:val="00AE35B3"/>
    <w:rsid w:val="00AE38BF"/>
    <w:rsid w:val="00AE4E05"/>
    <w:rsid w:val="00AE6461"/>
    <w:rsid w:val="00AE670B"/>
    <w:rsid w:val="00AE6750"/>
    <w:rsid w:val="00AE6964"/>
    <w:rsid w:val="00AE6E29"/>
    <w:rsid w:val="00AE7FF0"/>
    <w:rsid w:val="00AF04D0"/>
    <w:rsid w:val="00AF0E5E"/>
    <w:rsid w:val="00AF1638"/>
    <w:rsid w:val="00AF1D53"/>
    <w:rsid w:val="00AF2D64"/>
    <w:rsid w:val="00AF423F"/>
    <w:rsid w:val="00AF4C08"/>
    <w:rsid w:val="00AF4C80"/>
    <w:rsid w:val="00AF63EE"/>
    <w:rsid w:val="00AF7046"/>
    <w:rsid w:val="00AF7A1A"/>
    <w:rsid w:val="00B0082F"/>
    <w:rsid w:val="00B01A00"/>
    <w:rsid w:val="00B01E51"/>
    <w:rsid w:val="00B01F76"/>
    <w:rsid w:val="00B02DA3"/>
    <w:rsid w:val="00B04649"/>
    <w:rsid w:val="00B055D3"/>
    <w:rsid w:val="00B05E92"/>
    <w:rsid w:val="00B07436"/>
    <w:rsid w:val="00B07B27"/>
    <w:rsid w:val="00B121BF"/>
    <w:rsid w:val="00B123D0"/>
    <w:rsid w:val="00B13CE5"/>
    <w:rsid w:val="00B145AC"/>
    <w:rsid w:val="00B155E6"/>
    <w:rsid w:val="00B1569D"/>
    <w:rsid w:val="00B1585D"/>
    <w:rsid w:val="00B15A0B"/>
    <w:rsid w:val="00B15B66"/>
    <w:rsid w:val="00B16791"/>
    <w:rsid w:val="00B16FE7"/>
    <w:rsid w:val="00B17968"/>
    <w:rsid w:val="00B20575"/>
    <w:rsid w:val="00B210E7"/>
    <w:rsid w:val="00B22176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3075"/>
    <w:rsid w:val="00B33B4B"/>
    <w:rsid w:val="00B3422A"/>
    <w:rsid w:val="00B34794"/>
    <w:rsid w:val="00B35A22"/>
    <w:rsid w:val="00B369E9"/>
    <w:rsid w:val="00B36CE0"/>
    <w:rsid w:val="00B3736A"/>
    <w:rsid w:val="00B37E9F"/>
    <w:rsid w:val="00B405D2"/>
    <w:rsid w:val="00B40E17"/>
    <w:rsid w:val="00B4105F"/>
    <w:rsid w:val="00B411EA"/>
    <w:rsid w:val="00B412CF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12C2"/>
    <w:rsid w:val="00B5245F"/>
    <w:rsid w:val="00B527AF"/>
    <w:rsid w:val="00B52846"/>
    <w:rsid w:val="00B52B88"/>
    <w:rsid w:val="00B5570D"/>
    <w:rsid w:val="00B55F90"/>
    <w:rsid w:val="00B56588"/>
    <w:rsid w:val="00B56975"/>
    <w:rsid w:val="00B56DBD"/>
    <w:rsid w:val="00B572AE"/>
    <w:rsid w:val="00B57415"/>
    <w:rsid w:val="00B600BA"/>
    <w:rsid w:val="00B60B50"/>
    <w:rsid w:val="00B610B0"/>
    <w:rsid w:val="00B61BC5"/>
    <w:rsid w:val="00B622ED"/>
    <w:rsid w:val="00B631ED"/>
    <w:rsid w:val="00B6434C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CEA"/>
    <w:rsid w:val="00B8573F"/>
    <w:rsid w:val="00B879F8"/>
    <w:rsid w:val="00B904F1"/>
    <w:rsid w:val="00B90E9B"/>
    <w:rsid w:val="00B9103E"/>
    <w:rsid w:val="00B91253"/>
    <w:rsid w:val="00B9299E"/>
    <w:rsid w:val="00B94783"/>
    <w:rsid w:val="00B94C92"/>
    <w:rsid w:val="00B9547C"/>
    <w:rsid w:val="00B95AC6"/>
    <w:rsid w:val="00B9634A"/>
    <w:rsid w:val="00B97B01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7B5"/>
    <w:rsid w:val="00BC1892"/>
    <w:rsid w:val="00BC1B63"/>
    <w:rsid w:val="00BC1CB9"/>
    <w:rsid w:val="00BC23E7"/>
    <w:rsid w:val="00BC2DE3"/>
    <w:rsid w:val="00BC3055"/>
    <w:rsid w:val="00BC35F1"/>
    <w:rsid w:val="00BC4345"/>
    <w:rsid w:val="00BC47D7"/>
    <w:rsid w:val="00BC4A52"/>
    <w:rsid w:val="00BC685E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160"/>
    <w:rsid w:val="00BD7EEB"/>
    <w:rsid w:val="00BE08B3"/>
    <w:rsid w:val="00BE0E89"/>
    <w:rsid w:val="00BE107A"/>
    <w:rsid w:val="00BE1590"/>
    <w:rsid w:val="00BE16C5"/>
    <w:rsid w:val="00BE1957"/>
    <w:rsid w:val="00BE215A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893"/>
    <w:rsid w:val="00C0347B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725D"/>
    <w:rsid w:val="00C07891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5B2A"/>
    <w:rsid w:val="00C15CC1"/>
    <w:rsid w:val="00C162BC"/>
    <w:rsid w:val="00C17284"/>
    <w:rsid w:val="00C175EF"/>
    <w:rsid w:val="00C17729"/>
    <w:rsid w:val="00C178D0"/>
    <w:rsid w:val="00C20A35"/>
    <w:rsid w:val="00C21D76"/>
    <w:rsid w:val="00C21E48"/>
    <w:rsid w:val="00C23DD0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977"/>
    <w:rsid w:val="00C31CB9"/>
    <w:rsid w:val="00C32D76"/>
    <w:rsid w:val="00C33137"/>
    <w:rsid w:val="00C3341A"/>
    <w:rsid w:val="00C343F6"/>
    <w:rsid w:val="00C353BA"/>
    <w:rsid w:val="00C36795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CBC"/>
    <w:rsid w:val="00C50DB3"/>
    <w:rsid w:val="00C516FE"/>
    <w:rsid w:val="00C51849"/>
    <w:rsid w:val="00C51D07"/>
    <w:rsid w:val="00C51E3C"/>
    <w:rsid w:val="00C52B9C"/>
    <w:rsid w:val="00C52ED1"/>
    <w:rsid w:val="00C52F92"/>
    <w:rsid w:val="00C530DB"/>
    <w:rsid w:val="00C533FA"/>
    <w:rsid w:val="00C53A02"/>
    <w:rsid w:val="00C53A89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70556"/>
    <w:rsid w:val="00C725DA"/>
    <w:rsid w:val="00C72608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B3C"/>
    <w:rsid w:val="00C81E82"/>
    <w:rsid w:val="00C8231E"/>
    <w:rsid w:val="00C82883"/>
    <w:rsid w:val="00C83174"/>
    <w:rsid w:val="00C868D3"/>
    <w:rsid w:val="00C873BE"/>
    <w:rsid w:val="00C87A51"/>
    <w:rsid w:val="00C905DD"/>
    <w:rsid w:val="00C906A4"/>
    <w:rsid w:val="00C90DD5"/>
    <w:rsid w:val="00C91295"/>
    <w:rsid w:val="00C91B8F"/>
    <w:rsid w:val="00C923CF"/>
    <w:rsid w:val="00C95691"/>
    <w:rsid w:val="00CA0B01"/>
    <w:rsid w:val="00CA15BD"/>
    <w:rsid w:val="00CA22D1"/>
    <w:rsid w:val="00CA27C3"/>
    <w:rsid w:val="00CA3791"/>
    <w:rsid w:val="00CA3FC5"/>
    <w:rsid w:val="00CA57CC"/>
    <w:rsid w:val="00CA653C"/>
    <w:rsid w:val="00CA6582"/>
    <w:rsid w:val="00CA6AD9"/>
    <w:rsid w:val="00CA70DC"/>
    <w:rsid w:val="00CB1886"/>
    <w:rsid w:val="00CB27F4"/>
    <w:rsid w:val="00CB2E45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F0F"/>
    <w:rsid w:val="00CC1901"/>
    <w:rsid w:val="00CC1F93"/>
    <w:rsid w:val="00CC3686"/>
    <w:rsid w:val="00CC39BB"/>
    <w:rsid w:val="00CC4C46"/>
    <w:rsid w:val="00CC53F9"/>
    <w:rsid w:val="00CC5CCB"/>
    <w:rsid w:val="00CC6F12"/>
    <w:rsid w:val="00CC78A1"/>
    <w:rsid w:val="00CD0203"/>
    <w:rsid w:val="00CD0776"/>
    <w:rsid w:val="00CD0FF0"/>
    <w:rsid w:val="00CD139C"/>
    <w:rsid w:val="00CD1513"/>
    <w:rsid w:val="00CD2BD4"/>
    <w:rsid w:val="00CD2CE6"/>
    <w:rsid w:val="00CD2DEB"/>
    <w:rsid w:val="00CD2E62"/>
    <w:rsid w:val="00CD336A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33F7"/>
    <w:rsid w:val="00CE5699"/>
    <w:rsid w:val="00CE5DE0"/>
    <w:rsid w:val="00CE6502"/>
    <w:rsid w:val="00CE6BEF"/>
    <w:rsid w:val="00CE7286"/>
    <w:rsid w:val="00CE74D5"/>
    <w:rsid w:val="00CE7A7B"/>
    <w:rsid w:val="00CE7E9F"/>
    <w:rsid w:val="00CF06EF"/>
    <w:rsid w:val="00CF302B"/>
    <w:rsid w:val="00CF33FE"/>
    <w:rsid w:val="00CF3777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1FE"/>
    <w:rsid w:val="00D01E3D"/>
    <w:rsid w:val="00D01E79"/>
    <w:rsid w:val="00D033F4"/>
    <w:rsid w:val="00D041B2"/>
    <w:rsid w:val="00D042D6"/>
    <w:rsid w:val="00D051A7"/>
    <w:rsid w:val="00D05350"/>
    <w:rsid w:val="00D05A6C"/>
    <w:rsid w:val="00D06001"/>
    <w:rsid w:val="00D06260"/>
    <w:rsid w:val="00D07308"/>
    <w:rsid w:val="00D076D5"/>
    <w:rsid w:val="00D1039B"/>
    <w:rsid w:val="00D104A4"/>
    <w:rsid w:val="00D104BE"/>
    <w:rsid w:val="00D1055D"/>
    <w:rsid w:val="00D10C64"/>
    <w:rsid w:val="00D10F4C"/>
    <w:rsid w:val="00D1215F"/>
    <w:rsid w:val="00D12972"/>
    <w:rsid w:val="00D1376C"/>
    <w:rsid w:val="00D144E8"/>
    <w:rsid w:val="00D14884"/>
    <w:rsid w:val="00D15004"/>
    <w:rsid w:val="00D17CCB"/>
    <w:rsid w:val="00D2005D"/>
    <w:rsid w:val="00D2074B"/>
    <w:rsid w:val="00D2249A"/>
    <w:rsid w:val="00D22726"/>
    <w:rsid w:val="00D234FC"/>
    <w:rsid w:val="00D23590"/>
    <w:rsid w:val="00D24262"/>
    <w:rsid w:val="00D25643"/>
    <w:rsid w:val="00D2617C"/>
    <w:rsid w:val="00D27857"/>
    <w:rsid w:val="00D3032C"/>
    <w:rsid w:val="00D309F2"/>
    <w:rsid w:val="00D31C24"/>
    <w:rsid w:val="00D340A2"/>
    <w:rsid w:val="00D34E85"/>
    <w:rsid w:val="00D35AF0"/>
    <w:rsid w:val="00D35B04"/>
    <w:rsid w:val="00D35ECD"/>
    <w:rsid w:val="00D36388"/>
    <w:rsid w:val="00D36901"/>
    <w:rsid w:val="00D377B6"/>
    <w:rsid w:val="00D400EC"/>
    <w:rsid w:val="00D403FD"/>
    <w:rsid w:val="00D40DAC"/>
    <w:rsid w:val="00D41F46"/>
    <w:rsid w:val="00D421AC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7E6"/>
    <w:rsid w:val="00D628AE"/>
    <w:rsid w:val="00D62CC7"/>
    <w:rsid w:val="00D62EAE"/>
    <w:rsid w:val="00D62F2C"/>
    <w:rsid w:val="00D63D7D"/>
    <w:rsid w:val="00D63FC8"/>
    <w:rsid w:val="00D64067"/>
    <w:rsid w:val="00D648AA"/>
    <w:rsid w:val="00D64E2C"/>
    <w:rsid w:val="00D650F9"/>
    <w:rsid w:val="00D65875"/>
    <w:rsid w:val="00D65C2C"/>
    <w:rsid w:val="00D671DA"/>
    <w:rsid w:val="00D677F9"/>
    <w:rsid w:val="00D67ECB"/>
    <w:rsid w:val="00D748F9"/>
    <w:rsid w:val="00D75F92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7FC"/>
    <w:rsid w:val="00D90626"/>
    <w:rsid w:val="00D90812"/>
    <w:rsid w:val="00D915C1"/>
    <w:rsid w:val="00D927D1"/>
    <w:rsid w:val="00D928F6"/>
    <w:rsid w:val="00D948F3"/>
    <w:rsid w:val="00D95003"/>
    <w:rsid w:val="00D95780"/>
    <w:rsid w:val="00D96761"/>
    <w:rsid w:val="00D9799F"/>
    <w:rsid w:val="00DA07D7"/>
    <w:rsid w:val="00DA288F"/>
    <w:rsid w:val="00DA3AA5"/>
    <w:rsid w:val="00DA3AD9"/>
    <w:rsid w:val="00DA3C3F"/>
    <w:rsid w:val="00DA4642"/>
    <w:rsid w:val="00DA62D1"/>
    <w:rsid w:val="00DA6438"/>
    <w:rsid w:val="00DA6B0D"/>
    <w:rsid w:val="00DA7117"/>
    <w:rsid w:val="00DA71C2"/>
    <w:rsid w:val="00DB071E"/>
    <w:rsid w:val="00DB0A34"/>
    <w:rsid w:val="00DB1AB0"/>
    <w:rsid w:val="00DB1DED"/>
    <w:rsid w:val="00DB1E6E"/>
    <w:rsid w:val="00DB2CF3"/>
    <w:rsid w:val="00DB2F6E"/>
    <w:rsid w:val="00DB3A88"/>
    <w:rsid w:val="00DB5A1B"/>
    <w:rsid w:val="00DB5BF1"/>
    <w:rsid w:val="00DB6031"/>
    <w:rsid w:val="00DB6090"/>
    <w:rsid w:val="00DB642D"/>
    <w:rsid w:val="00DC1396"/>
    <w:rsid w:val="00DC1633"/>
    <w:rsid w:val="00DC1A05"/>
    <w:rsid w:val="00DC2C94"/>
    <w:rsid w:val="00DC2E32"/>
    <w:rsid w:val="00DC30AC"/>
    <w:rsid w:val="00DC5173"/>
    <w:rsid w:val="00DC5495"/>
    <w:rsid w:val="00DC67F4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7016"/>
    <w:rsid w:val="00DD7392"/>
    <w:rsid w:val="00DE056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3074"/>
    <w:rsid w:val="00E039BE"/>
    <w:rsid w:val="00E04562"/>
    <w:rsid w:val="00E0467D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46CC"/>
    <w:rsid w:val="00E16471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873"/>
    <w:rsid w:val="00E43AEF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8ED"/>
    <w:rsid w:val="00E65415"/>
    <w:rsid w:val="00E65B47"/>
    <w:rsid w:val="00E65E1F"/>
    <w:rsid w:val="00E65E27"/>
    <w:rsid w:val="00E67A1A"/>
    <w:rsid w:val="00E67B20"/>
    <w:rsid w:val="00E67FCC"/>
    <w:rsid w:val="00E7049C"/>
    <w:rsid w:val="00E70C56"/>
    <w:rsid w:val="00E74816"/>
    <w:rsid w:val="00E74BCD"/>
    <w:rsid w:val="00E7578F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BB6"/>
    <w:rsid w:val="00E9439B"/>
    <w:rsid w:val="00E94F9C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4978"/>
    <w:rsid w:val="00EA4AD2"/>
    <w:rsid w:val="00EA4DC8"/>
    <w:rsid w:val="00EA563D"/>
    <w:rsid w:val="00EA5D73"/>
    <w:rsid w:val="00EA66E8"/>
    <w:rsid w:val="00EA7165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5ED1"/>
    <w:rsid w:val="00EB62CA"/>
    <w:rsid w:val="00EB7BA0"/>
    <w:rsid w:val="00EC0285"/>
    <w:rsid w:val="00EC0BA6"/>
    <w:rsid w:val="00EC156B"/>
    <w:rsid w:val="00EC156E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F9E"/>
    <w:rsid w:val="00ED4212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136D"/>
    <w:rsid w:val="00EE193E"/>
    <w:rsid w:val="00EE274C"/>
    <w:rsid w:val="00EE3EF2"/>
    <w:rsid w:val="00EE5CDA"/>
    <w:rsid w:val="00EE67FC"/>
    <w:rsid w:val="00EE6B55"/>
    <w:rsid w:val="00EE6C89"/>
    <w:rsid w:val="00EE6F5C"/>
    <w:rsid w:val="00EE74BE"/>
    <w:rsid w:val="00EF080E"/>
    <w:rsid w:val="00EF1194"/>
    <w:rsid w:val="00EF2466"/>
    <w:rsid w:val="00EF2F6F"/>
    <w:rsid w:val="00EF45CF"/>
    <w:rsid w:val="00EF4820"/>
    <w:rsid w:val="00EF4FBD"/>
    <w:rsid w:val="00EF59E3"/>
    <w:rsid w:val="00EF5D26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4F45"/>
    <w:rsid w:val="00F15BE0"/>
    <w:rsid w:val="00F15D87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1A1E"/>
    <w:rsid w:val="00F327E8"/>
    <w:rsid w:val="00F33273"/>
    <w:rsid w:val="00F336A0"/>
    <w:rsid w:val="00F33D07"/>
    <w:rsid w:val="00F33D89"/>
    <w:rsid w:val="00F3509B"/>
    <w:rsid w:val="00F3626D"/>
    <w:rsid w:val="00F36DA0"/>
    <w:rsid w:val="00F37C1D"/>
    <w:rsid w:val="00F40F4F"/>
    <w:rsid w:val="00F4301B"/>
    <w:rsid w:val="00F44076"/>
    <w:rsid w:val="00F4463F"/>
    <w:rsid w:val="00F453EE"/>
    <w:rsid w:val="00F45AEC"/>
    <w:rsid w:val="00F467E2"/>
    <w:rsid w:val="00F47219"/>
    <w:rsid w:val="00F47D15"/>
    <w:rsid w:val="00F508DC"/>
    <w:rsid w:val="00F52643"/>
    <w:rsid w:val="00F52CA6"/>
    <w:rsid w:val="00F53764"/>
    <w:rsid w:val="00F53E6F"/>
    <w:rsid w:val="00F54B86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B1F"/>
    <w:rsid w:val="00F80C49"/>
    <w:rsid w:val="00F80DDA"/>
    <w:rsid w:val="00F80EC6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87CA3"/>
    <w:rsid w:val="00F90FAB"/>
    <w:rsid w:val="00F93773"/>
    <w:rsid w:val="00F9497E"/>
    <w:rsid w:val="00F9508B"/>
    <w:rsid w:val="00F956DD"/>
    <w:rsid w:val="00F958B9"/>
    <w:rsid w:val="00F961A6"/>
    <w:rsid w:val="00F96E05"/>
    <w:rsid w:val="00F97B61"/>
    <w:rsid w:val="00FA0CD6"/>
    <w:rsid w:val="00FA0CD8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409A"/>
    <w:rsid w:val="00FB647C"/>
    <w:rsid w:val="00FB6C07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5297"/>
    <w:rsid w:val="00FD6472"/>
    <w:rsid w:val="00FD6D6E"/>
    <w:rsid w:val="00FD73A4"/>
    <w:rsid w:val="00FD7C3B"/>
    <w:rsid w:val="00FE02DD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682A"/>
    <w:rsid w:val="00FE7733"/>
    <w:rsid w:val="00FE7A3F"/>
    <w:rsid w:val="00FF017E"/>
    <w:rsid w:val="00FF0574"/>
    <w:rsid w:val="00FF07B2"/>
    <w:rsid w:val="00FF1C41"/>
    <w:rsid w:val="00FF20F3"/>
    <w:rsid w:val="00FF231A"/>
    <w:rsid w:val="00FF2532"/>
    <w:rsid w:val="00FF3DC8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72DA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72DA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68C8D-5209-4216-B60D-E06D54537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3</cp:revision>
  <cp:lastPrinted>2022-03-04T01:49:00Z</cp:lastPrinted>
  <dcterms:created xsi:type="dcterms:W3CDTF">2022-03-04T01:55:00Z</dcterms:created>
  <dcterms:modified xsi:type="dcterms:W3CDTF">2022-03-04T02:23:00Z</dcterms:modified>
</cp:coreProperties>
</file>