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1F5" w:rsidRPr="005741F5" w:rsidRDefault="005741F5" w:rsidP="005741F5">
      <w:pPr>
        <w:suppressAutoHyphens/>
        <w:jc w:val="center"/>
        <w:rPr>
          <w:b/>
        </w:rPr>
      </w:pPr>
      <w:r w:rsidRPr="005741F5">
        <w:rPr>
          <w:b/>
        </w:rPr>
        <w:t xml:space="preserve">Итоги аукциона на право заключения договоров </w:t>
      </w:r>
    </w:p>
    <w:p w:rsidR="00830427" w:rsidRDefault="005741F5" w:rsidP="005741F5">
      <w:pPr>
        <w:suppressAutoHyphens/>
        <w:jc w:val="center"/>
        <w:rPr>
          <w:b/>
        </w:rPr>
      </w:pPr>
      <w:r w:rsidRPr="005741F5">
        <w:rPr>
          <w:b/>
        </w:rPr>
        <w:t>аренды земельных участков,</w:t>
      </w:r>
      <w:r w:rsidR="00830427">
        <w:rPr>
          <w:b/>
        </w:rPr>
        <w:t xml:space="preserve"> по продаже земельн</w:t>
      </w:r>
      <w:r w:rsidR="005E7C71">
        <w:rPr>
          <w:b/>
        </w:rPr>
        <w:t>ого</w:t>
      </w:r>
      <w:r w:rsidR="00830427">
        <w:rPr>
          <w:b/>
        </w:rPr>
        <w:t xml:space="preserve"> участк</w:t>
      </w:r>
      <w:r w:rsidR="005E7C71">
        <w:rPr>
          <w:b/>
        </w:rPr>
        <w:t>а</w:t>
      </w:r>
      <w:r w:rsidR="00830427">
        <w:rPr>
          <w:b/>
        </w:rPr>
        <w:t xml:space="preserve">, </w:t>
      </w:r>
    </w:p>
    <w:p w:rsidR="00F24C65" w:rsidRPr="00943C53" w:rsidRDefault="005741F5" w:rsidP="005741F5">
      <w:pPr>
        <w:suppressAutoHyphens/>
        <w:jc w:val="center"/>
        <w:rPr>
          <w:b/>
          <w:bCs/>
        </w:rPr>
      </w:pPr>
      <w:r w:rsidRPr="005741F5">
        <w:rPr>
          <w:b/>
        </w:rPr>
        <w:t xml:space="preserve">назначенного на </w:t>
      </w:r>
      <w:r w:rsidR="007E1FE0">
        <w:rPr>
          <w:b/>
        </w:rPr>
        <w:t>08</w:t>
      </w:r>
      <w:r w:rsidRPr="005741F5">
        <w:rPr>
          <w:b/>
        </w:rPr>
        <w:t>.</w:t>
      </w:r>
      <w:r w:rsidR="005E7C71">
        <w:rPr>
          <w:b/>
        </w:rPr>
        <w:t>0</w:t>
      </w:r>
      <w:r w:rsidR="007E1FE0">
        <w:rPr>
          <w:b/>
        </w:rPr>
        <w:t>4</w:t>
      </w:r>
      <w:r w:rsidRPr="005741F5">
        <w:rPr>
          <w:b/>
        </w:rPr>
        <w:t>.202</w:t>
      </w:r>
      <w:r w:rsidR="005E7C71">
        <w:rPr>
          <w:b/>
        </w:rPr>
        <w:t>2</w:t>
      </w:r>
      <w:r>
        <w:rPr>
          <w:b/>
        </w:rPr>
        <w:t xml:space="preserve"> </w:t>
      </w:r>
      <w:r w:rsidRPr="005741F5">
        <w:rPr>
          <w:b/>
        </w:rPr>
        <w:t>г</w:t>
      </w:r>
      <w:r>
        <w:rPr>
          <w:b/>
        </w:rPr>
        <w:t>.</w:t>
      </w:r>
    </w:p>
    <w:p w:rsidR="00AF1638" w:rsidRPr="00D75F92" w:rsidRDefault="00AF1638" w:rsidP="00B15A0B">
      <w:pPr>
        <w:suppressAutoHyphens/>
        <w:jc w:val="center"/>
        <w:rPr>
          <w:b/>
          <w:i/>
          <w:sz w:val="22"/>
          <w:szCs w:val="22"/>
        </w:rPr>
      </w:pPr>
    </w:p>
    <w:tbl>
      <w:tblPr>
        <w:tblW w:w="9870" w:type="dxa"/>
        <w:jc w:val="center"/>
        <w:tblInd w:w="-10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2"/>
        <w:gridCol w:w="6866"/>
        <w:gridCol w:w="2372"/>
      </w:tblGrid>
      <w:tr w:rsidR="007B4CC7" w:rsidRPr="00D75F92" w:rsidTr="005C1F14">
        <w:trPr>
          <w:cantSplit/>
          <w:trHeight w:val="611"/>
          <w:jc w:val="center"/>
        </w:trPr>
        <w:tc>
          <w:tcPr>
            <w:tcW w:w="632" w:type="dxa"/>
            <w:vAlign w:val="center"/>
          </w:tcPr>
          <w:p w:rsidR="007B4CC7" w:rsidRPr="00440BFC" w:rsidRDefault="007B4CC7" w:rsidP="00B15A0B">
            <w:pPr>
              <w:pStyle w:val="a8"/>
              <w:suppressAutoHyphens/>
              <w:ind w:left="-73"/>
              <w:rPr>
                <w:b w:val="0"/>
                <w:sz w:val="23"/>
                <w:szCs w:val="23"/>
              </w:rPr>
            </w:pPr>
            <w:r w:rsidRPr="00440BFC">
              <w:rPr>
                <w:b w:val="0"/>
                <w:sz w:val="23"/>
                <w:szCs w:val="23"/>
              </w:rPr>
              <w:t>№ лота</w:t>
            </w:r>
          </w:p>
        </w:tc>
        <w:tc>
          <w:tcPr>
            <w:tcW w:w="6866" w:type="dxa"/>
            <w:vAlign w:val="center"/>
          </w:tcPr>
          <w:p w:rsidR="007B4CC7" w:rsidRPr="00440BFC" w:rsidRDefault="007B4CC7" w:rsidP="00B15A0B">
            <w:pPr>
              <w:pStyle w:val="a8"/>
              <w:suppressAutoHyphens/>
              <w:rPr>
                <w:b w:val="0"/>
                <w:sz w:val="23"/>
                <w:szCs w:val="23"/>
              </w:rPr>
            </w:pPr>
            <w:r w:rsidRPr="00440BFC">
              <w:rPr>
                <w:b w:val="0"/>
                <w:sz w:val="23"/>
                <w:szCs w:val="23"/>
              </w:rPr>
              <w:t>Предмет аукциона</w:t>
            </w:r>
          </w:p>
        </w:tc>
        <w:tc>
          <w:tcPr>
            <w:tcW w:w="2372" w:type="dxa"/>
            <w:vAlign w:val="center"/>
          </w:tcPr>
          <w:p w:rsidR="007B4CC7" w:rsidRPr="00440BFC" w:rsidRDefault="007B4CC7" w:rsidP="00B15A0B">
            <w:pPr>
              <w:pStyle w:val="a8"/>
              <w:suppressAutoHyphens/>
              <w:ind w:left="-153"/>
              <w:rPr>
                <w:b w:val="0"/>
                <w:sz w:val="23"/>
                <w:szCs w:val="23"/>
              </w:rPr>
            </w:pPr>
            <w:r w:rsidRPr="006777C1">
              <w:rPr>
                <w:b w:val="0"/>
                <w:sz w:val="24"/>
                <w:szCs w:val="24"/>
              </w:rPr>
              <w:t>Примечание</w:t>
            </w:r>
          </w:p>
        </w:tc>
      </w:tr>
      <w:tr w:rsidR="007E1FE0" w:rsidRPr="00D75F92" w:rsidTr="005C1F14">
        <w:trPr>
          <w:cantSplit/>
          <w:trHeight w:val="389"/>
          <w:jc w:val="center"/>
        </w:trPr>
        <w:tc>
          <w:tcPr>
            <w:tcW w:w="632" w:type="dxa"/>
            <w:vAlign w:val="center"/>
          </w:tcPr>
          <w:p w:rsidR="007E1FE0" w:rsidRPr="00440BFC" w:rsidRDefault="007E1FE0" w:rsidP="00B15A0B">
            <w:pPr>
              <w:suppressAutoHyphens/>
              <w:ind w:firstLine="94"/>
              <w:jc w:val="both"/>
              <w:rPr>
                <w:sz w:val="23"/>
                <w:szCs w:val="23"/>
              </w:rPr>
            </w:pPr>
            <w:r w:rsidRPr="00440BFC">
              <w:rPr>
                <w:sz w:val="23"/>
                <w:szCs w:val="23"/>
              </w:rPr>
              <w:t>1</w:t>
            </w:r>
          </w:p>
        </w:tc>
        <w:tc>
          <w:tcPr>
            <w:tcW w:w="6866" w:type="dxa"/>
          </w:tcPr>
          <w:p w:rsidR="007E1FE0" w:rsidRPr="00C7038C" w:rsidRDefault="007E1FE0" w:rsidP="004C6D1D">
            <w:pPr>
              <w:suppressAutoHyphens/>
              <w:jc w:val="both"/>
            </w:pPr>
            <w:r w:rsidRPr="00C7038C">
              <w:t xml:space="preserve">Право заключения договора аренды земельного участка с кадастровым номером </w:t>
            </w:r>
            <w:r w:rsidRPr="00C7038C">
              <w:rPr>
                <w:rFonts w:eastAsia="Calibri"/>
                <w:color w:val="000000"/>
                <w:lang w:eastAsia="en-US"/>
              </w:rPr>
              <w:t xml:space="preserve">28:01:040001:574, площадью 16682 </w:t>
            </w:r>
            <w:proofErr w:type="spellStart"/>
            <w:r w:rsidRPr="00C7038C">
              <w:rPr>
                <w:rFonts w:eastAsia="Calibri"/>
                <w:color w:val="000000"/>
                <w:lang w:eastAsia="en-US"/>
              </w:rPr>
              <w:t>кв</w:t>
            </w:r>
            <w:proofErr w:type="gramStart"/>
            <w:r w:rsidRPr="00C7038C">
              <w:rPr>
                <w:rFonts w:eastAsia="Calibri"/>
                <w:color w:val="000000"/>
                <w:lang w:eastAsia="en-US"/>
              </w:rPr>
              <w:t>.м</w:t>
            </w:r>
            <w:proofErr w:type="spellEnd"/>
            <w:proofErr w:type="gramEnd"/>
            <w:r w:rsidRPr="00C7038C">
              <w:rPr>
                <w:rFonts w:eastAsia="Calibri"/>
                <w:lang w:eastAsia="en-US"/>
              </w:rPr>
              <w:t>,</w:t>
            </w:r>
            <w:r w:rsidRPr="00C7038C">
              <w:rPr>
                <w:rFonts w:eastAsia="Calibri"/>
                <w:color w:val="000000"/>
                <w:lang w:eastAsia="en-US"/>
              </w:rPr>
              <w:t xml:space="preserve"> расположенного в квартале 744 города Благовещенска, с видом разрешенного использования – склад</w:t>
            </w:r>
          </w:p>
        </w:tc>
        <w:tc>
          <w:tcPr>
            <w:tcW w:w="2372" w:type="dxa"/>
            <w:vAlign w:val="center"/>
          </w:tcPr>
          <w:p w:rsidR="007E1FE0" w:rsidRPr="00440BFC" w:rsidRDefault="007E1FE0" w:rsidP="00E60D09">
            <w:pPr>
              <w:suppressAutoHyphens/>
              <w:jc w:val="center"/>
              <w:rPr>
                <w:sz w:val="23"/>
                <w:szCs w:val="23"/>
              </w:rPr>
            </w:pPr>
            <w:r w:rsidRPr="00EB5ED1">
              <w:rPr>
                <w:sz w:val="23"/>
                <w:szCs w:val="23"/>
              </w:rPr>
              <w:t xml:space="preserve">Аукцион </w:t>
            </w:r>
            <w:r w:rsidR="00E60D09">
              <w:rPr>
                <w:sz w:val="23"/>
                <w:szCs w:val="23"/>
              </w:rPr>
              <w:t xml:space="preserve">отменен, </w:t>
            </w:r>
            <w:r w:rsidR="0056044C">
              <w:rPr>
                <w:sz w:val="23"/>
                <w:szCs w:val="23"/>
              </w:rPr>
              <w:t xml:space="preserve">так как </w:t>
            </w:r>
            <w:r w:rsidR="00E60D09">
              <w:rPr>
                <w:sz w:val="23"/>
                <w:szCs w:val="23"/>
              </w:rPr>
              <w:t>участок снят с кадастрового учета</w:t>
            </w:r>
          </w:p>
        </w:tc>
      </w:tr>
      <w:tr w:rsidR="007E1FE0" w:rsidRPr="00D75F92" w:rsidTr="00AE5FCF">
        <w:trPr>
          <w:cantSplit/>
          <w:trHeight w:val="389"/>
          <w:jc w:val="center"/>
        </w:trPr>
        <w:tc>
          <w:tcPr>
            <w:tcW w:w="632" w:type="dxa"/>
            <w:vAlign w:val="center"/>
          </w:tcPr>
          <w:p w:rsidR="007E1FE0" w:rsidRPr="00440BFC" w:rsidRDefault="007E1FE0" w:rsidP="00B15A0B">
            <w:pPr>
              <w:suppressAutoHyphens/>
              <w:jc w:val="center"/>
              <w:rPr>
                <w:sz w:val="23"/>
                <w:szCs w:val="23"/>
              </w:rPr>
            </w:pPr>
            <w:r w:rsidRPr="00440BFC">
              <w:rPr>
                <w:sz w:val="23"/>
                <w:szCs w:val="23"/>
              </w:rPr>
              <w:t>2</w:t>
            </w:r>
          </w:p>
        </w:tc>
        <w:tc>
          <w:tcPr>
            <w:tcW w:w="6866" w:type="dxa"/>
          </w:tcPr>
          <w:p w:rsidR="007E1FE0" w:rsidRPr="00C7038C" w:rsidRDefault="007E1FE0" w:rsidP="004C6D1D">
            <w:pPr>
              <w:suppressAutoHyphens/>
              <w:jc w:val="both"/>
            </w:pPr>
            <w:r w:rsidRPr="00C7038C">
              <w:t xml:space="preserve">Право заключения договора аренды земельного участка с кадастровым номером </w:t>
            </w:r>
            <w:r w:rsidRPr="00C7038C">
              <w:rPr>
                <w:rFonts w:eastAsia="Calibri"/>
                <w:color w:val="000000"/>
                <w:lang w:eastAsia="en-US"/>
              </w:rPr>
              <w:t xml:space="preserve">28:01:010300:16, площадью 2148 </w:t>
            </w:r>
            <w:proofErr w:type="spellStart"/>
            <w:r w:rsidRPr="00C7038C">
              <w:rPr>
                <w:rFonts w:eastAsia="Calibri"/>
                <w:color w:val="000000"/>
                <w:lang w:eastAsia="en-US"/>
              </w:rPr>
              <w:t>кв</w:t>
            </w:r>
            <w:proofErr w:type="gramStart"/>
            <w:r w:rsidRPr="00C7038C">
              <w:rPr>
                <w:rFonts w:eastAsia="Calibri"/>
                <w:color w:val="000000"/>
                <w:lang w:eastAsia="en-US"/>
              </w:rPr>
              <w:t>.м</w:t>
            </w:r>
            <w:proofErr w:type="spellEnd"/>
            <w:proofErr w:type="gramEnd"/>
            <w:r w:rsidRPr="00C7038C">
              <w:rPr>
                <w:rFonts w:eastAsia="Calibri"/>
                <w:color w:val="000000"/>
                <w:lang w:eastAsia="en-US"/>
              </w:rPr>
              <w:t>, расположенного в квартале 306Б города Благовещенска, с видом разрешенного использования – деловое управление</w:t>
            </w:r>
          </w:p>
        </w:tc>
        <w:tc>
          <w:tcPr>
            <w:tcW w:w="2372" w:type="dxa"/>
            <w:vAlign w:val="center"/>
          </w:tcPr>
          <w:p w:rsidR="007E1FE0" w:rsidRDefault="007E1FE0" w:rsidP="00AE5FCF">
            <w:pPr>
              <w:jc w:val="center"/>
              <w:rPr>
                <w:sz w:val="23"/>
                <w:szCs w:val="23"/>
              </w:rPr>
            </w:pPr>
            <w:r w:rsidRPr="00F30C70">
              <w:rPr>
                <w:sz w:val="23"/>
                <w:szCs w:val="23"/>
              </w:rPr>
              <w:t xml:space="preserve">Аукцион признан </w:t>
            </w:r>
          </w:p>
          <w:p w:rsidR="007E1FE0" w:rsidRDefault="007E1FE0" w:rsidP="00AE5FCF">
            <w:pPr>
              <w:jc w:val="center"/>
            </w:pPr>
            <w:r w:rsidRPr="00F30C70">
              <w:rPr>
                <w:sz w:val="23"/>
                <w:szCs w:val="23"/>
              </w:rPr>
              <w:t>несостоявшимся</w:t>
            </w:r>
          </w:p>
        </w:tc>
      </w:tr>
      <w:tr w:rsidR="007E1FE0" w:rsidRPr="00D75F92" w:rsidTr="00AE5FCF">
        <w:trPr>
          <w:cantSplit/>
          <w:trHeight w:val="1138"/>
          <w:jc w:val="center"/>
        </w:trPr>
        <w:tc>
          <w:tcPr>
            <w:tcW w:w="632" w:type="dxa"/>
            <w:vAlign w:val="center"/>
          </w:tcPr>
          <w:p w:rsidR="007E1FE0" w:rsidRPr="00440BFC" w:rsidRDefault="007E1FE0" w:rsidP="00B15A0B">
            <w:pPr>
              <w:suppressAutoHyphens/>
              <w:jc w:val="center"/>
              <w:rPr>
                <w:sz w:val="23"/>
                <w:szCs w:val="23"/>
              </w:rPr>
            </w:pPr>
            <w:r w:rsidRPr="00440BFC">
              <w:rPr>
                <w:sz w:val="23"/>
                <w:szCs w:val="23"/>
              </w:rPr>
              <w:t>3</w:t>
            </w:r>
          </w:p>
        </w:tc>
        <w:tc>
          <w:tcPr>
            <w:tcW w:w="6866" w:type="dxa"/>
          </w:tcPr>
          <w:p w:rsidR="007E1FE0" w:rsidRPr="00C7038C" w:rsidRDefault="007E1FE0" w:rsidP="004C6D1D">
            <w:pPr>
              <w:suppressAutoHyphens/>
              <w:jc w:val="both"/>
            </w:pPr>
            <w:r w:rsidRPr="00C7038C">
              <w:t xml:space="preserve">Право заключения договора аренды земельного участка с кадастровым номером </w:t>
            </w:r>
            <w:r w:rsidRPr="00C7038C">
              <w:rPr>
                <w:rFonts w:eastAsia="Calibri"/>
                <w:lang w:eastAsia="en-US"/>
              </w:rPr>
              <w:t xml:space="preserve">28:01:090033:5, площадью 13230 </w:t>
            </w:r>
            <w:proofErr w:type="spellStart"/>
            <w:r w:rsidRPr="00C7038C">
              <w:rPr>
                <w:rFonts w:eastAsia="Calibri"/>
                <w:lang w:eastAsia="en-US"/>
              </w:rPr>
              <w:t>кв</w:t>
            </w:r>
            <w:proofErr w:type="gramStart"/>
            <w:r w:rsidRPr="00C7038C">
              <w:rPr>
                <w:rFonts w:eastAsia="Calibri"/>
                <w:lang w:eastAsia="en-US"/>
              </w:rPr>
              <w:t>.м</w:t>
            </w:r>
            <w:proofErr w:type="spellEnd"/>
            <w:proofErr w:type="gramEnd"/>
            <w:r w:rsidRPr="00C7038C">
              <w:rPr>
                <w:rFonts w:eastAsia="Calibri"/>
                <w:lang w:eastAsia="en-US"/>
              </w:rPr>
              <w:t>, расположенного в северном районе города Благовещенска, с видом разрешенного использования – склады</w:t>
            </w:r>
          </w:p>
        </w:tc>
        <w:tc>
          <w:tcPr>
            <w:tcW w:w="2372" w:type="dxa"/>
            <w:vAlign w:val="center"/>
          </w:tcPr>
          <w:p w:rsidR="007E1FE0" w:rsidRDefault="007E1FE0" w:rsidP="00AE5FCF">
            <w:pPr>
              <w:jc w:val="center"/>
              <w:rPr>
                <w:sz w:val="23"/>
                <w:szCs w:val="23"/>
              </w:rPr>
            </w:pPr>
            <w:r w:rsidRPr="00F30C70">
              <w:rPr>
                <w:sz w:val="23"/>
                <w:szCs w:val="23"/>
              </w:rPr>
              <w:t xml:space="preserve">Аукцион признан </w:t>
            </w:r>
          </w:p>
          <w:p w:rsidR="007E1FE0" w:rsidRDefault="007E1FE0" w:rsidP="00AE5FCF">
            <w:pPr>
              <w:jc w:val="center"/>
            </w:pPr>
            <w:r w:rsidRPr="00F30C70">
              <w:rPr>
                <w:sz w:val="23"/>
                <w:szCs w:val="23"/>
              </w:rPr>
              <w:t>несостоявшимся</w:t>
            </w:r>
          </w:p>
        </w:tc>
      </w:tr>
      <w:tr w:rsidR="007E1FE0" w:rsidRPr="00D75F92" w:rsidTr="00AE5FCF">
        <w:trPr>
          <w:cantSplit/>
          <w:trHeight w:val="1138"/>
          <w:jc w:val="center"/>
        </w:trPr>
        <w:tc>
          <w:tcPr>
            <w:tcW w:w="632" w:type="dxa"/>
            <w:vAlign w:val="center"/>
          </w:tcPr>
          <w:p w:rsidR="007E1FE0" w:rsidRPr="00440BFC" w:rsidRDefault="007E1FE0" w:rsidP="00B15A0B">
            <w:pPr>
              <w:suppressAutoHyphens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</w:p>
        </w:tc>
        <w:tc>
          <w:tcPr>
            <w:tcW w:w="6866" w:type="dxa"/>
          </w:tcPr>
          <w:p w:rsidR="007E1FE0" w:rsidRPr="00C7038C" w:rsidRDefault="007E1FE0" w:rsidP="004C6D1D">
            <w:pPr>
              <w:suppressAutoHyphens/>
              <w:jc w:val="both"/>
            </w:pPr>
            <w:r w:rsidRPr="00C7038C">
              <w:t xml:space="preserve">Право заключения договора аренды земельного участка с кадастровым номером </w:t>
            </w:r>
            <w:r w:rsidRPr="00C7038C">
              <w:rPr>
                <w:rFonts w:eastAsia="Calibri"/>
                <w:lang w:eastAsia="en-US"/>
              </w:rPr>
              <w:t xml:space="preserve">28:01:090033:6, площадью 13117 </w:t>
            </w:r>
            <w:proofErr w:type="spellStart"/>
            <w:r w:rsidRPr="00C7038C">
              <w:rPr>
                <w:rFonts w:eastAsia="Calibri"/>
                <w:lang w:eastAsia="en-US"/>
              </w:rPr>
              <w:t>кв</w:t>
            </w:r>
            <w:proofErr w:type="gramStart"/>
            <w:r w:rsidRPr="00C7038C">
              <w:rPr>
                <w:rFonts w:eastAsia="Calibri"/>
                <w:lang w:eastAsia="en-US"/>
              </w:rPr>
              <w:t>.м</w:t>
            </w:r>
            <w:proofErr w:type="spellEnd"/>
            <w:proofErr w:type="gramEnd"/>
            <w:r w:rsidRPr="00C7038C">
              <w:rPr>
                <w:rFonts w:eastAsia="Calibri"/>
                <w:lang w:eastAsia="en-US"/>
              </w:rPr>
              <w:t>, расположенного в северном районе города Благовещенска, с видом разрешенного использования – склады</w:t>
            </w:r>
            <w:bookmarkStart w:id="0" w:name="_GoBack"/>
            <w:bookmarkEnd w:id="0"/>
          </w:p>
        </w:tc>
        <w:tc>
          <w:tcPr>
            <w:tcW w:w="2372" w:type="dxa"/>
            <w:vAlign w:val="center"/>
          </w:tcPr>
          <w:p w:rsidR="007E1FE0" w:rsidRDefault="00BF2F35" w:rsidP="00BF2F35">
            <w:pPr>
              <w:suppressAutoHyphens/>
              <w:ind w:left="-119" w:right="-135"/>
              <w:jc w:val="center"/>
            </w:pPr>
            <w:r w:rsidRPr="00BF2F35">
              <w:rPr>
                <w:sz w:val="23"/>
                <w:szCs w:val="23"/>
              </w:rPr>
              <w:t xml:space="preserve">Договор подлежит заключению с единственным участником </w:t>
            </w:r>
            <w:r w:rsidR="002C1255" w:rsidRPr="009D2DB4">
              <w:rPr>
                <w:sz w:val="23"/>
                <w:szCs w:val="23"/>
              </w:rPr>
              <w:t>– Сысоев</w:t>
            </w:r>
            <w:r>
              <w:rPr>
                <w:sz w:val="23"/>
                <w:szCs w:val="23"/>
              </w:rPr>
              <w:t>ым</w:t>
            </w:r>
            <w:r w:rsidR="002C1255" w:rsidRPr="009D2DB4">
              <w:rPr>
                <w:sz w:val="23"/>
                <w:szCs w:val="23"/>
              </w:rPr>
              <w:t xml:space="preserve"> Р.П</w:t>
            </w:r>
            <w:r w:rsidR="006670D2">
              <w:rPr>
                <w:sz w:val="23"/>
                <w:szCs w:val="23"/>
              </w:rPr>
              <w:t>.</w:t>
            </w:r>
            <w:r w:rsidR="002C1255">
              <w:rPr>
                <w:sz w:val="23"/>
                <w:szCs w:val="23"/>
              </w:rPr>
              <w:t xml:space="preserve"> </w:t>
            </w:r>
          </w:p>
        </w:tc>
      </w:tr>
      <w:tr w:rsidR="007E1FE0" w:rsidRPr="00D75F92" w:rsidTr="005C1F14">
        <w:trPr>
          <w:cantSplit/>
          <w:trHeight w:val="1138"/>
          <w:jc w:val="center"/>
        </w:trPr>
        <w:tc>
          <w:tcPr>
            <w:tcW w:w="632" w:type="dxa"/>
            <w:vAlign w:val="center"/>
          </w:tcPr>
          <w:p w:rsidR="007E1FE0" w:rsidRDefault="007E1FE0" w:rsidP="00B15A0B">
            <w:pPr>
              <w:suppressAutoHyphens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</w:p>
        </w:tc>
        <w:tc>
          <w:tcPr>
            <w:tcW w:w="6866" w:type="dxa"/>
          </w:tcPr>
          <w:p w:rsidR="007E1FE0" w:rsidRPr="00C7038C" w:rsidRDefault="007E1FE0" w:rsidP="004C6D1D">
            <w:pPr>
              <w:suppressAutoHyphens/>
              <w:jc w:val="both"/>
            </w:pPr>
            <w:r w:rsidRPr="00C7038C">
              <w:t xml:space="preserve">Земельный участок с кадастровым номером 28:01:010256:9, площадью 1604 </w:t>
            </w:r>
            <w:proofErr w:type="spellStart"/>
            <w:r w:rsidRPr="00C7038C">
              <w:t>кв</w:t>
            </w:r>
            <w:proofErr w:type="gramStart"/>
            <w:r w:rsidRPr="00C7038C">
              <w:t>.м</w:t>
            </w:r>
            <w:proofErr w:type="spellEnd"/>
            <w:proofErr w:type="gramEnd"/>
            <w:r w:rsidRPr="00C7038C">
              <w:t>, расположенн</w:t>
            </w:r>
            <w:r>
              <w:t>ый</w:t>
            </w:r>
            <w:r w:rsidRPr="00C7038C">
              <w:t xml:space="preserve"> в квартале 256 города Благовещенска, </w:t>
            </w:r>
            <w:r w:rsidRPr="002C6264">
              <w:rPr>
                <w:rFonts w:eastAsia="Calibri"/>
                <w:lang w:eastAsia="en-US"/>
              </w:rPr>
              <w:t>с видом разрешенного использования – для индивидуального жилищного строительства</w:t>
            </w:r>
          </w:p>
        </w:tc>
        <w:tc>
          <w:tcPr>
            <w:tcW w:w="2372" w:type="dxa"/>
            <w:vAlign w:val="center"/>
          </w:tcPr>
          <w:p w:rsidR="002C1255" w:rsidRDefault="002C1255" w:rsidP="002C1255">
            <w:pPr>
              <w:jc w:val="center"/>
              <w:rPr>
                <w:sz w:val="23"/>
                <w:szCs w:val="23"/>
              </w:rPr>
            </w:pPr>
            <w:r w:rsidRPr="00F30C70">
              <w:rPr>
                <w:sz w:val="23"/>
                <w:szCs w:val="23"/>
              </w:rPr>
              <w:t xml:space="preserve">Аукцион признан </w:t>
            </w:r>
          </w:p>
          <w:p w:rsidR="007E1FE0" w:rsidRDefault="002C1255" w:rsidP="002C1255">
            <w:pPr>
              <w:suppressAutoHyphens/>
              <w:jc w:val="center"/>
              <w:rPr>
                <w:sz w:val="23"/>
                <w:szCs w:val="23"/>
              </w:rPr>
            </w:pPr>
            <w:r w:rsidRPr="00F30C70">
              <w:rPr>
                <w:sz w:val="23"/>
                <w:szCs w:val="23"/>
              </w:rPr>
              <w:t>несостоявшимся</w:t>
            </w:r>
            <w:r>
              <w:rPr>
                <w:sz w:val="23"/>
                <w:szCs w:val="23"/>
              </w:rPr>
              <w:t xml:space="preserve"> </w:t>
            </w:r>
          </w:p>
        </w:tc>
      </w:tr>
      <w:tr w:rsidR="007E1FE0" w:rsidRPr="00D75F92" w:rsidTr="005C1F14">
        <w:trPr>
          <w:cantSplit/>
          <w:trHeight w:val="1138"/>
          <w:jc w:val="center"/>
        </w:trPr>
        <w:tc>
          <w:tcPr>
            <w:tcW w:w="632" w:type="dxa"/>
            <w:vAlign w:val="center"/>
          </w:tcPr>
          <w:p w:rsidR="007E1FE0" w:rsidRDefault="007E1FE0" w:rsidP="00B15A0B">
            <w:pPr>
              <w:suppressAutoHyphens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</w:p>
        </w:tc>
        <w:tc>
          <w:tcPr>
            <w:tcW w:w="6866" w:type="dxa"/>
          </w:tcPr>
          <w:p w:rsidR="007E1FE0" w:rsidRPr="002C6264" w:rsidRDefault="007E1FE0" w:rsidP="004C6D1D">
            <w:pPr>
              <w:suppressAutoHyphens/>
              <w:jc w:val="both"/>
            </w:pPr>
            <w:r>
              <w:t>З</w:t>
            </w:r>
            <w:r w:rsidRPr="002C6264">
              <w:t>емельн</w:t>
            </w:r>
            <w:r>
              <w:t>ый</w:t>
            </w:r>
            <w:r w:rsidRPr="002C6264">
              <w:t xml:space="preserve"> участ</w:t>
            </w:r>
            <w:r>
              <w:t>о</w:t>
            </w:r>
            <w:r w:rsidRPr="002C6264">
              <w:t xml:space="preserve">к с кадастровым номером </w:t>
            </w:r>
            <w:r>
              <w:t xml:space="preserve">28:01:110202:170, площадью 900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, расположенный в с/т «</w:t>
            </w:r>
            <w:proofErr w:type="spellStart"/>
            <w:r>
              <w:t>Ротанье</w:t>
            </w:r>
            <w:proofErr w:type="spellEnd"/>
            <w:r>
              <w:t xml:space="preserve"> озеро» города Благовещенска, </w:t>
            </w:r>
            <w:r w:rsidRPr="007E45FB">
              <w:t xml:space="preserve">с видом разрешенного использования – для </w:t>
            </w:r>
            <w:r>
              <w:t>ведения садоводства</w:t>
            </w:r>
          </w:p>
        </w:tc>
        <w:tc>
          <w:tcPr>
            <w:tcW w:w="2372" w:type="dxa"/>
            <w:vAlign w:val="center"/>
          </w:tcPr>
          <w:p w:rsidR="007E1FE0" w:rsidRPr="009A57CE" w:rsidRDefault="007E1FE0" w:rsidP="009D2DB4">
            <w:pPr>
              <w:suppressAutoHyphens/>
              <w:jc w:val="center"/>
              <w:rPr>
                <w:sz w:val="23"/>
                <w:szCs w:val="23"/>
              </w:rPr>
            </w:pPr>
            <w:r w:rsidRPr="009D2DB4">
              <w:rPr>
                <w:sz w:val="23"/>
                <w:szCs w:val="23"/>
              </w:rPr>
              <w:t xml:space="preserve">Победитель аукциона – </w:t>
            </w:r>
            <w:r w:rsidR="002C1255">
              <w:rPr>
                <w:sz w:val="23"/>
                <w:szCs w:val="23"/>
              </w:rPr>
              <w:t>Черкашин А.</w:t>
            </w:r>
            <w:r w:rsidR="0056044C">
              <w:rPr>
                <w:sz w:val="23"/>
                <w:szCs w:val="23"/>
              </w:rPr>
              <w:t>С.</w:t>
            </w:r>
            <w:r>
              <w:rPr>
                <w:sz w:val="23"/>
                <w:szCs w:val="23"/>
              </w:rPr>
              <w:t xml:space="preserve"> </w:t>
            </w:r>
          </w:p>
          <w:p w:rsidR="007E1FE0" w:rsidRDefault="007E1FE0" w:rsidP="006937FD">
            <w:pPr>
              <w:suppressAutoHyphens/>
              <w:jc w:val="center"/>
              <w:rPr>
                <w:sz w:val="23"/>
                <w:szCs w:val="23"/>
              </w:rPr>
            </w:pPr>
          </w:p>
        </w:tc>
      </w:tr>
    </w:tbl>
    <w:p w:rsidR="005E3AB3" w:rsidRPr="00440BFC" w:rsidRDefault="005E3AB3" w:rsidP="00B15A0B">
      <w:pPr>
        <w:pStyle w:val="ConsTitle"/>
        <w:widowControl/>
        <w:tabs>
          <w:tab w:val="left" w:pos="540"/>
          <w:tab w:val="left" w:pos="4253"/>
        </w:tabs>
        <w:suppressAutoHyphens/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C7DC3" w:rsidRPr="00943C53" w:rsidRDefault="009C7DC3" w:rsidP="00B15A0B">
      <w:pPr>
        <w:suppressAutoHyphens/>
        <w:jc w:val="center"/>
      </w:pPr>
    </w:p>
    <w:sectPr w:rsidR="009C7DC3" w:rsidRPr="00943C53" w:rsidSect="00D75F92">
      <w:headerReference w:type="even" r:id="rId9"/>
      <w:footerReference w:type="even" r:id="rId10"/>
      <w:footerReference w:type="default" r:id="rId1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B40" w:rsidRDefault="00ED2B40">
      <w:r>
        <w:separator/>
      </w:r>
    </w:p>
  </w:endnote>
  <w:endnote w:type="continuationSeparator" w:id="0">
    <w:p w:rsidR="00ED2B40" w:rsidRDefault="00ED2B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F0F" w:rsidRDefault="00424F0F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24F0F" w:rsidRDefault="00424F0F" w:rsidP="00FF3DC8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F0F" w:rsidRDefault="00424F0F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670D2">
      <w:rPr>
        <w:rStyle w:val="a5"/>
        <w:noProof/>
      </w:rPr>
      <w:t>1</w:t>
    </w:r>
    <w:r>
      <w:rPr>
        <w:rStyle w:val="a5"/>
      </w:rPr>
      <w:fldChar w:fldCharType="end"/>
    </w:r>
  </w:p>
  <w:p w:rsidR="00424F0F" w:rsidRDefault="00424F0F" w:rsidP="00FF3DC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B40" w:rsidRDefault="00ED2B40">
      <w:r>
        <w:separator/>
      </w:r>
    </w:p>
  </w:footnote>
  <w:footnote w:type="continuationSeparator" w:id="0">
    <w:p w:rsidR="00ED2B40" w:rsidRDefault="00ED2B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F0F" w:rsidRDefault="00424F0F" w:rsidP="00FF3DC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24F0F" w:rsidRDefault="00424F0F" w:rsidP="00FF3DC8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613E6"/>
    <w:multiLevelType w:val="hybridMultilevel"/>
    <w:tmpl w:val="8AF6AAD4"/>
    <w:lvl w:ilvl="0" w:tplc="6FD82FE8">
      <w:start w:val="1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DD820C1"/>
    <w:multiLevelType w:val="hybridMultilevel"/>
    <w:tmpl w:val="03CAA0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3631FC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86230A"/>
    <w:multiLevelType w:val="hybridMultilevel"/>
    <w:tmpl w:val="C11AAC86"/>
    <w:lvl w:ilvl="0" w:tplc="464C67DC">
      <w:start w:val="13"/>
      <w:numFmt w:val="decimal"/>
      <w:lvlText w:val="%1"/>
      <w:lvlJc w:val="left"/>
      <w:pPr>
        <w:tabs>
          <w:tab w:val="num" w:pos="1407"/>
        </w:tabs>
        <w:ind w:left="1407" w:hanging="84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8A51582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F76F41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>
    <w:nsid w:val="54C00851"/>
    <w:multiLevelType w:val="hybridMultilevel"/>
    <w:tmpl w:val="E76CB23A"/>
    <w:lvl w:ilvl="0" w:tplc="0E4AA4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7411DCD"/>
    <w:multiLevelType w:val="hybridMultilevel"/>
    <w:tmpl w:val="597A07F4"/>
    <w:lvl w:ilvl="0" w:tplc="4B9648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21C16C2"/>
    <w:multiLevelType w:val="hybridMultilevel"/>
    <w:tmpl w:val="1B98158E"/>
    <w:lvl w:ilvl="0" w:tplc="7F5C7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DC8"/>
    <w:rsid w:val="00000AAB"/>
    <w:rsid w:val="00000CE8"/>
    <w:rsid w:val="0000156C"/>
    <w:rsid w:val="00001863"/>
    <w:rsid w:val="00003893"/>
    <w:rsid w:val="00003967"/>
    <w:rsid w:val="00003989"/>
    <w:rsid w:val="00004E7D"/>
    <w:rsid w:val="00005753"/>
    <w:rsid w:val="00005872"/>
    <w:rsid w:val="00011006"/>
    <w:rsid w:val="00011E3C"/>
    <w:rsid w:val="0001234D"/>
    <w:rsid w:val="00012EC8"/>
    <w:rsid w:val="000130FB"/>
    <w:rsid w:val="0001381F"/>
    <w:rsid w:val="0001396F"/>
    <w:rsid w:val="00013DCD"/>
    <w:rsid w:val="000140E2"/>
    <w:rsid w:val="0001455D"/>
    <w:rsid w:val="00014D49"/>
    <w:rsid w:val="000165B1"/>
    <w:rsid w:val="000165BD"/>
    <w:rsid w:val="00017E8D"/>
    <w:rsid w:val="00020951"/>
    <w:rsid w:val="00021174"/>
    <w:rsid w:val="000214F6"/>
    <w:rsid w:val="000223D4"/>
    <w:rsid w:val="00023DE2"/>
    <w:rsid w:val="0002436E"/>
    <w:rsid w:val="00024B47"/>
    <w:rsid w:val="00025F22"/>
    <w:rsid w:val="0002682D"/>
    <w:rsid w:val="00026833"/>
    <w:rsid w:val="00027533"/>
    <w:rsid w:val="00030EC9"/>
    <w:rsid w:val="000316D6"/>
    <w:rsid w:val="00031903"/>
    <w:rsid w:val="00031920"/>
    <w:rsid w:val="00032185"/>
    <w:rsid w:val="00032C80"/>
    <w:rsid w:val="00032D95"/>
    <w:rsid w:val="0003301F"/>
    <w:rsid w:val="00033C11"/>
    <w:rsid w:val="00034E20"/>
    <w:rsid w:val="0003626E"/>
    <w:rsid w:val="000362A0"/>
    <w:rsid w:val="000363F5"/>
    <w:rsid w:val="00036E69"/>
    <w:rsid w:val="00037243"/>
    <w:rsid w:val="00041CFD"/>
    <w:rsid w:val="000420C1"/>
    <w:rsid w:val="00042EED"/>
    <w:rsid w:val="00043CD7"/>
    <w:rsid w:val="00044068"/>
    <w:rsid w:val="0004637D"/>
    <w:rsid w:val="000463CF"/>
    <w:rsid w:val="00046422"/>
    <w:rsid w:val="00046B20"/>
    <w:rsid w:val="000470D7"/>
    <w:rsid w:val="00047CDF"/>
    <w:rsid w:val="00050753"/>
    <w:rsid w:val="00050FA3"/>
    <w:rsid w:val="00052257"/>
    <w:rsid w:val="0005245D"/>
    <w:rsid w:val="00053BAC"/>
    <w:rsid w:val="000547AE"/>
    <w:rsid w:val="00054FA0"/>
    <w:rsid w:val="00055F90"/>
    <w:rsid w:val="00056790"/>
    <w:rsid w:val="000568AC"/>
    <w:rsid w:val="00060995"/>
    <w:rsid w:val="00060CCB"/>
    <w:rsid w:val="00062084"/>
    <w:rsid w:val="000625FB"/>
    <w:rsid w:val="000634C3"/>
    <w:rsid w:val="000638BA"/>
    <w:rsid w:val="00063C85"/>
    <w:rsid w:val="000652E2"/>
    <w:rsid w:val="0006550A"/>
    <w:rsid w:val="00066C26"/>
    <w:rsid w:val="00066F63"/>
    <w:rsid w:val="000672DD"/>
    <w:rsid w:val="000677D4"/>
    <w:rsid w:val="00070258"/>
    <w:rsid w:val="00070C68"/>
    <w:rsid w:val="00071874"/>
    <w:rsid w:val="00071B5E"/>
    <w:rsid w:val="000721CC"/>
    <w:rsid w:val="00073D87"/>
    <w:rsid w:val="00074491"/>
    <w:rsid w:val="00075D45"/>
    <w:rsid w:val="000763E8"/>
    <w:rsid w:val="00077CF7"/>
    <w:rsid w:val="000800CB"/>
    <w:rsid w:val="00080698"/>
    <w:rsid w:val="000808C7"/>
    <w:rsid w:val="00081283"/>
    <w:rsid w:val="00081312"/>
    <w:rsid w:val="0008173A"/>
    <w:rsid w:val="000820F3"/>
    <w:rsid w:val="0008232B"/>
    <w:rsid w:val="000836BB"/>
    <w:rsid w:val="000839B3"/>
    <w:rsid w:val="00083C01"/>
    <w:rsid w:val="00083DB5"/>
    <w:rsid w:val="00084ABD"/>
    <w:rsid w:val="00084C73"/>
    <w:rsid w:val="0008580C"/>
    <w:rsid w:val="00085911"/>
    <w:rsid w:val="00086696"/>
    <w:rsid w:val="00086DCE"/>
    <w:rsid w:val="000870B0"/>
    <w:rsid w:val="00087C79"/>
    <w:rsid w:val="000913DF"/>
    <w:rsid w:val="000923B5"/>
    <w:rsid w:val="000939AC"/>
    <w:rsid w:val="00093FE9"/>
    <w:rsid w:val="00094B98"/>
    <w:rsid w:val="0009514D"/>
    <w:rsid w:val="00095556"/>
    <w:rsid w:val="00097427"/>
    <w:rsid w:val="00097711"/>
    <w:rsid w:val="00097CD1"/>
    <w:rsid w:val="000A0A71"/>
    <w:rsid w:val="000A0AB2"/>
    <w:rsid w:val="000A13D7"/>
    <w:rsid w:val="000A1949"/>
    <w:rsid w:val="000A1A3C"/>
    <w:rsid w:val="000A23FE"/>
    <w:rsid w:val="000A2B70"/>
    <w:rsid w:val="000A37EE"/>
    <w:rsid w:val="000A39CE"/>
    <w:rsid w:val="000A3DB9"/>
    <w:rsid w:val="000A4599"/>
    <w:rsid w:val="000A4B5F"/>
    <w:rsid w:val="000A4FC5"/>
    <w:rsid w:val="000A51BC"/>
    <w:rsid w:val="000A592E"/>
    <w:rsid w:val="000A5E8C"/>
    <w:rsid w:val="000A6B38"/>
    <w:rsid w:val="000A71C6"/>
    <w:rsid w:val="000A743F"/>
    <w:rsid w:val="000B0E5C"/>
    <w:rsid w:val="000B1725"/>
    <w:rsid w:val="000B32A7"/>
    <w:rsid w:val="000B35E5"/>
    <w:rsid w:val="000B37FC"/>
    <w:rsid w:val="000B3E74"/>
    <w:rsid w:val="000B3EF1"/>
    <w:rsid w:val="000B460E"/>
    <w:rsid w:val="000B48DE"/>
    <w:rsid w:val="000B52EC"/>
    <w:rsid w:val="000B6560"/>
    <w:rsid w:val="000B66D4"/>
    <w:rsid w:val="000B6D80"/>
    <w:rsid w:val="000B6D8D"/>
    <w:rsid w:val="000B7EC4"/>
    <w:rsid w:val="000C026D"/>
    <w:rsid w:val="000C08C5"/>
    <w:rsid w:val="000C09F9"/>
    <w:rsid w:val="000C1ABD"/>
    <w:rsid w:val="000C1B46"/>
    <w:rsid w:val="000C263A"/>
    <w:rsid w:val="000C498D"/>
    <w:rsid w:val="000C55DA"/>
    <w:rsid w:val="000C5F78"/>
    <w:rsid w:val="000C60C7"/>
    <w:rsid w:val="000C68D7"/>
    <w:rsid w:val="000C6A25"/>
    <w:rsid w:val="000C7315"/>
    <w:rsid w:val="000C77FC"/>
    <w:rsid w:val="000C7C91"/>
    <w:rsid w:val="000C7DE7"/>
    <w:rsid w:val="000C7FDA"/>
    <w:rsid w:val="000D0E21"/>
    <w:rsid w:val="000D0E3A"/>
    <w:rsid w:val="000D1DEE"/>
    <w:rsid w:val="000D2520"/>
    <w:rsid w:val="000D2EB4"/>
    <w:rsid w:val="000D353C"/>
    <w:rsid w:val="000D45E5"/>
    <w:rsid w:val="000D4ACC"/>
    <w:rsid w:val="000D5495"/>
    <w:rsid w:val="000D6229"/>
    <w:rsid w:val="000D6320"/>
    <w:rsid w:val="000D65E3"/>
    <w:rsid w:val="000D6920"/>
    <w:rsid w:val="000D696B"/>
    <w:rsid w:val="000D6EED"/>
    <w:rsid w:val="000D7682"/>
    <w:rsid w:val="000D779E"/>
    <w:rsid w:val="000D78B1"/>
    <w:rsid w:val="000D79A7"/>
    <w:rsid w:val="000E034C"/>
    <w:rsid w:val="000E0D8B"/>
    <w:rsid w:val="000E1E5E"/>
    <w:rsid w:val="000E2C21"/>
    <w:rsid w:val="000E3336"/>
    <w:rsid w:val="000E3487"/>
    <w:rsid w:val="000E4189"/>
    <w:rsid w:val="000E6CBC"/>
    <w:rsid w:val="000E7254"/>
    <w:rsid w:val="000E73BA"/>
    <w:rsid w:val="000F0636"/>
    <w:rsid w:val="000F0F2C"/>
    <w:rsid w:val="000F1292"/>
    <w:rsid w:val="000F16BC"/>
    <w:rsid w:val="000F171C"/>
    <w:rsid w:val="000F2F27"/>
    <w:rsid w:val="000F3637"/>
    <w:rsid w:val="000F396E"/>
    <w:rsid w:val="000F43E7"/>
    <w:rsid w:val="000F4E4C"/>
    <w:rsid w:val="000F4F7A"/>
    <w:rsid w:val="000F5218"/>
    <w:rsid w:val="000F627A"/>
    <w:rsid w:val="000F681E"/>
    <w:rsid w:val="0010001C"/>
    <w:rsid w:val="00100D2F"/>
    <w:rsid w:val="00101AB2"/>
    <w:rsid w:val="00101BD5"/>
    <w:rsid w:val="00102C95"/>
    <w:rsid w:val="0010392B"/>
    <w:rsid w:val="00107A4F"/>
    <w:rsid w:val="001101CB"/>
    <w:rsid w:val="001119E2"/>
    <w:rsid w:val="00111FDF"/>
    <w:rsid w:val="001124A5"/>
    <w:rsid w:val="0011283B"/>
    <w:rsid w:val="00112F6A"/>
    <w:rsid w:val="001130A5"/>
    <w:rsid w:val="00114E67"/>
    <w:rsid w:val="00114F86"/>
    <w:rsid w:val="00114FEF"/>
    <w:rsid w:val="001157A9"/>
    <w:rsid w:val="00115EFA"/>
    <w:rsid w:val="001207AF"/>
    <w:rsid w:val="001213F5"/>
    <w:rsid w:val="0012183A"/>
    <w:rsid w:val="0012198C"/>
    <w:rsid w:val="00122554"/>
    <w:rsid w:val="0012296F"/>
    <w:rsid w:val="00122B23"/>
    <w:rsid w:val="00123730"/>
    <w:rsid w:val="0012407A"/>
    <w:rsid w:val="00124333"/>
    <w:rsid w:val="001245FD"/>
    <w:rsid w:val="00124E1E"/>
    <w:rsid w:val="00124FC9"/>
    <w:rsid w:val="001253AE"/>
    <w:rsid w:val="00125671"/>
    <w:rsid w:val="0013005C"/>
    <w:rsid w:val="001302AD"/>
    <w:rsid w:val="00131296"/>
    <w:rsid w:val="00132A80"/>
    <w:rsid w:val="00132FA9"/>
    <w:rsid w:val="001339BF"/>
    <w:rsid w:val="00133C02"/>
    <w:rsid w:val="0013401D"/>
    <w:rsid w:val="001351AC"/>
    <w:rsid w:val="00135C61"/>
    <w:rsid w:val="00136002"/>
    <w:rsid w:val="00136030"/>
    <w:rsid w:val="0013646C"/>
    <w:rsid w:val="00136DFB"/>
    <w:rsid w:val="00137D4D"/>
    <w:rsid w:val="00137EC5"/>
    <w:rsid w:val="0014048B"/>
    <w:rsid w:val="00140DAE"/>
    <w:rsid w:val="00140EBE"/>
    <w:rsid w:val="00140ECF"/>
    <w:rsid w:val="00141CF2"/>
    <w:rsid w:val="001421E4"/>
    <w:rsid w:val="00143213"/>
    <w:rsid w:val="001445E5"/>
    <w:rsid w:val="00144948"/>
    <w:rsid w:val="0014498A"/>
    <w:rsid w:val="00145991"/>
    <w:rsid w:val="001466AA"/>
    <w:rsid w:val="00146C16"/>
    <w:rsid w:val="00147104"/>
    <w:rsid w:val="00147C63"/>
    <w:rsid w:val="00151045"/>
    <w:rsid w:val="00151329"/>
    <w:rsid w:val="001513C3"/>
    <w:rsid w:val="001515C0"/>
    <w:rsid w:val="00152132"/>
    <w:rsid w:val="00152197"/>
    <w:rsid w:val="00152310"/>
    <w:rsid w:val="00153E5F"/>
    <w:rsid w:val="00154C64"/>
    <w:rsid w:val="001550EA"/>
    <w:rsid w:val="00155CD9"/>
    <w:rsid w:val="001562AB"/>
    <w:rsid w:val="00156D6C"/>
    <w:rsid w:val="00156FFA"/>
    <w:rsid w:val="001571A4"/>
    <w:rsid w:val="0016003E"/>
    <w:rsid w:val="001606B8"/>
    <w:rsid w:val="0016099A"/>
    <w:rsid w:val="00161FAF"/>
    <w:rsid w:val="0016234A"/>
    <w:rsid w:val="00163245"/>
    <w:rsid w:val="00163312"/>
    <w:rsid w:val="00163E9A"/>
    <w:rsid w:val="00166BA0"/>
    <w:rsid w:val="00171B65"/>
    <w:rsid w:val="001722F4"/>
    <w:rsid w:val="00172824"/>
    <w:rsid w:val="00172CA3"/>
    <w:rsid w:val="00173D4E"/>
    <w:rsid w:val="00175000"/>
    <w:rsid w:val="001753A8"/>
    <w:rsid w:val="001753BC"/>
    <w:rsid w:val="001755B9"/>
    <w:rsid w:val="00175ADB"/>
    <w:rsid w:val="00175B45"/>
    <w:rsid w:val="00177061"/>
    <w:rsid w:val="00177387"/>
    <w:rsid w:val="0017760C"/>
    <w:rsid w:val="001778A7"/>
    <w:rsid w:val="00180A40"/>
    <w:rsid w:val="00180E4A"/>
    <w:rsid w:val="00181317"/>
    <w:rsid w:val="00181A4B"/>
    <w:rsid w:val="00181E26"/>
    <w:rsid w:val="00181EE6"/>
    <w:rsid w:val="00181F7C"/>
    <w:rsid w:val="0018205F"/>
    <w:rsid w:val="001822F3"/>
    <w:rsid w:val="001827A7"/>
    <w:rsid w:val="001828A0"/>
    <w:rsid w:val="00182D88"/>
    <w:rsid w:val="001839BB"/>
    <w:rsid w:val="00183B6F"/>
    <w:rsid w:val="00184042"/>
    <w:rsid w:val="00184C03"/>
    <w:rsid w:val="001850B2"/>
    <w:rsid w:val="00186096"/>
    <w:rsid w:val="00186372"/>
    <w:rsid w:val="001869B4"/>
    <w:rsid w:val="0019192C"/>
    <w:rsid w:val="00192D55"/>
    <w:rsid w:val="00192F06"/>
    <w:rsid w:val="0019323B"/>
    <w:rsid w:val="00193978"/>
    <w:rsid w:val="001945CF"/>
    <w:rsid w:val="00194E80"/>
    <w:rsid w:val="00195C0E"/>
    <w:rsid w:val="00196201"/>
    <w:rsid w:val="001968C9"/>
    <w:rsid w:val="001970FC"/>
    <w:rsid w:val="0019727E"/>
    <w:rsid w:val="00197560"/>
    <w:rsid w:val="001975E6"/>
    <w:rsid w:val="0019793F"/>
    <w:rsid w:val="00197D52"/>
    <w:rsid w:val="001A08BD"/>
    <w:rsid w:val="001A09A5"/>
    <w:rsid w:val="001A3685"/>
    <w:rsid w:val="001A3BC6"/>
    <w:rsid w:val="001A3D61"/>
    <w:rsid w:val="001A51ED"/>
    <w:rsid w:val="001A5EBB"/>
    <w:rsid w:val="001A5FD4"/>
    <w:rsid w:val="001A6127"/>
    <w:rsid w:val="001A741C"/>
    <w:rsid w:val="001A788E"/>
    <w:rsid w:val="001B07DB"/>
    <w:rsid w:val="001B0E13"/>
    <w:rsid w:val="001B100E"/>
    <w:rsid w:val="001B267F"/>
    <w:rsid w:val="001B2F2F"/>
    <w:rsid w:val="001B39CB"/>
    <w:rsid w:val="001B3B3F"/>
    <w:rsid w:val="001B3DCA"/>
    <w:rsid w:val="001B4C18"/>
    <w:rsid w:val="001B504B"/>
    <w:rsid w:val="001B531E"/>
    <w:rsid w:val="001B6174"/>
    <w:rsid w:val="001B7B1E"/>
    <w:rsid w:val="001B7BD1"/>
    <w:rsid w:val="001C112D"/>
    <w:rsid w:val="001C1988"/>
    <w:rsid w:val="001C1A81"/>
    <w:rsid w:val="001C1CF6"/>
    <w:rsid w:val="001C22B5"/>
    <w:rsid w:val="001C2600"/>
    <w:rsid w:val="001C2A5B"/>
    <w:rsid w:val="001C2E0A"/>
    <w:rsid w:val="001C31C9"/>
    <w:rsid w:val="001C5E2E"/>
    <w:rsid w:val="001C6481"/>
    <w:rsid w:val="001D1B50"/>
    <w:rsid w:val="001D1C45"/>
    <w:rsid w:val="001D2BEE"/>
    <w:rsid w:val="001D33CA"/>
    <w:rsid w:val="001D346A"/>
    <w:rsid w:val="001D52DE"/>
    <w:rsid w:val="001D64D4"/>
    <w:rsid w:val="001D78AE"/>
    <w:rsid w:val="001D7CCF"/>
    <w:rsid w:val="001E1E98"/>
    <w:rsid w:val="001E1FDA"/>
    <w:rsid w:val="001E2DE8"/>
    <w:rsid w:val="001E42BC"/>
    <w:rsid w:val="001E4CB1"/>
    <w:rsid w:val="001E51B0"/>
    <w:rsid w:val="001E5906"/>
    <w:rsid w:val="001E6B20"/>
    <w:rsid w:val="001E6BA6"/>
    <w:rsid w:val="001E72EA"/>
    <w:rsid w:val="001E79D1"/>
    <w:rsid w:val="001F0191"/>
    <w:rsid w:val="001F0CED"/>
    <w:rsid w:val="001F0F56"/>
    <w:rsid w:val="001F11C6"/>
    <w:rsid w:val="001F2588"/>
    <w:rsid w:val="001F2C19"/>
    <w:rsid w:val="001F3837"/>
    <w:rsid w:val="001F42AD"/>
    <w:rsid w:val="001F6733"/>
    <w:rsid w:val="001F6840"/>
    <w:rsid w:val="001F6B57"/>
    <w:rsid w:val="001F70B8"/>
    <w:rsid w:val="001F7535"/>
    <w:rsid w:val="002003C7"/>
    <w:rsid w:val="00200437"/>
    <w:rsid w:val="00200A41"/>
    <w:rsid w:val="002012CF"/>
    <w:rsid w:val="00201321"/>
    <w:rsid w:val="002029B0"/>
    <w:rsid w:val="0020319A"/>
    <w:rsid w:val="00203428"/>
    <w:rsid w:val="002042A5"/>
    <w:rsid w:val="00205865"/>
    <w:rsid w:val="002058D2"/>
    <w:rsid w:val="00205E9F"/>
    <w:rsid w:val="00206346"/>
    <w:rsid w:val="002071D4"/>
    <w:rsid w:val="00210A07"/>
    <w:rsid w:val="00210BB8"/>
    <w:rsid w:val="00210F1B"/>
    <w:rsid w:val="00210F5E"/>
    <w:rsid w:val="00211595"/>
    <w:rsid w:val="00211A6C"/>
    <w:rsid w:val="00211E0A"/>
    <w:rsid w:val="00211FC7"/>
    <w:rsid w:val="002123FC"/>
    <w:rsid w:val="002125A1"/>
    <w:rsid w:val="002126E3"/>
    <w:rsid w:val="00212EB8"/>
    <w:rsid w:val="00212FCA"/>
    <w:rsid w:val="0021403C"/>
    <w:rsid w:val="00214471"/>
    <w:rsid w:val="0021477B"/>
    <w:rsid w:val="00215998"/>
    <w:rsid w:val="0021636A"/>
    <w:rsid w:val="00216457"/>
    <w:rsid w:val="002167B9"/>
    <w:rsid w:val="00216E74"/>
    <w:rsid w:val="00220205"/>
    <w:rsid w:val="00220E7E"/>
    <w:rsid w:val="002212F7"/>
    <w:rsid w:val="00221F23"/>
    <w:rsid w:val="00222081"/>
    <w:rsid w:val="00222487"/>
    <w:rsid w:val="00223515"/>
    <w:rsid w:val="00223769"/>
    <w:rsid w:val="002237B9"/>
    <w:rsid w:val="00223EAD"/>
    <w:rsid w:val="002243D6"/>
    <w:rsid w:val="00224609"/>
    <w:rsid w:val="002256E4"/>
    <w:rsid w:val="0022588C"/>
    <w:rsid w:val="00226387"/>
    <w:rsid w:val="00226469"/>
    <w:rsid w:val="00227713"/>
    <w:rsid w:val="002277A9"/>
    <w:rsid w:val="002277B3"/>
    <w:rsid w:val="00230625"/>
    <w:rsid w:val="00230A83"/>
    <w:rsid w:val="00232135"/>
    <w:rsid w:val="00232145"/>
    <w:rsid w:val="00232275"/>
    <w:rsid w:val="0023280A"/>
    <w:rsid w:val="00233288"/>
    <w:rsid w:val="00233BA8"/>
    <w:rsid w:val="00233CA3"/>
    <w:rsid w:val="00234EAB"/>
    <w:rsid w:val="00235BE3"/>
    <w:rsid w:val="00236CB8"/>
    <w:rsid w:val="00241B9F"/>
    <w:rsid w:val="00242324"/>
    <w:rsid w:val="0024329F"/>
    <w:rsid w:val="00243AC4"/>
    <w:rsid w:val="002443C3"/>
    <w:rsid w:val="002456C3"/>
    <w:rsid w:val="0024573F"/>
    <w:rsid w:val="002461B3"/>
    <w:rsid w:val="00246625"/>
    <w:rsid w:val="00247D50"/>
    <w:rsid w:val="002504AC"/>
    <w:rsid w:val="0025104A"/>
    <w:rsid w:val="002529C9"/>
    <w:rsid w:val="00252F5E"/>
    <w:rsid w:val="00253EC8"/>
    <w:rsid w:val="00255319"/>
    <w:rsid w:val="0025638A"/>
    <w:rsid w:val="00257B14"/>
    <w:rsid w:val="002615F4"/>
    <w:rsid w:val="00262591"/>
    <w:rsid w:val="002635C0"/>
    <w:rsid w:val="002638CE"/>
    <w:rsid w:val="00263FAF"/>
    <w:rsid w:val="00264657"/>
    <w:rsid w:val="00264944"/>
    <w:rsid w:val="00265AAA"/>
    <w:rsid w:val="00266542"/>
    <w:rsid w:val="00267218"/>
    <w:rsid w:val="0026762F"/>
    <w:rsid w:val="00267932"/>
    <w:rsid w:val="00270E1D"/>
    <w:rsid w:val="002710BA"/>
    <w:rsid w:val="0027137A"/>
    <w:rsid w:val="002719F5"/>
    <w:rsid w:val="00271F03"/>
    <w:rsid w:val="002722C7"/>
    <w:rsid w:val="0027244C"/>
    <w:rsid w:val="00272C03"/>
    <w:rsid w:val="00272C6B"/>
    <w:rsid w:val="00272CC8"/>
    <w:rsid w:val="002733C2"/>
    <w:rsid w:val="002736B5"/>
    <w:rsid w:val="00273832"/>
    <w:rsid w:val="00273FA9"/>
    <w:rsid w:val="00274403"/>
    <w:rsid w:val="00274FFA"/>
    <w:rsid w:val="002751E6"/>
    <w:rsid w:val="0027569B"/>
    <w:rsid w:val="0028091A"/>
    <w:rsid w:val="00281A56"/>
    <w:rsid w:val="00283059"/>
    <w:rsid w:val="00283FE8"/>
    <w:rsid w:val="00286397"/>
    <w:rsid w:val="002865B6"/>
    <w:rsid w:val="002869E0"/>
    <w:rsid w:val="00286C92"/>
    <w:rsid w:val="002872C7"/>
    <w:rsid w:val="0028761F"/>
    <w:rsid w:val="00287C68"/>
    <w:rsid w:val="00292059"/>
    <w:rsid w:val="00292859"/>
    <w:rsid w:val="00293154"/>
    <w:rsid w:val="00293C17"/>
    <w:rsid w:val="0029408D"/>
    <w:rsid w:val="00294683"/>
    <w:rsid w:val="002949F0"/>
    <w:rsid w:val="00294C39"/>
    <w:rsid w:val="002952BC"/>
    <w:rsid w:val="002952CA"/>
    <w:rsid w:val="00295518"/>
    <w:rsid w:val="00296C35"/>
    <w:rsid w:val="00297F27"/>
    <w:rsid w:val="002A11F3"/>
    <w:rsid w:val="002A151F"/>
    <w:rsid w:val="002A15E4"/>
    <w:rsid w:val="002A1979"/>
    <w:rsid w:val="002A2623"/>
    <w:rsid w:val="002A2810"/>
    <w:rsid w:val="002A2CC0"/>
    <w:rsid w:val="002A3282"/>
    <w:rsid w:val="002A3D47"/>
    <w:rsid w:val="002A3EEA"/>
    <w:rsid w:val="002A465A"/>
    <w:rsid w:val="002A46DE"/>
    <w:rsid w:val="002A5204"/>
    <w:rsid w:val="002A5DEB"/>
    <w:rsid w:val="002A6577"/>
    <w:rsid w:val="002A6BF9"/>
    <w:rsid w:val="002A71CC"/>
    <w:rsid w:val="002A72D0"/>
    <w:rsid w:val="002B1BBA"/>
    <w:rsid w:val="002B1E42"/>
    <w:rsid w:val="002B224A"/>
    <w:rsid w:val="002B2F94"/>
    <w:rsid w:val="002B3193"/>
    <w:rsid w:val="002B3747"/>
    <w:rsid w:val="002B3AE6"/>
    <w:rsid w:val="002B3DDF"/>
    <w:rsid w:val="002B50C6"/>
    <w:rsid w:val="002B580A"/>
    <w:rsid w:val="002C0551"/>
    <w:rsid w:val="002C05C0"/>
    <w:rsid w:val="002C09D3"/>
    <w:rsid w:val="002C0F86"/>
    <w:rsid w:val="002C1054"/>
    <w:rsid w:val="002C1255"/>
    <w:rsid w:val="002C140B"/>
    <w:rsid w:val="002C1FC1"/>
    <w:rsid w:val="002C2CD4"/>
    <w:rsid w:val="002C3F12"/>
    <w:rsid w:val="002C5169"/>
    <w:rsid w:val="002C5D35"/>
    <w:rsid w:val="002C63C0"/>
    <w:rsid w:val="002C65B0"/>
    <w:rsid w:val="002C6754"/>
    <w:rsid w:val="002D0BC2"/>
    <w:rsid w:val="002D0F7F"/>
    <w:rsid w:val="002D1F26"/>
    <w:rsid w:val="002D2042"/>
    <w:rsid w:val="002D214B"/>
    <w:rsid w:val="002D2362"/>
    <w:rsid w:val="002D283E"/>
    <w:rsid w:val="002D3429"/>
    <w:rsid w:val="002D3557"/>
    <w:rsid w:val="002D5703"/>
    <w:rsid w:val="002D6365"/>
    <w:rsid w:val="002D63FE"/>
    <w:rsid w:val="002D6F72"/>
    <w:rsid w:val="002D7219"/>
    <w:rsid w:val="002D7331"/>
    <w:rsid w:val="002E0018"/>
    <w:rsid w:val="002E0A3F"/>
    <w:rsid w:val="002E2239"/>
    <w:rsid w:val="002E2E09"/>
    <w:rsid w:val="002E3557"/>
    <w:rsid w:val="002E40EF"/>
    <w:rsid w:val="002E4F24"/>
    <w:rsid w:val="002E56D6"/>
    <w:rsid w:val="002E58EF"/>
    <w:rsid w:val="002E6FF2"/>
    <w:rsid w:val="002E7C46"/>
    <w:rsid w:val="002F0035"/>
    <w:rsid w:val="002F0725"/>
    <w:rsid w:val="002F0B4B"/>
    <w:rsid w:val="002F0D34"/>
    <w:rsid w:val="002F0EEF"/>
    <w:rsid w:val="002F13BC"/>
    <w:rsid w:val="002F24B9"/>
    <w:rsid w:val="002F32F1"/>
    <w:rsid w:val="002F4A78"/>
    <w:rsid w:val="002F4AA3"/>
    <w:rsid w:val="002F5128"/>
    <w:rsid w:val="002F6222"/>
    <w:rsid w:val="002F6572"/>
    <w:rsid w:val="002F759D"/>
    <w:rsid w:val="002F78CC"/>
    <w:rsid w:val="003003B8"/>
    <w:rsid w:val="0030129E"/>
    <w:rsid w:val="0030150C"/>
    <w:rsid w:val="00301580"/>
    <w:rsid w:val="003015A2"/>
    <w:rsid w:val="003018A2"/>
    <w:rsid w:val="00301CDE"/>
    <w:rsid w:val="00301DC4"/>
    <w:rsid w:val="00302169"/>
    <w:rsid w:val="00302552"/>
    <w:rsid w:val="003030A5"/>
    <w:rsid w:val="00303B1C"/>
    <w:rsid w:val="00303E2B"/>
    <w:rsid w:val="00304058"/>
    <w:rsid w:val="00305D25"/>
    <w:rsid w:val="00305DF5"/>
    <w:rsid w:val="00306118"/>
    <w:rsid w:val="003066B9"/>
    <w:rsid w:val="0030688D"/>
    <w:rsid w:val="00306E79"/>
    <w:rsid w:val="00307436"/>
    <w:rsid w:val="003109CF"/>
    <w:rsid w:val="00311DF6"/>
    <w:rsid w:val="00312AD9"/>
    <w:rsid w:val="00313107"/>
    <w:rsid w:val="0031367A"/>
    <w:rsid w:val="00314733"/>
    <w:rsid w:val="003152A4"/>
    <w:rsid w:val="003173AC"/>
    <w:rsid w:val="00320C6D"/>
    <w:rsid w:val="00321394"/>
    <w:rsid w:val="0032180F"/>
    <w:rsid w:val="00321918"/>
    <w:rsid w:val="00321C12"/>
    <w:rsid w:val="00321C28"/>
    <w:rsid w:val="00322D53"/>
    <w:rsid w:val="00323071"/>
    <w:rsid w:val="00323183"/>
    <w:rsid w:val="0032335B"/>
    <w:rsid w:val="00323BC1"/>
    <w:rsid w:val="0032403F"/>
    <w:rsid w:val="00324EAB"/>
    <w:rsid w:val="00325435"/>
    <w:rsid w:val="0032580E"/>
    <w:rsid w:val="00325B1B"/>
    <w:rsid w:val="00325E49"/>
    <w:rsid w:val="0032785B"/>
    <w:rsid w:val="00330430"/>
    <w:rsid w:val="00330BBB"/>
    <w:rsid w:val="00330DC9"/>
    <w:rsid w:val="00331FF2"/>
    <w:rsid w:val="00332126"/>
    <w:rsid w:val="00332293"/>
    <w:rsid w:val="00332434"/>
    <w:rsid w:val="003326CB"/>
    <w:rsid w:val="003328B0"/>
    <w:rsid w:val="0033337B"/>
    <w:rsid w:val="0033344C"/>
    <w:rsid w:val="00335A6D"/>
    <w:rsid w:val="00337F55"/>
    <w:rsid w:val="003402F9"/>
    <w:rsid w:val="003408AC"/>
    <w:rsid w:val="003425DC"/>
    <w:rsid w:val="00342B34"/>
    <w:rsid w:val="003431BB"/>
    <w:rsid w:val="0034479F"/>
    <w:rsid w:val="0034718D"/>
    <w:rsid w:val="00347325"/>
    <w:rsid w:val="0034734C"/>
    <w:rsid w:val="00350BB7"/>
    <w:rsid w:val="0035281B"/>
    <w:rsid w:val="003530A8"/>
    <w:rsid w:val="00353D0B"/>
    <w:rsid w:val="00355633"/>
    <w:rsid w:val="00355BD6"/>
    <w:rsid w:val="00355C35"/>
    <w:rsid w:val="00355E48"/>
    <w:rsid w:val="0035603B"/>
    <w:rsid w:val="003578C5"/>
    <w:rsid w:val="00360997"/>
    <w:rsid w:val="00360F94"/>
    <w:rsid w:val="00361E68"/>
    <w:rsid w:val="0036228C"/>
    <w:rsid w:val="00362317"/>
    <w:rsid w:val="00362689"/>
    <w:rsid w:val="00362850"/>
    <w:rsid w:val="003632E7"/>
    <w:rsid w:val="003638F2"/>
    <w:rsid w:val="003656C4"/>
    <w:rsid w:val="00371E5D"/>
    <w:rsid w:val="0037328D"/>
    <w:rsid w:val="00373A0A"/>
    <w:rsid w:val="0037418D"/>
    <w:rsid w:val="00374DCC"/>
    <w:rsid w:val="0037766A"/>
    <w:rsid w:val="0037786F"/>
    <w:rsid w:val="00377A84"/>
    <w:rsid w:val="00381DE7"/>
    <w:rsid w:val="00381E87"/>
    <w:rsid w:val="003829B1"/>
    <w:rsid w:val="003839FD"/>
    <w:rsid w:val="00384650"/>
    <w:rsid w:val="00384761"/>
    <w:rsid w:val="0038478F"/>
    <w:rsid w:val="003852E2"/>
    <w:rsid w:val="00385ADA"/>
    <w:rsid w:val="0038697D"/>
    <w:rsid w:val="003877F3"/>
    <w:rsid w:val="003906CF"/>
    <w:rsid w:val="00390ED9"/>
    <w:rsid w:val="00390F24"/>
    <w:rsid w:val="00391ADA"/>
    <w:rsid w:val="00393063"/>
    <w:rsid w:val="003930AA"/>
    <w:rsid w:val="003930F0"/>
    <w:rsid w:val="00393510"/>
    <w:rsid w:val="0039419C"/>
    <w:rsid w:val="00395416"/>
    <w:rsid w:val="003962CB"/>
    <w:rsid w:val="00397024"/>
    <w:rsid w:val="003971A2"/>
    <w:rsid w:val="00397466"/>
    <w:rsid w:val="00397666"/>
    <w:rsid w:val="003978B2"/>
    <w:rsid w:val="00397BAB"/>
    <w:rsid w:val="00397CED"/>
    <w:rsid w:val="003A0515"/>
    <w:rsid w:val="003A2E96"/>
    <w:rsid w:val="003A2F8F"/>
    <w:rsid w:val="003A3064"/>
    <w:rsid w:val="003A33DE"/>
    <w:rsid w:val="003A3657"/>
    <w:rsid w:val="003A410B"/>
    <w:rsid w:val="003A4656"/>
    <w:rsid w:val="003A5411"/>
    <w:rsid w:val="003A5DF0"/>
    <w:rsid w:val="003A60EE"/>
    <w:rsid w:val="003A717E"/>
    <w:rsid w:val="003B16D0"/>
    <w:rsid w:val="003B3946"/>
    <w:rsid w:val="003B4313"/>
    <w:rsid w:val="003B492F"/>
    <w:rsid w:val="003B4DA7"/>
    <w:rsid w:val="003B607C"/>
    <w:rsid w:val="003B6975"/>
    <w:rsid w:val="003B6EE8"/>
    <w:rsid w:val="003B7152"/>
    <w:rsid w:val="003C1729"/>
    <w:rsid w:val="003C1BE0"/>
    <w:rsid w:val="003C2116"/>
    <w:rsid w:val="003C2587"/>
    <w:rsid w:val="003C28FE"/>
    <w:rsid w:val="003C35E3"/>
    <w:rsid w:val="003C36D2"/>
    <w:rsid w:val="003C4C29"/>
    <w:rsid w:val="003C5065"/>
    <w:rsid w:val="003C5554"/>
    <w:rsid w:val="003C5B57"/>
    <w:rsid w:val="003C6A7D"/>
    <w:rsid w:val="003C7032"/>
    <w:rsid w:val="003C7180"/>
    <w:rsid w:val="003C7246"/>
    <w:rsid w:val="003C78B1"/>
    <w:rsid w:val="003D0747"/>
    <w:rsid w:val="003D0809"/>
    <w:rsid w:val="003D0A24"/>
    <w:rsid w:val="003D0FED"/>
    <w:rsid w:val="003D1252"/>
    <w:rsid w:val="003D14A0"/>
    <w:rsid w:val="003D1B0A"/>
    <w:rsid w:val="003D1C3C"/>
    <w:rsid w:val="003D1E5D"/>
    <w:rsid w:val="003D1F84"/>
    <w:rsid w:val="003D59A2"/>
    <w:rsid w:val="003D6C88"/>
    <w:rsid w:val="003D7236"/>
    <w:rsid w:val="003E1B17"/>
    <w:rsid w:val="003E2C58"/>
    <w:rsid w:val="003E3ABE"/>
    <w:rsid w:val="003E45C1"/>
    <w:rsid w:val="003E4FD5"/>
    <w:rsid w:val="003E5609"/>
    <w:rsid w:val="003E6A56"/>
    <w:rsid w:val="003F06DA"/>
    <w:rsid w:val="003F0F39"/>
    <w:rsid w:val="003F1928"/>
    <w:rsid w:val="003F2188"/>
    <w:rsid w:val="003F2677"/>
    <w:rsid w:val="003F3CD0"/>
    <w:rsid w:val="003F4D41"/>
    <w:rsid w:val="003F5687"/>
    <w:rsid w:val="003F58E6"/>
    <w:rsid w:val="003F5E52"/>
    <w:rsid w:val="003F68B0"/>
    <w:rsid w:val="003F708E"/>
    <w:rsid w:val="003F737E"/>
    <w:rsid w:val="00400B7C"/>
    <w:rsid w:val="00400CE2"/>
    <w:rsid w:val="00400FB0"/>
    <w:rsid w:val="00402E45"/>
    <w:rsid w:val="0040413C"/>
    <w:rsid w:val="00404831"/>
    <w:rsid w:val="004048F2"/>
    <w:rsid w:val="00404B18"/>
    <w:rsid w:val="00404D77"/>
    <w:rsid w:val="0040673A"/>
    <w:rsid w:val="0040696C"/>
    <w:rsid w:val="00406CEE"/>
    <w:rsid w:val="004105D2"/>
    <w:rsid w:val="00410AEC"/>
    <w:rsid w:val="004110A8"/>
    <w:rsid w:val="0041218E"/>
    <w:rsid w:val="004122B0"/>
    <w:rsid w:val="00412918"/>
    <w:rsid w:val="00412CE0"/>
    <w:rsid w:val="00412D89"/>
    <w:rsid w:val="00413106"/>
    <w:rsid w:val="00413AD8"/>
    <w:rsid w:val="0041476C"/>
    <w:rsid w:val="00414E63"/>
    <w:rsid w:val="00414E68"/>
    <w:rsid w:val="00414FC2"/>
    <w:rsid w:val="004152B5"/>
    <w:rsid w:val="004159F0"/>
    <w:rsid w:val="00416593"/>
    <w:rsid w:val="0041694C"/>
    <w:rsid w:val="00416BA1"/>
    <w:rsid w:val="0041741F"/>
    <w:rsid w:val="004174C2"/>
    <w:rsid w:val="00417698"/>
    <w:rsid w:val="004178E2"/>
    <w:rsid w:val="00417A95"/>
    <w:rsid w:val="00421031"/>
    <w:rsid w:val="004211A3"/>
    <w:rsid w:val="004213F7"/>
    <w:rsid w:val="00421D18"/>
    <w:rsid w:val="00422BE4"/>
    <w:rsid w:val="004233EB"/>
    <w:rsid w:val="00423EC8"/>
    <w:rsid w:val="00424D3B"/>
    <w:rsid w:val="00424F0F"/>
    <w:rsid w:val="0042680C"/>
    <w:rsid w:val="004272DB"/>
    <w:rsid w:val="0043026C"/>
    <w:rsid w:val="00431097"/>
    <w:rsid w:val="00431407"/>
    <w:rsid w:val="004314E5"/>
    <w:rsid w:val="00432CED"/>
    <w:rsid w:val="00432DF1"/>
    <w:rsid w:val="0043335D"/>
    <w:rsid w:val="0043378A"/>
    <w:rsid w:val="00433A05"/>
    <w:rsid w:val="00433E50"/>
    <w:rsid w:val="00434E35"/>
    <w:rsid w:val="00435441"/>
    <w:rsid w:val="00436419"/>
    <w:rsid w:val="0043697C"/>
    <w:rsid w:val="00437DE6"/>
    <w:rsid w:val="00437E15"/>
    <w:rsid w:val="004408BC"/>
    <w:rsid w:val="00440AAA"/>
    <w:rsid w:val="00440BFC"/>
    <w:rsid w:val="00441914"/>
    <w:rsid w:val="00442C29"/>
    <w:rsid w:val="004436B9"/>
    <w:rsid w:val="004438F3"/>
    <w:rsid w:val="00443B8D"/>
    <w:rsid w:val="004443FA"/>
    <w:rsid w:val="004463E7"/>
    <w:rsid w:val="00446569"/>
    <w:rsid w:val="004465FE"/>
    <w:rsid w:val="0044671E"/>
    <w:rsid w:val="00450644"/>
    <w:rsid w:val="00451B38"/>
    <w:rsid w:val="00452699"/>
    <w:rsid w:val="00453BDC"/>
    <w:rsid w:val="00453F2B"/>
    <w:rsid w:val="00455D8D"/>
    <w:rsid w:val="0045653B"/>
    <w:rsid w:val="004567C2"/>
    <w:rsid w:val="00456875"/>
    <w:rsid w:val="00456C33"/>
    <w:rsid w:val="0045748D"/>
    <w:rsid w:val="0045792D"/>
    <w:rsid w:val="004603B6"/>
    <w:rsid w:val="00460B9D"/>
    <w:rsid w:val="004611B5"/>
    <w:rsid w:val="004613E8"/>
    <w:rsid w:val="00461506"/>
    <w:rsid w:val="00461ADA"/>
    <w:rsid w:val="004636E7"/>
    <w:rsid w:val="00463E50"/>
    <w:rsid w:val="00465317"/>
    <w:rsid w:val="0046628F"/>
    <w:rsid w:val="00466434"/>
    <w:rsid w:val="004665FF"/>
    <w:rsid w:val="00466764"/>
    <w:rsid w:val="00467402"/>
    <w:rsid w:val="00467B4C"/>
    <w:rsid w:val="00467C71"/>
    <w:rsid w:val="0047013B"/>
    <w:rsid w:val="00470DA9"/>
    <w:rsid w:val="00470EEA"/>
    <w:rsid w:val="0047100C"/>
    <w:rsid w:val="00471233"/>
    <w:rsid w:val="004719A4"/>
    <w:rsid w:val="00472007"/>
    <w:rsid w:val="004724FE"/>
    <w:rsid w:val="00472599"/>
    <w:rsid w:val="004727B6"/>
    <w:rsid w:val="004727E5"/>
    <w:rsid w:val="0047439A"/>
    <w:rsid w:val="00474E25"/>
    <w:rsid w:val="00476518"/>
    <w:rsid w:val="00477BF2"/>
    <w:rsid w:val="00477F0D"/>
    <w:rsid w:val="00480463"/>
    <w:rsid w:val="00480A6F"/>
    <w:rsid w:val="00480DF9"/>
    <w:rsid w:val="004812CD"/>
    <w:rsid w:val="00481440"/>
    <w:rsid w:val="0048178C"/>
    <w:rsid w:val="00482BA1"/>
    <w:rsid w:val="00484196"/>
    <w:rsid w:val="00484C2D"/>
    <w:rsid w:val="0048697F"/>
    <w:rsid w:val="00487790"/>
    <w:rsid w:val="004877A9"/>
    <w:rsid w:val="004879A4"/>
    <w:rsid w:val="00487DF1"/>
    <w:rsid w:val="0049035B"/>
    <w:rsid w:val="004903A6"/>
    <w:rsid w:val="0049158F"/>
    <w:rsid w:val="00491A6D"/>
    <w:rsid w:val="00492192"/>
    <w:rsid w:val="0049297A"/>
    <w:rsid w:val="00494065"/>
    <w:rsid w:val="00494E05"/>
    <w:rsid w:val="00494FEC"/>
    <w:rsid w:val="00495620"/>
    <w:rsid w:val="004956F2"/>
    <w:rsid w:val="00495D44"/>
    <w:rsid w:val="00495E92"/>
    <w:rsid w:val="004962B8"/>
    <w:rsid w:val="004967D3"/>
    <w:rsid w:val="00496805"/>
    <w:rsid w:val="00496C5B"/>
    <w:rsid w:val="0049797A"/>
    <w:rsid w:val="004A07B1"/>
    <w:rsid w:val="004A21F1"/>
    <w:rsid w:val="004A31DD"/>
    <w:rsid w:val="004A3510"/>
    <w:rsid w:val="004A3C72"/>
    <w:rsid w:val="004A4275"/>
    <w:rsid w:val="004A4AC5"/>
    <w:rsid w:val="004A5152"/>
    <w:rsid w:val="004A5EA6"/>
    <w:rsid w:val="004A69AF"/>
    <w:rsid w:val="004A6CA1"/>
    <w:rsid w:val="004A7164"/>
    <w:rsid w:val="004B1288"/>
    <w:rsid w:val="004B1E8D"/>
    <w:rsid w:val="004B228C"/>
    <w:rsid w:val="004B2934"/>
    <w:rsid w:val="004B2939"/>
    <w:rsid w:val="004B307F"/>
    <w:rsid w:val="004B4B28"/>
    <w:rsid w:val="004B614D"/>
    <w:rsid w:val="004C0CB1"/>
    <w:rsid w:val="004C17C8"/>
    <w:rsid w:val="004C1944"/>
    <w:rsid w:val="004C2112"/>
    <w:rsid w:val="004C29E0"/>
    <w:rsid w:val="004C2D0A"/>
    <w:rsid w:val="004C2D15"/>
    <w:rsid w:val="004C2E72"/>
    <w:rsid w:val="004C3DA6"/>
    <w:rsid w:val="004C4C46"/>
    <w:rsid w:val="004C5BC3"/>
    <w:rsid w:val="004C5CB4"/>
    <w:rsid w:val="004C63FD"/>
    <w:rsid w:val="004C65B8"/>
    <w:rsid w:val="004C784F"/>
    <w:rsid w:val="004C78F2"/>
    <w:rsid w:val="004D07C7"/>
    <w:rsid w:val="004D1B61"/>
    <w:rsid w:val="004D1DE2"/>
    <w:rsid w:val="004D2972"/>
    <w:rsid w:val="004D2F8F"/>
    <w:rsid w:val="004D3D29"/>
    <w:rsid w:val="004D3EDF"/>
    <w:rsid w:val="004D4207"/>
    <w:rsid w:val="004D4764"/>
    <w:rsid w:val="004D52F8"/>
    <w:rsid w:val="004D5401"/>
    <w:rsid w:val="004D5970"/>
    <w:rsid w:val="004D6A6B"/>
    <w:rsid w:val="004D6A6F"/>
    <w:rsid w:val="004D70E3"/>
    <w:rsid w:val="004E0C50"/>
    <w:rsid w:val="004E109A"/>
    <w:rsid w:val="004E10D4"/>
    <w:rsid w:val="004E1A5B"/>
    <w:rsid w:val="004E350E"/>
    <w:rsid w:val="004E4230"/>
    <w:rsid w:val="004E4235"/>
    <w:rsid w:val="004E4724"/>
    <w:rsid w:val="004E51E6"/>
    <w:rsid w:val="004E5485"/>
    <w:rsid w:val="004E64C7"/>
    <w:rsid w:val="004E67B7"/>
    <w:rsid w:val="004E6FDB"/>
    <w:rsid w:val="004E72CC"/>
    <w:rsid w:val="004E72E1"/>
    <w:rsid w:val="004E78FC"/>
    <w:rsid w:val="004F00B4"/>
    <w:rsid w:val="004F09CB"/>
    <w:rsid w:val="004F1BCD"/>
    <w:rsid w:val="004F20F3"/>
    <w:rsid w:val="004F2AD6"/>
    <w:rsid w:val="004F2CD2"/>
    <w:rsid w:val="004F30B2"/>
    <w:rsid w:val="004F30BD"/>
    <w:rsid w:val="004F44D3"/>
    <w:rsid w:val="004F4627"/>
    <w:rsid w:val="004F7372"/>
    <w:rsid w:val="004F769E"/>
    <w:rsid w:val="004F778D"/>
    <w:rsid w:val="004F79B0"/>
    <w:rsid w:val="0050298E"/>
    <w:rsid w:val="0050337C"/>
    <w:rsid w:val="00503809"/>
    <w:rsid w:val="00503D7D"/>
    <w:rsid w:val="00504928"/>
    <w:rsid w:val="00504B7A"/>
    <w:rsid w:val="00505169"/>
    <w:rsid w:val="00506751"/>
    <w:rsid w:val="00506A83"/>
    <w:rsid w:val="00506DB9"/>
    <w:rsid w:val="005072E0"/>
    <w:rsid w:val="00507387"/>
    <w:rsid w:val="005073F2"/>
    <w:rsid w:val="00507D4C"/>
    <w:rsid w:val="005109EB"/>
    <w:rsid w:val="0051165A"/>
    <w:rsid w:val="00511E07"/>
    <w:rsid w:val="00512304"/>
    <w:rsid w:val="00513AD4"/>
    <w:rsid w:val="00513CE7"/>
    <w:rsid w:val="00514629"/>
    <w:rsid w:val="00515610"/>
    <w:rsid w:val="00515B4D"/>
    <w:rsid w:val="00515E05"/>
    <w:rsid w:val="00515FE4"/>
    <w:rsid w:val="00516055"/>
    <w:rsid w:val="00517CAE"/>
    <w:rsid w:val="00517D2E"/>
    <w:rsid w:val="00517DC5"/>
    <w:rsid w:val="0052192C"/>
    <w:rsid w:val="00522776"/>
    <w:rsid w:val="0052351E"/>
    <w:rsid w:val="0052488C"/>
    <w:rsid w:val="00524B60"/>
    <w:rsid w:val="00524CB0"/>
    <w:rsid w:val="00525D19"/>
    <w:rsid w:val="00525DBA"/>
    <w:rsid w:val="00526169"/>
    <w:rsid w:val="005261FE"/>
    <w:rsid w:val="00526576"/>
    <w:rsid w:val="005268C3"/>
    <w:rsid w:val="005268E2"/>
    <w:rsid w:val="00526A0E"/>
    <w:rsid w:val="005276B9"/>
    <w:rsid w:val="0053024C"/>
    <w:rsid w:val="00530E86"/>
    <w:rsid w:val="00531235"/>
    <w:rsid w:val="00531D0F"/>
    <w:rsid w:val="00532DDA"/>
    <w:rsid w:val="00532E7F"/>
    <w:rsid w:val="00533419"/>
    <w:rsid w:val="00533598"/>
    <w:rsid w:val="005335B4"/>
    <w:rsid w:val="00533B28"/>
    <w:rsid w:val="00534941"/>
    <w:rsid w:val="005355D7"/>
    <w:rsid w:val="00536358"/>
    <w:rsid w:val="005367AE"/>
    <w:rsid w:val="00536E73"/>
    <w:rsid w:val="00537AB7"/>
    <w:rsid w:val="00540BCB"/>
    <w:rsid w:val="00541B83"/>
    <w:rsid w:val="00541C40"/>
    <w:rsid w:val="00541D73"/>
    <w:rsid w:val="00542804"/>
    <w:rsid w:val="005432A3"/>
    <w:rsid w:val="00543B82"/>
    <w:rsid w:val="00543C9C"/>
    <w:rsid w:val="00544015"/>
    <w:rsid w:val="00544ED8"/>
    <w:rsid w:val="005455A8"/>
    <w:rsid w:val="00545D2C"/>
    <w:rsid w:val="005463AE"/>
    <w:rsid w:val="00546DA0"/>
    <w:rsid w:val="005473EF"/>
    <w:rsid w:val="00550245"/>
    <w:rsid w:val="0055060A"/>
    <w:rsid w:val="005518D6"/>
    <w:rsid w:val="00551F85"/>
    <w:rsid w:val="00552534"/>
    <w:rsid w:val="00553FBF"/>
    <w:rsid w:val="00554235"/>
    <w:rsid w:val="0055648D"/>
    <w:rsid w:val="0056044C"/>
    <w:rsid w:val="005606A0"/>
    <w:rsid w:val="005614B4"/>
    <w:rsid w:val="00562272"/>
    <w:rsid w:val="00562468"/>
    <w:rsid w:val="005625ED"/>
    <w:rsid w:val="005632DA"/>
    <w:rsid w:val="0056474E"/>
    <w:rsid w:val="005651A8"/>
    <w:rsid w:val="00565CDD"/>
    <w:rsid w:val="00566373"/>
    <w:rsid w:val="00566412"/>
    <w:rsid w:val="00566F43"/>
    <w:rsid w:val="00567AA8"/>
    <w:rsid w:val="00567DD1"/>
    <w:rsid w:val="00567EEF"/>
    <w:rsid w:val="00570289"/>
    <w:rsid w:val="00571A9C"/>
    <w:rsid w:val="00572205"/>
    <w:rsid w:val="00572264"/>
    <w:rsid w:val="005731FB"/>
    <w:rsid w:val="00573251"/>
    <w:rsid w:val="005741F5"/>
    <w:rsid w:val="005745F7"/>
    <w:rsid w:val="005749EC"/>
    <w:rsid w:val="00574C6F"/>
    <w:rsid w:val="005762A4"/>
    <w:rsid w:val="00576C08"/>
    <w:rsid w:val="00577115"/>
    <w:rsid w:val="00577B06"/>
    <w:rsid w:val="00577DE6"/>
    <w:rsid w:val="00580165"/>
    <w:rsid w:val="00580B7B"/>
    <w:rsid w:val="00581125"/>
    <w:rsid w:val="00581D19"/>
    <w:rsid w:val="00581E71"/>
    <w:rsid w:val="005825EE"/>
    <w:rsid w:val="0058278A"/>
    <w:rsid w:val="00583253"/>
    <w:rsid w:val="00583DC6"/>
    <w:rsid w:val="00583FE6"/>
    <w:rsid w:val="005841D4"/>
    <w:rsid w:val="00584467"/>
    <w:rsid w:val="00584E3F"/>
    <w:rsid w:val="00585A1F"/>
    <w:rsid w:val="00585A35"/>
    <w:rsid w:val="00585A8E"/>
    <w:rsid w:val="00585B2B"/>
    <w:rsid w:val="00585DCD"/>
    <w:rsid w:val="00586117"/>
    <w:rsid w:val="00586159"/>
    <w:rsid w:val="00586574"/>
    <w:rsid w:val="00586F81"/>
    <w:rsid w:val="005908B4"/>
    <w:rsid w:val="00590E16"/>
    <w:rsid w:val="005918B5"/>
    <w:rsid w:val="0059191A"/>
    <w:rsid w:val="00591BD0"/>
    <w:rsid w:val="00591BEC"/>
    <w:rsid w:val="00591D7F"/>
    <w:rsid w:val="00592393"/>
    <w:rsid w:val="00592E6A"/>
    <w:rsid w:val="00593C18"/>
    <w:rsid w:val="00594133"/>
    <w:rsid w:val="00594920"/>
    <w:rsid w:val="00594B5C"/>
    <w:rsid w:val="00594EE1"/>
    <w:rsid w:val="00596708"/>
    <w:rsid w:val="00597083"/>
    <w:rsid w:val="005A0C85"/>
    <w:rsid w:val="005A0F2F"/>
    <w:rsid w:val="005A102D"/>
    <w:rsid w:val="005A11B1"/>
    <w:rsid w:val="005A19CD"/>
    <w:rsid w:val="005A1BFB"/>
    <w:rsid w:val="005A2715"/>
    <w:rsid w:val="005A2E39"/>
    <w:rsid w:val="005A3327"/>
    <w:rsid w:val="005A409A"/>
    <w:rsid w:val="005A5027"/>
    <w:rsid w:val="005A51E4"/>
    <w:rsid w:val="005A5DD3"/>
    <w:rsid w:val="005A6547"/>
    <w:rsid w:val="005A6A2D"/>
    <w:rsid w:val="005A6E34"/>
    <w:rsid w:val="005A7A4D"/>
    <w:rsid w:val="005B053D"/>
    <w:rsid w:val="005B0794"/>
    <w:rsid w:val="005B082E"/>
    <w:rsid w:val="005B08D7"/>
    <w:rsid w:val="005B0AE9"/>
    <w:rsid w:val="005B1363"/>
    <w:rsid w:val="005B21C3"/>
    <w:rsid w:val="005B28C9"/>
    <w:rsid w:val="005B2BE1"/>
    <w:rsid w:val="005B33C3"/>
    <w:rsid w:val="005B5043"/>
    <w:rsid w:val="005B525F"/>
    <w:rsid w:val="005B7441"/>
    <w:rsid w:val="005B74B0"/>
    <w:rsid w:val="005B75A2"/>
    <w:rsid w:val="005B7D54"/>
    <w:rsid w:val="005C029D"/>
    <w:rsid w:val="005C06E5"/>
    <w:rsid w:val="005C0D0B"/>
    <w:rsid w:val="005C0F04"/>
    <w:rsid w:val="005C15A8"/>
    <w:rsid w:val="005C1826"/>
    <w:rsid w:val="005C1BE5"/>
    <w:rsid w:val="005C1F14"/>
    <w:rsid w:val="005C216D"/>
    <w:rsid w:val="005C2347"/>
    <w:rsid w:val="005C2823"/>
    <w:rsid w:val="005C2A8D"/>
    <w:rsid w:val="005C3321"/>
    <w:rsid w:val="005C3B27"/>
    <w:rsid w:val="005C56C4"/>
    <w:rsid w:val="005C639A"/>
    <w:rsid w:val="005C65F0"/>
    <w:rsid w:val="005D1720"/>
    <w:rsid w:val="005D2282"/>
    <w:rsid w:val="005D241D"/>
    <w:rsid w:val="005D27A1"/>
    <w:rsid w:val="005D39A2"/>
    <w:rsid w:val="005D5137"/>
    <w:rsid w:val="005D5E86"/>
    <w:rsid w:val="005D6051"/>
    <w:rsid w:val="005D6432"/>
    <w:rsid w:val="005D69A7"/>
    <w:rsid w:val="005D6A6F"/>
    <w:rsid w:val="005D6D6D"/>
    <w:rsid w:val="005D76F5"/>
    <w:rsid w:val="005D77E3"/>
    <w:rsid w:val="005D78A5"/>
    <w:rsid w:val="005E0053"/>
    <w:rsid w:val="005E0C48"/>
    <w:rsid w:val="005E0FB1"/>
    <w:rsid w:val="005E1CA3"/>
    <w:rsid w:val="005E1E9D"/>
    <w:rsid w:val="005E2D29"/>
    <w:rsid w:val="005E3AB3"/>
    <w:rsid w:val="005E4088"/>
    <w:rsid w:val="005E7C71"/>
    <w:rsid w:val="005F0301"/>
    <w:rsid w:val="005F16F7"/>
    <w:rsid w:val="005F27DB"/>
    <w:rsid w:val="005F2A32"/>
    <w:rsid w:val="005F2A51"/>
    <w:rsid w:val="005F4167"/>
    <w:rsid w:val="005F5389"/>
    <w:rsid w:val="006009F5"/>
    <w:rsid w:val="00601533"/>
    <w:rsid w:val="00601B9B"/>
    <w:rsid w:val="00601D3B"/>
    <w:rsid w:val="00602141"/>
    <w:rsid w:val="00602E19"/>
    <w:rsid w:val="00603AEB"/>
    <w:rsid w:val="006045B2"/>
    <w:rsid w:val="0060502D"/>
    <w:rsid w:val="00605115"/>
    <w:rsid w:val="006055D5"/>
    <w:rsid w:val="006058BD"/>
    <w:rsid w:val="006066ED"/>
    <w:rsid w:val="00606B1F"/>
    <w:rsid w:val="00606D75"/>
    <w:rsid w:val="00606FE6"/>
    <w:rsid w:val="00610893"/>
    <w:rsid w:val="00610AF9"/>
    <w:rsid w:val="00610BAA"/>
    <w:rsid w:val="00610C60"/>
    <w:rsid w:val="00611BB3"/>
    <w:rsid w:val="00613159"/>
    <w:rsid w:val="00613C23"/>
    <w:rsid w:val="00614BB7"/>
    <w:rsid w:val="00615119"/>
    <w:rsid w:val="0061567E"/>
    <w:rsid w:val="00615B2F"/>
    <w:rsid w:val="0061765D"/>
    <w:rsid w:val="00617E9D"/>
    <w:rsid w:val="00620D13"/>
    <w:rsid w:val="0062162C"/>
    <w:rsid w:val="006221C6"/>
    <w:rsid w:val="00622B5D"/>
    <w:rsid w:val="0062344F"/>
    <w:rsid w:val="00625669"/>
    <w:rsid w:val="00625BA8"/>
    <w:rsid w:val="006265E1"/>
    <w:rsid w:val="00626D40"/>
    <w:rsid w:val="006309EC"/>
    <w:rsid w:val="00630AA9"/>
    <w:rsid w:val="00632B74"/>
    <w:rsid w:val="006342D4"/>
    <w:rsid w:val="00634C4D"/>
    <w:rsid w:val="00634E50"/>
    <w:rsid w:val="00634F71"/>
    <w:rsid w:val="00634FCC"/>
    <w:rsid w:val="006353E4"/>
    <w:rsid w:val="006355F7"/>
    <w:rsid w:val="006358CD"/>
    <w:rsid w:val="006368CB"/>
    <w:rsid w:val="00640654"/>
    <w:rsid w:val="00641564"/>
    <w:rsid w:val="00642287"/>
    <w:rsid w:val="00642DDD"/>
    <w:rsid w:val="00643C63"/>
    <w:rsid w:val="00644DA7"/>
    <w:rsid w:val="00645042"/>
    <w:rsid w:val="00645769"/>
    <w:rsid w:val="00646159"/>
    <w:rsid w:val="00646E37"/>
    <w:rsid w:val="00647061"/>
    <w:rsid w:val="006470B1"/>
    <w:rsid w:val="00647641"/>
    <w:rsid w:val="006502D8"/>
    <w:rsid w:val="00651411"/>
    <w:rsid w:val="00652299"/>
    <w:rsid w:val="00652795"/>
    <w:rsid w:val="006542A7"/>
    <w:rsid w:val="00654403"/>
    <w:rsid w:val="00655F46"/>
    <w:rsid w:val="00656204"/>
    <w:rsid w:val="00656360"/>
    <w:rsid w:val="00657AD7"/>
    <w:rsid w:val="00660EF9"/>
    <w:rsid w:val="006611B0"/>
    <w:rsid w:val="0066183F"/>
    <w:rsid w:val="00661CC1"/>
    <w:rsid w:val="0066437A"/>
    <w:rsid w:val="00664DEC"/>
    <w:rsid w:val="006657B0"/>
    <w:rsid w:val="00665F65"/>
    <w:rsid w:val="006669C2"/>
    <w:rsid w:val="00666B52"/>
    <w:rsid w:val="006670D2"/>
    <w:rsid w:val="00667B8A"/>
    <w:rsid w:val="00667C6E"/>
    <w:rsid w:val="00667D8D"/>
    <w:rsid w:val="0067011B"/>
    <w:rsid w:val="006706FB"/>
    <w:rsid w:val="00670BCA"/>
    <w:rsid w:val="00670ECF"/>
    <w:rsid w:val="00670FBF"/>
    <w:rsid w:val="006726BE"/>
    <w:rsid w:val="00672767"/>
    <w:rsid w:val="00672979"/>
    <w:rsid w:val="00672A12"/>
    <w:rsid w:val="00673317"/>
    <w:rsid w:val="006743D3"/>
    <w:rsid w:val="00676182"/>
    <w:rsid w:val="0067692A"/>
    <w:rsid w:val="00680E46"/>
    <w:rsid w:val="00681416"/>
    <w:rsid w:val="006825FF"/>
    <w:rsid w:val="00684FF3"/>
    <w:rsid w:val="00685034"/>
    <w:rsid w:val="0068574E"/>
    <w:rsid w:val="006860AE"/>
    <w:rsid w:val="006867FC"/>
    <w:rsid w:val="006911CE"/>
    <w:rsid w:val="00691DC7"/>
    <w:rsid w:val="00691DEC"/>
    <w:rsid w:val="00692363"/>
    <w:rsid w:val="00692FEA"/>
    <w:rsid w:val="006936DE"/>
    <w:rsid w:val="006937FD"/>
    <w:rsid w:val="006941FB"/>
    <w:rsid w:val="00696015"/>
    <w:rsid w:val="00696029"/>
    <w:rsid w:val="00696DCC"/>
    <w:rsid w:val="0069718B"/>
    <w:rsid w:val="006976A4"/>
    <w:rsid w:val="00697AC4"/>
    <w:rsid w:val="006A094F"/>
    <w:rsid w:val="006A0C7B"/>
    <w:rsid w:val="006A14D8"/>
    <w:rsid w:val="006A3416"/>
    <w:rsid w:val="006A35FA"/>
    <w:rsid w:val="006A40C6"/>
    <w:rsid w:val="006A41E0"/>
    <w:rsid w:val="006A4551"/>
    <w:rsid w:val="006A4E68"/>
    <w:rsid w:val="006A5785"/>
    <w:rsid w:val="006A5956"/>
    <w:rsid w:val="006A600B"/>
    <w:rsid w:val="006A6474"/>
    <w:rsid w:val="006A70C4"/>
    <w:rsid w:val="006A78FE"/>
    <w:rsid w:val="006A7A65"/>
    <w:rsid w:val="006B392A"/>
    <w:rsid w:val="006B3AE3"/>
    <w:rsid w:val="006B431A"/>
    <w:rsid w:val="006B47DC"/>
    <w:rsid w:val="006B5D90"/>
    <w:rsid w:val="006B6592"/>
    <w:rsid w:val="006B74FC"/>
    <w:rsid w:val="006B7865"/>
    <w:rsid w:val="006C0083"/>
    <w:rsid w:val="006C04B5"/>
    <w:rsid w:val="006C2292"/>
    <w:rsid w:val="006C28C1"/>
    <w:rsid w:val="006C2C8C"/>
    <w:rsid w:val="006C3C77"/>
    <w:rsid w:val="006C3D46"/>
    <w:rsid w:val="006C42C3"/>
    <w:rsid w:val="006C5A79"/>
    <w:rsid w:val="006C6C2F"/>
    <w:rsid w:val="006D021C"/>
    <w:rsid w:val="006D0921"/>
    <w:rsid w:val="006D0B49"/>
    <w:rsid w:val="006D25A6"/>
    <w:rsid w:val="006D442B"/>
    <w:rsid w:val="006D4784"/>
    <w:rsid w:val="006D4BAB"/>
    <w:rsid w:val="006D51D6"/>
    <w:rsid w:val="006D58A7"/>
    <w:rsid w:val="006D6082"/>
    <w:rsid w:val="006D63A6"/>
    <w:rsid w:val="006D646D"/>
    <w:rsid w:val="006D70F3"/>
    <w:rsid w:val="006D7424"/>
    <w:rsid w:val="006D768B"/>
    <w:rsid w:val="006D7C4B"/>
    <w:rsid w:val="006D7DE8"/>
    <w:rsid w:val="006E2A8C"/>
    <w:rsid w:val="006E3430"/>
    <w:rsid w:val="006E36FA"/>
    <w:rsid w:val="006E4A6A"/>
    <w:rsid w:val="006E4ECF"/>
    <w:rsid w:val="006E4FFD"/>
    <w:rsid w:val="006E5479"/>
    <w:rsid w:val="006E605B"/>
    <w:rsid w:val="006E6A53"/>
    <w:rsid w:val="006E6C2F"/>
    <w:rsid w:val="006E735A"/>
    <w:rsid w:val="006E7B53"/>
    <w:rsid w:val="006F0D6D"/>
    <w:rsid w:val="006F1CF6"/>
    <w:rsid w:val="006F1F5F"/>
    <w:rsid w:val="006F22D3"/>
    <w:rsid w:val="006F2A70"/>
    <w:rsid w:val="006F330F"/>
    <w:rsid w:val="006F3AAF"/>
    <w:rsid w:val="006F3C10"/>
    <w:rsid w:val="006F4846"/>
    <w:rsid w:val="006F4B37"/>
    <w:rsid w:val="006F4BE6"/>
    <w:rsid w:val="006F5397"/>
    <w:rsid w:val="006F5CDA"/>
    <w:rsid w:val="006F6D6B"/>
    <w:rsid w:val="006F7617"/>
    <w:rsid w:val="006F765F"/>
    <w:rsid w:val="006F7B18"/>
    <w:rsid w:val="006F7E7D"/>
    <w:rsid w:val="007005BB"/>
    <w:rsid w:val="0070078F"/>
    <w:rsid w:val="00700AC9"/>
    <w:rsid w:val="00701F2B"/>
    <w:rsid w:val="00702CF9"/>
    <w:rsid w:val="007036FD"/>
    <w:rsid w:val="00703EB6"/>
    <w:rsid w:val="00705C5D"/>
    <w:rsid w:val="00707278"/>
    <w:rsid w:val="007101AD"/>
    <w:rsid w:val="00710855"/>
    <w:rsid w:val="0071116B"/>
    <w:rsid w:val="007116D3"/>
    <w:rsid w:val="007116DD"/>
    <w:rsid w:val="0071306E"/>
    <w:rsid w:val="00713BA4"/>
    <w:rsid w:val="00713E87"/>
    <w:rsid w:val="00714E00"/>
    <w:rsid w:val="00715670"/>
    <w:rsid w:val="00716792"/>
    <w:rsid w:val="00716942"/>
    <w:rsid w:val="00716A04"/>
    <w:rsid w:val="00716B05"/>
    <w:rsid w:val="007170BC"/>
    <w:rsid w:val="00720470"/>
    <w:rsid w:val="0072082C"/>
    <w:rsid w:val="00720A24"/>
    <w:rsid w:val="007228BC"/>
    <w:rsid w:val="00723977"/>
    <w:rsid w:val="00724194"/>
    <w:rsid w:val="0072421D"/>
    <w:rsid w:val="00725308"/>
    <w:rsid w:val="00725E17"/>
    <w:rsid w:val="00725F49"/>
    <w:rsid w:val="00725F9E"/>
    <w:rsid w:val="007278BE"/>
    <w:rsid w:val="00727E38"/>
    <w:rsid w:val="00730681"/>
    <w:rsid w:val="00730781"/>
    <w:rsid w:val="0073092D"/>
    <w:rsid w:val="00731244"/>
    <w:rsid w:val="00731380"/>
    <w:rsid w:val="00731D13"/>
    <w:rsid w:val="00732A56"/>
    <w:rsid w:val="00733C62"/>
    <w:rsid w:val="00734F34"/>
    <w:rsid w:val="00737D36"/>
    <w:rsid w:val="00737E1F"/>
    <w:rsid w:val="007416D1"/>
    <w:rsid w:val="00741855"/>
    <w:rsid w:val="00742EA1"/>
    <w:rsid w:val="00742F77"/>
    <w:rsid w:val="00743B04"/>
    <w:rsid w:val="00743C25"/>
    <w:rsid w:val="007440B3"/>
    <w:rsid w:val="00744DF9"/>
    <w:rsid w:val="00744E94"/>
    <w:rsid w:val="00745658"/>
    <w:rsid w:val="007458EB"/>
    <w:rsid w:val="00745BD7"/>
    <w:rsid w:val="007460EB"/>
    <w:rsid w:val="00746ED8"/>
    <w:rsid w:val="0074710F"/>
    <w:rsid w:val="00747AF7"/>
    <w:rsid w:val="007504EE"/>
    <w:rsid w:val="00750AA5"/>
    <w:rsid w:val="00754C40"/>
    <w:rsid w:val="00754EA4"/>
    <w:rsid w:val="00754EC8"/>
    <w:rsid w:val="0075642A"/>
    <w:rsid w:val="00756E33"/>
    <w:rsid w:val="00757000"/>
    <w:rsid w:val="0076004A"/>
    <w:rsid w:val="00760A99"/>
    <w:rsid w:val="00760E2B"/>
    <w:rsid w:val="00760E4E"/>
    <w:rsid w:val="00760F6A"/>
    <w:rsid w:val="00761742"/>
    <w:rsid w:val="007617D4"/>
    <w:rsid w:val="00762857"/>
    <w:rsid w:val="00764C8D"/>
    <w:rsid w:val="00765A3E"/>
    <w:rsid w:val="007668BC"/>
    <w:rsid w:val="007669DF"/>
    <w:rsid w:val="00767277"/>
    <w:rsid w:val="00767375"/>
    <w:rsid w:val="00767582"/>
    <w:rsid w:val="0077099A"/>
    <w:rsid w:val="00770A5D"/>
    <w:rsid w:val="00771692"/>
    <w:rsid w:val="00771BD1"/>
    <w:rsid w:val="007726D6"/>
    <w:rsid w:val="00772AC7"/>
    <w:rsid w:val="00772D84"/>
    <w:rsid w:val="0077319C"/>
    <w:rsid w:val="00773510"/>
    <w:rsid w:val="00773B28"/>
    <w:rsid w:val="007775D8"/>
    <w:rsid w:val="00777EA1"/>
    <w:rsid w:val="00780F22"/>
    <w:rsid w:val="00781389"/>
    <w:rsid w:val="007815ED"/>
    <w:rsid w:val="00782BE3"/>
    <w:rsid w:val="0078316D"/>
    <w:rsid w:val="00783616"/>
    <w:rsid w:val="00783B93"/>
    <w:rsid w:val="00784ED2"/>
    <w:rsid w:val="00787D04"/>
    <w:rsid w:val="0079047B"/>
    <w:rsid w:val="00791457"/>
    <w:rsid w:val="00791720"/>
    <w:rsid w:val="00794266"/>
    <w:rsid w:val="00794623"/>
    <w:rsid w:val="00794EBE"/>
    <w:rsid w:val="00795916"/>
    <w:rsid w:val="007959DB"/>
    <w:rsid w:val="007965F8"/>
    <w:rsid w:val="0079781B"/>
    <w:rsid w:val="00797EBD"/>
    <w:rsid w:val="007A0630"/>
    <w:rsid w:val="007A1300"/>
    <w:rsid w:val="007A21D0"/>
    <w:rsid w:val="007A3543"/>
    <w:rsid w:val="007A3F8B"/>
    <w:rsid w:val="007A5AFB"/>
    <w:rsid w:val="007A5C8B"/>
    <w:rsid w:val="007A65C9"/>
    <w:rsid w:val="007A6A53"/>
    <w:rsid w:val="007A75B1"/>
    <w:rsid w:val="007A7CE6"/>
    <w:rsid w:val="007B01A4"/>
    <w:rsid w:val="007B063C"/>
    <w:rsid w:val="007B080C"/>
    <w:rsid w:val="007B0E7F"/>
    <w:rsid w:val="007B11F5"/>
    <w:rsid w:val="007B1727"/>
    <w:rsid w:val="007B1C0A"/>
    <w:rsid w:val="007B1EFA"/>
    <w:rsid w:val="007B228D"/>
    <w:rsid w:val="007B2C58"/>
    <w:rsid w:val="007B44F0"/>
    <w:rsid w:val="007B4CC7"/>
    <w:rsid w:val="007B5888"/>
    <w:rsid w:val="007B6929"/>
    <w:rsid w:val="007B766A"/>
    <w:rsid w:val="007B79B6"/>
    <w:rsid w:val="007C0D02"/>
    <w:rsid w:val="007C14FF"/>
    <w:rsid w:val="007C29FD"/>
    <w:rsid w:val="007C2B56"/>
    <w:rsid w:val="007C3523"/>
    <w:rsid w:val="007C4B5E"/>
    <w:rsid w:val="007C5766"/>
    <w:rsid w:val="007C5BB5"/>
    <w:rsid w:val="007C6E28"/>
    <w:rsid w:val="007C7A87"/>
    <w:rsid w:val="007D0880"/>
    <w:rsid w:val="007D0CB7"/>
    <w:rsid w:val="007D0F3D"/>
    <w:rsid w:val="007D0F75"/>
    <w:rsid w:val="007D1233"/>
    <w:rsid w:val="007D1A89"/>
    <w:rsid w:val="007D2E97"/>
    <w:rsid w:val="007D3154"/>
    <w:rsid w:val="007D384E"/>
    <w:rsid w:val="007D4014"/>
    <w:rsid w:val="007D40C6"/>
    <w:rsid w:val="007D4DDF"/>
    <w:rsid w:val="007D56A0"/>
    <w:rsid w:val="007D75B1"/>
    <w:rsid w:val="007E0B67"/>
    <w:rsid w:val="007E0B75"/>
    <w:rsid w:val="007E1FE0"/>
    <w:rsid w:val="007E25BF"/>
    <w:rsid w:val="007E26CD"/>
    <w:rsid w:val="007E2750"/>
    <w:rsid w:val="007E36F7"/>
    <w:rsid w:val="007E3CA4"/>
    <w:rsid w:val="007E40AC"/>
    <w:rsid w:val="007E4750"/>
    <w:rsid w:val="007E4892"/>
    <w:rsid w:val="007E4F1C"/>
    <w:rsid w:val="007E51A3"/>
    <w:rsid w:val="007E54F6"/>
    <w:rsid w:val="007E569A"/>
    <w:rsid w:val="007E703E"/>
    <w:rsid w:val="007F0E49"/>
    <w:rsid w:val="007F10AD"/>
    <w:rsid w:val="007F10D0"/>
    <w:rsid w:val="007F1171"/>
    <w:rsid w:val="007F1442"/>
    <w:rsid w:val="007F1CDA"/>
    <w:rsid w:val="007F33B3"/>
    <w:rsid w:val="007F33C2"/>
    <w:rsid w:val="007F3D89"/>
    <w:rsid w:val="007F3E28"/>
    <w:rsid w:val="007F59DD"/>
    <w:rsid w:val="007F5FAA"/>
    <w:rsid w:val="007F6E39"/>
    <w:rsid w:val="007F6EB1"/>
    <w:rsid w:val="007F7E43"/>
    <w:rsid w:val="008006D6"/>
    <w:rsid w:val="008010C3"/>
    <w:rsid w:val="008014DF"/>
    <w:rsid w:val="00801F55"/>
    <w:rsid w:val="00803334"/>
    <w:rsid w:val="008036EA"/>
    <w:rsid w:val="00803FE2"/>
    <w:rsid w:val="00805EF2"/>
    <w:rsid w:val="00806F51"/>
    <w:rsid w:val="008077C9"/>
    <w:rsid w:val="00810250"/>
    <w:rsid w:val="00810A35"/>
    <w:rsid w:val="00811B31"/>
    <w:rsid w:val="00812BD9"/>
    <w:rsid w:val="00812EEA"/>
    <w:rsid w:val="00813153"/>
    <w:rsid w:val="00813A1C"/>
    <w:rsid w:val="00813E46"/>
    <w:rsid w:val="0081492B"/>
    <w:rsid w:val="0081494A"/>
    <w:rsid w:val="00814BE0"/>
    <w:rsid w:val="00814D77"/>
    <w:rsid w:val="00814DC5"/>
    <w:rsid w:val="00814E77"/>
    <w:rsid w:val="0081511B"/>
    <w:rsid w:val="00816A16"/>
    <w:rsid w:val="00816C51"/>
    <w:rsid w:val="008171E3"/>
    <w:rsid w:val="008173C6"/>
    <w:rsid w:val="008206E9"/>
    <w:rsid w:val="00820B28"/>
    <w:rsid w:val="00821BA5"/>
    <w:rsid w:val="0082215F"/>
    <w:rsid w:val="0082253A"/>
    <w:rsid w:val="00822F55"/>
    <w:rsid w:val="008235F7"/>
    <w:rsid w:val="00825133"/>
    <w:rsid w:val="00827767"/>
    <w:rsid w:val="00827F7E"/>
    <w:rsid w:val="00830427"/>
    <w:rsid w:val="00830A09"/>
    <w:rsid w:val="008313D4"/>
    <w:rsid w:val="008319A7"/>
    <w:rsid w:val="00831C1E"/>
    <w:rsid w:val="00833A47"/>
    <w:rsid w:val="00833CF3"/>
    <w:rsid w:val="0083496F"/>
    <w:rsid w:val="00834AC2"/>
    <w:rsid w:val="00834E9E"/>
    <w:rsid w:val="00835E2C"/>
    <w:rsid w:val="008369E9"/>
    <w:rsid w:val="00836CD4"/>
    <w:rsid w:val="00837C9E"/>
    <w:rsid w:val="008400C4"/>
    <w:rsid w:val="008401F1"/>
    <w:rsid w:val="008409A4"/>
    <w:rsid w:val="00840CA3"/>
    <w:rsid w:val="0084148C"/>
    <w:rsid w:val="008417B9"/>
    <w:rsid w:val="0084349C"/>
    <w:rsid w:val="008443E2"/>
    <w:rsid w:val="008447CF"/>
    <w:rsid w:val="008447E9"/>
    <w:rsid w:val="00844815"/>
    <w:rsid w:val="00844C29"/>
    <w:rsid w:val="00844FC2"/>
    <w:rsid w:val="008465D6"/>
    <w:rsid w:val="00847CAB"/>
    <w:rsid w:val="00850192"/>
    <w:rsid w:val="00850193"/>
    <w:rsid w:val="00850CBB"/>
    <w:rsid w:val="00850E3B"/>
    <w:rsid w:val="008513D6"/>
    <w:rsid w:val="008517A0"/>
    <w:rsid w:val="00851A05"/>
    <w:rsid w:val="00852231"/>
    <w:rsid w:val="008524AB"/>
    <w:rsid w:val="0085289B"/>
    <w:rsid w:val="00852941"/>
    <w:rsid w:val="00852D0B"/>
    <w:rsid w:val="0085380E"/>
    <w:rsid w:val="00853BE2"/>
    <w:rsid w:val="0085444A"/>
    <w:rsid w:val="00856184"/>
    <w:rsid w:val="00856387"/>
    <w:rsid w:val="0085675A"/>
    <w:rsid w:val="0086066F"/>
    <w:rsid w:val="008609AF"/>
    <w:rsid w:val="0086216D"/>
    <w:rsid w:val="00862C0A"/>
    <w:rsid w:val="00863026"/>
    <w:rsid w:val="00863390"/>
    <w:rsid w:val="00863924"/>
    <w:rsid w:val="00863CAE"/>
    <w:rsid w:val="00864070"/>
    <w:rsid w:val="008643DD"/>
    <w:rsid w:val="00864A20"/>
    <w:rsid w:val="00865B3B"/>
    <w:rsid w:val="008663AD"/>
    <w:rsid w:val="008665D1"/>
    <w:rsid w:val="00866728"/>
    <w:rsid w:val="00866754"/>
    <w:rsid w:val="00866F12"/>
    <w:rsid w:val="00867742"/>
    <w:rsid w:val="008700F8"/>
    <w:rsid w:val="0087046B"/>
    <w:rsid w:val="008712AD"/>
    <w:rsid w:val="00872A33"/>
    <w:rsid w:val="00872A51"/>
    <w:rsid w:val="00875E98"/>
    <w:rsid w:val="008760D0"/>
    <w:rsid w:val="00877320"/>
    <w:rsid w:val="0087744F"/>
    <w:rsid w:val="008802C9"/>
    <w:rsid w:val="00881135"/>
    <w:rsid w:val="00881361"/>
    <w:rsid w:val="00882942"/>
    <w:rsid w:val="00884432"/>
    <w:rsid w:val="008845B7"/>
    <w:rsid w:val="0088480D"/>
    <w:rsid w:val="0088621C"/>
    <w:rsid w:val="00886403"/>
    <w:rsid w:val="00886C1B"/>
    <w:rsid w:val="00886E56"/>
    <w:rsid w:val="008910F3"/>
    <w:rsid w:val="0089169A"/>
    <w:rsid w:val="0089279D"/>
    <w:rsid w:val="00893D0F"/>
    <w:rsid w:val="00894737"/>
    <w:rsid w:val="00894D0B"/>
    <w:rsid w:val="00894D64"/>
    <w:rsid w:val="00896312"/>
    <w:rsid w:val="00897A1B"/>
    <w:rsid w:val="008A055A"/>
    <w:rsid w:val="008A084B"/>
    <w:rsid w:val="008A0972"/>
    <w:rsid w:val="008A0A1C"/>
    <w:rsid w:val="008A15A3"/>
    <w:rsid w:val="008A2387"/>
    <w:rsid w:val="008A2876"/>
    <w:rsid w:val="008A3AF1"/>
    <w:rsid w:val="008A3F6B"/>
    <w:rsid w:val="008A4240"/>
    <w:rsid w:val="008A499A"/>
    <w:rsid w:val="008A4CF4"/>
    <w:rsid w:val="008A4FF3"/>
    <w:rsid w:val="008A5B5D"/>
    <w:rsid w:val="008A5CA6"/>
    <w:rsid w:val="008B02E4"/>
    <w:rsid w:val="008B0CB5"/>
    <w:rsid w:val="008B0FC8"/>
    <w:rsid w:val="008B16DB"/>
    <w:rsid w:val="008B1D72"/>
    <w:rsid w:val="008B1EB6"/>
    <w:rsid w:val="008B4485"/>
    <w:rsid w:val="008B6494"/>
    <w:rsid w:val="008B6552"/>
    <w:rsid w:val="008B6EB9"/>
    <w:rsid w:val="008B7E81"/>
    <w:rsid w:val="008B7FA7"/>
    <w:rsid w:val="008C0A19"/>
    <w:rsid w:val="008C0EC4"/>
    <w:rsid w:val="008C0F18"/>
    <w:rsid w:val="008C1C58"/>
    <w:rsid w:val="008C20FD"/>
    <w:rsid w:val="008C3C3B"/>
    <w:rsid w:val="008C5010"/>
    <w:rsid w:val="008C51D2"/>
    <w:rsid w:val="008C5916"/>
    <w:rsid w:val="008C5D3B"/>
    <w:rsid w:val="008C6C36"/>
    <w:rsid w:val="008C6E55"/>
    <w:rsid w:val="008C7BF0"/>
    <w:rsid w:val="008C7DC8"/>
    <w:rsid w:val="008D042A"/>
    <w:rsid w:val="008D0709"/>
    <w:rsid w:val="008D1342"/>
    <w:rsid w:val="008D1A07"/>
    <w:rsid w:val="008D21A6"/>
    <w:rsid w:val="008D2ACD"/>
    <w:rsid w:val="008D33B5"/>
    <w:rsid w:val="008D39DA"/>
    <w:rsid w:val="008D4002"/>
    <w:rsid w:val="008D454E"/>
    <w:rsid w:val="008D4C63"/>
    <w:rsid w:val="008D5A6D"/>
    <w:rsid w:val="008D6C54"/>
    <w:rsid w:val="008D6E5A"/>
    <w:rsid w:val="008D77F4"/>
    <w:rsid w:val="008D7F14"/>
    <w:rsid w:val="008D7F3E"/>
    <w:rsid w:val="008E049D"/>
    <w:rsid w:val="008E06D5"/>
    <w:rsid w:val="008E0BD4"/>
    <w:rsid w:val="008E14ED"/>
    <w:rsid w:val="008E2B88"/>
    <w:rsid w:val="008E3C86"/>
    <w:rsid w:val="008E4014"/>
    <w:rsid w:val="008E5ABF"/>
    <w:rsid w:val="008E65C2"/>
    <w:rsid w:val="008E67AD"/>
    <w:rsid w:val="008E6D99"/>
    <w:rsid w:val="008E6EA3"/>
    <w:rsid w:val="008F07C2"/>
    <w:rsid w:val="008F0C64"/>
    <w:rsid w:val="008F1EEA"/>
    <w:rsid w:val="008F1F60"/>
    <w:rsid w:val="008F1F84"/>
    <w:rsid w:val="008F2770"/>
    <w:rsid w:val="008F4993"/>
    <w:rsid w:val="008F61FA"/>
    <w:rsid w:val="008F667F"/>
    <w:rsid w:val="008F6D4D"/>
    <w:rsid w:val="008F75BD"/>
    <w:rsid w:val="0090087A"/>
    <w:rsid w:val="009008EB"/>
    <w:rsid w:val="00900A93"/>
    <w:rsid w:val="00901A29"/>
    <w:rsid w:val="00902932"/>
    <w:rsid w:val="00902BA4"/>
    <w:rsid w:val="00903151"/>
    <w:rsid w:val="00903450"/>
    <w:rsid w:val="00904643"/>
    <w:rsid w:val="00904F67"/>
    <w:rsid w:val="00905E33"/>
    <w:rsid w:val="00906055"/>
    <w:rsid w:val="00906192"/>
    <w:rsid w:val="00906E5E"/>
    <w:rsid w:val="00907733"/>
    <w:rsid w:val="00907A79"/>
    <w:rsid w:val="00907B42"/>
    <w:rsid w:val="00907C20"/>
    <w:rsid w:val="00910DED"/>
    <w:rsid w:val="00911761"/>
    <w:rsid w:val="009117B6"/>
    <w:rsid w:val="0091274F"/>
    <w:rsid w:val="0091280B"/>
    <w:rsid w:val="00913651"/>
    <w:rsid w:val="00913CB2"/>
    <w:rsid w:val="009142E0"/>
    <w:rsid w:val="00914459"/>
    <w:rsid w:val="009161BD"/>
    <w:rsid w:val="00920A69"/>
    <w:rsid w:val="00921008"/>
    <w:rsid w:val="00921349"/>
    <w:rsid w:val="00921356"/>
    <w:rsid w:val="009223F4"/>
    <w:rsid w:val="00922B0B"/>
    <w:rsid w:val="00923B01"/>
    <w:rsid w:val="0092531E"/>
    <w:rsid w:val="0092576F"/>
    <w:rsid w:val="00925CC4"/>
    <w:rsid w:val="009268BE"/>
    <w:rsid w:val="009301AE"/>
    <w:rsid w:val="009319A7"/>
    <w:rsid w:val="00932E41"/>
    <w:rsid w:val="00933DAD"/>
    <w:rsid w:val="00934936"/>
    <w:rsid w:val="00934AFC"/>
    <w:rsid w:val="00935054"/>
    <w:rsid w:val="00936032"/>
    <w:rsid w:val="009363FD"/>
    <w:rsid w:val="00936566"/>
    <w:rsid w:val="00936CEB"/>
    <w:rsid w:val="009375FB"/>
    <w:rsid w:val="00937A21"/>
    <w:rsid w:val="00937A78"/>
    <w:rsid w:val="00937D7E"/>
    <w:rsid w:val="00940834"/>
    <w:rsid w:val="00942370"/>
    <w:rsid w:val="009437F5"/>
    <w:rsid w:val="00943C53"/>
    <w:rsid w:val="00944E43"/>
    <w:rsid w:val="0094696B"/>
    <w:rsid w:val="00947D80"/>
    <w:rsid w:val="00947FA0"/>
    <w:rsid w:val="0095099E"/>
    <w:rsid w:val="00950D66"/>
    <w:rsid w:val="009513C8"/>
    <w:rsid w:val="00951C0E"/>
    <w:rsid w:val="0095215F"/>
    <w:rsid w:val="0095222A"/>
    <w:rsid w:val="00952A79"/>
    <w:rsid w:val="00952EE9"/>
    <w:rsid w:val="0095322A"/>
    <w:rsid w:val="009533D5"/>
    <w:rsid w:val="009536FF"/>
    <w:rsid w:val="00954BDA"/>
    <w:rsid w:val="00955316"/>
    <w:rsid w:val="009559AB"/>
    <w:rsid w:val="00956256"/>
    <w:rsid w:val="00956F60"/>
    <w:rsid w:val="0095743C"/>
    <w:rsid w:val="00960008"/>
    <w:rsid w:val="00960EFA"/>
    <w:rsid w:val="009613EE"/>
    <w:rsid w:val="00961574"/>
    <w:rsid w:val="00963C4C"/>
    <w:rsid w:val="00963E85"/>
    <w:rsid w:val="0096405A"/>
    <w:rsid w:val="0096482A"/>
    <w:rsid w:val="00965021"/>
    <w:rsid w:val="0096546F"/>
    <w:rsid w:val="009658D4"/>
    <w:rsid w:val="0096656B"/>
    <w:rsid w:val="009667B8"/>
    <w:rsid w:val="00966E5D"/>
    <w:rsid w:val="009670F2"/>
    <w:rsid w:val="00967527"/>
    <w:rsid w:val="00967DA4"/>
    <w:rsid w:val="00967E2B"/>
    <w:rsid w:val="00971424"/>
    <w:rsid w:val="00971D69"/>
    <w:rsid w:val="00972C26"/>
    <w:rsid w:val="00972D8C"/>
    <w:rsid w:val="009732D9"/>
    <w:rsid w:val="00973C72"/>
    <w:rsid w:val="00973F10"/>
    <w:rsid w:val="009746D4"/>
    <w:rsid w:val="0097501A"/>
    <w:rsid w:val="00975975"/>
    <w:rsid w:val="00976C78"/>
    <w:rsid w:val="00976EE0"/>
    <w:rsid w:val="0097723B"/>
    <w:rsid w:val="009772F1"/>
    <w:rsid w:val="00977609"/>
    <w:rsid w:val="00977D5F"/>
    <w:rsid w:val="0098006B"/>
    <w:rsid w:val="0098012B"/>
    <w:rsid w:val="0098013E"/>
    <w:rsid w:val="00981604"/>
    <w:rsid w:val="00983475"/>
    <w:rsid w:val="00983B56"/>
    <w:rsid w:val="00985468"/>
    <w:rsid w:val="009856B8"/>
    <w:rsid w:val="00986271"/>
    <w:rsid w:val="00986BBB"/>
    <w:rsid w:val="00987037"/>
    <w:rsid w:val="00987F6D"/>
    <w:rsid w:val="00990174"/>
    <w:rsid w:val="00990B2A"/>
    <w:rsid w:val="00990C9B"/>
    <w:rsid w:val="00990FE4"/>
    <w:rsid w:val="009910BF"/>
    <w:rsid w:val="009910FE"/>
    <w:rsid w:val="00991BB7"/>
    <w:rsid w:val="00992EF5"/>
    <w:rsid w:val="0099352E"/>
    <w:rsid w:val="00993818"/>
    <w:rsid w:val="00993ED1"/>
    <w:rsid w:val="00994036"/>
    <w:rsid w:val="009946BC"/>
    <w:rsid w:val="00995044"/>
    <w:rsid w:val="0099507B"/>
    <w:rsid w:val="009952A1"/>
    <w:rsid w:val="00995D7F"/>
    <w:rsid w:val="009966EB"/>
    <w:rsid w:val="00996B4F"/>
    <w:rsid w:val="009976F5"/>
    <w:rsid w:val="009A049F"/>
    <w:rsid w:val="009A05D5"/>
    <w:rsid w:val="009A0E46"/>
    <w:rsid w:val="009A2AE0"/>
    <w:rsid w:val="009A2B02"/>
    <w:rsid w:val="009A3AC8"/>
    <w:rsid w:val="009A4969"/>
    <w:rsid w:val="009A57CE"/>
    <w:rsid w:val="009A5A64"/>
    <w:rsid w:val="009A692A"/>
    <w:rsid w:val="009A6C94"/>
    <w:rsid w:val="009A73A8"/>
    <w:rsid w:val="009B0300"/>
    <w:rsid w:val="009B064B"/>
    <w:rsid w:val="009B1E5B"/>
    <w:rsid w:val="009B338C"/>
    <w:rsid w:val="009B413A"/>
    <w:rsid w:val="009B425D"/>
    <w:rsid w:val="009B4C16"/>
    <w:rsid w:val="009B58CD"/>
    <w:rsid w:val="009C0DA5"/>
    <w:rsid w:val="009C184C"/>
    <w:rsid w:val="009C2B43"/>
    <w:rsid w:val="009C310D"/>
    <w:rsid w:val="009C46CC"/>
    <w:rsid w:val="009C4855"/>
    <w:rsid w:val="009C5337"/>
    <w:rsid w:val="009C5657"/>
    <w:rsid w:val="009C5EF8"/>
    <w:rsid w:val="009C67F5"/>
    <w:rsid w:val="009C7DC3"/>
    <w:rsid w:val="009D0213"/>
    <w:rsid w:val="009D0EDF"/>
    <w:rsid w:val="009D2306"/>
    <w:rsid w:val="009D2594"/>
    <w:rsid w:val="009D2DB4"/>
    <w:rsid w:val="009D372A"/>
    <w:rsid w:val="009D43D3"/>
    <w:rsid w:val="009D479F"/>
    <w:rsid w:val="009D4C35"/>
    <w:rsid w:val="009D4EBE"/>
    <w:rsid w:val="009D5E97"/>
    <w:rsid w:val="009D6E15"/>
    <w:rsid w:val="009D72DA"/>
    <w:rsid w:val="009D7B9A"/>
    <w:rsid w:val="009D7D50"/>
    <w:rsid w:val="009E05A6"/>
    <w:rsid w:val="009E1462"/>
    <w:rsid w:val="009E4CCF"/>
    <w:rsid w:val="009E53BF"/>
    <w:rsid w:val="009E5BA2"/>
    <w:rsid w:val="009E5C65"/>
    <w:rsid w:val="009E63F1"/>
    <w:rsid w:val="009E6466"/>
    <w:rsid w:val="009E6544"/>
    <w:rsid w:val="009E6590"/>
    <w:rsid w:val="009E6C61"/>
    <w:rsid w:val="009E7A03"/>
    <w:rsid w:val="009F0566"/>
    <w:rsid w:val="009F1077"/>
    <w:rsid w:val="009F2705"/>
    <w:rsid w:val="009F386B"/>
    <w:rsid w:val="009F4778"/>
    <w:rsid w:val="009F4CBF"/>
    <w:rsid w:val="009F502B"/>
    <w:rsid w:val="009F5090"/>
    <w:rsid w:val="009F5126"/>
    <w:rsid w:val="009F5FA4"/>
    <w:rsid w:val="009F6006"/>
    <w:rsid w:val="009F60FD"/>
    <w:rsid w:val="00A000E4"/>
    <w:rsid w:val="00A015D7"/>
    <w:rsid w:val="00A028CA"/>
    <w:rsid w:val="00A02DED"/>
    <w:rsid w:val="00A03039"/>
    <w:rsid w:val="00A03164"/>
    <w:rsid w:val="00A0366A"/>
    <w:rsid w:val="00A056D0"/>
    <w:rsid w:val="00A07673"/>
    <w:rsid w:val="00A10B56"/>
    <w:rsid w:val="00A10F32"/>
    <w:rsid w:val="00A114B6"/>
    <w:rsid w:val="00A11A50"/>
    <w:rsid w:val="00A12511"/>
    <w:rsid w:val="00A140B9"/>
    <w:rsid w:val="00A140CD"/>
    <w:rsid w:val="00A1448E"/>
    <w:rsid w:val="00A15724"/>
    <w:rsid w:val="00A162A4"/>
    <w:rsid w:val="00A16B04"/>
    <w:rsid w:val="00A16EBF"/>
    <w:rsid w:val="00A1761E"/>
    <w:rsid w:val="00A17BCD"/>
    <w:rsid w:val="00A20209"/>
    <w:rsid w:val="00A20220"/>
    <w:rsid w:val="00A2079D"/>
    <w:rsid w:val="00A20F78"/>
    <w:rsid w:val="00A2158D"/>
    <w:rsid w:val="00A217CA"/>
    <w:rsid w:val="00A22084"/>
    <w:rsid w:val="00A23081"/>
    <w:rsid w:val="00A23D35"/>
    <w:rsid w:val="00A24194"/>
    <w:rsid w:val="00A243AF"/>
    <w:rsid w:val="00A24612"/>
    <w:rsid w:val="00A25DBD"/>
    <w:rsid w:val="00A27034"/>
    <w:rsid w:val="00A27F20"/>
    <w:rsid w:val="00A3084F"/>
    <w:rsid w:val="00A30A7B"/>
    <w:rsid w:val="00A32292"/>
    <w:rsid w:val="00A3249C"/>
    <w:rsid w:val="00A32C89"/>
    <w:rsid w:val="00A32F37"/>
    <w:rsid w:val="00A337E0"/>
    <w:rsid w:val="00A34161"/>
    <w:rsid w:val="00A35C19"/>
    <w:rsid w:val="00A36031"/>
    <w:rsid w:val="00A36EAA"/>
    <w:rsid w:val="00A36F28"/>
    <w:rsid w:val="00A373BC"/>
    <w:rsid w:val="00A40BBF"/>
    <w:rsid w:val="00A410A2"/>
    <w:rsid w:val="00A41441"/>
    <w:rsid w:val="00A41963"/>
    <w:rsid w:val="00A41D3A"/>
    <w:rsid w:val="00A42352"/>
    <w:rsid w:val="00A429D5"/>
    <w:rsid w:val="00A4568D"/>
    <w:rsid w:val="00A469D1"/>
    <w:rsid w:val="00A50972"/>
    <w:rsid w:val="00A5259E"/>
    <w:rsid w:val="00A52826"/>
    <w:rsid w:val="00A535E6"/>
    <w:rsid w:val="00A53CAD"/>
    <w:rsid w:val="00A54FC4"/>
    <w:rsid w:val="00A55E5F"/>
    <w:rsid w:val="00A55F3D"/>
    <w:rsid w:val="00A56074"/>
    <w:rsid w:val="00A56C35"/>
    <w:rsid w:val="00A57A43"/>
    <w:rsid w:val="00A60100"/>
    <w:rsid w:val="00A60128"/>
    <w:rsid w:val="00A60CD0"/>
    <w:rsid w:val="00A611D5"/>
    <w:rsid w:val="00A612A9"/>
    <w:rsid w:val="00A61B67"/>
    <w:rsid w:val="00A62950"/>
    <w:rsid w:val="00A62A30"/>
    <w:rsid w:val="00A62E75"/>
    <w:rsid w:val="00A62EF1"/>
    <w:rsid w:val="00A63EF4"/>
    <w:rsid w:val="00A64505"/>
    <w:rsid w:val="00A65321"/>
    <w:rsid w:val="00A660D2"/>
    <w:rsid w:val="00A66475"/>
    <w:rsid w:val="00A67836"/>
    <w:rsid w:val="00A7060E"/>
    <w:rsid w:val="00A709D8"/>
    <w:rsid w:val="00A70F66"/>
    <w:rsid w:val="00A71C08"/>
    <w:rsid w:val="00A71E4E"/>
    <w:rsid w:val="00A7217C"/>
    <w:rsid w:val="00A72D9F"/>
    <w:rsid w:val="00A734C1"/>
    <w:rsid w:val="00A73EFD"/>
    <w:rsid w:val="00A74D2B"/>
    <w:rsid w:val="00A751BB"/>
    <w:rsid w:val="00A75596"/>
    <w:rsid w:val="00A75793"/>
    <w:rsid w:val="00A75BA6"/>
    <w:rsid w:val="00A769B2"/>
    <w:rsid w:val="00A76EA1"/>
    <w:rsid w:val="00A76FC6"/>
    <w:rsid w:val="00A775A7"/>
    <w:rsid w:val="00A77CC7"/>
    <w:rsid w:val="00A811C5"/>
    <w:rsid w:val="00A81256"/>
    <w:rsid w:val="00A81792"/>
    <w:rsid w:val="00A81E46"/>
    <w:rsid w:val="00A81FC0"/>
    <w:rsid w:val="00A829A0"/>
    <w:rsid w:val="00A82CDE"/>
    <w:rsid w:val="00A839F6"/>
    <w:rsid w:val="00A83CEE"/>
    <w:rsid w:val="00A844BB"/>
    <w:rsid w:val="00A84706"/>
    <w:rsid w:val="00A8541B"/>
    <w:rsid w:val="00A86C83"/>
    <w:rsid w:val="00A87AF7"/>
    <w:rsid w:val="00A90454"/>
    <w:rsid w:val="00A90589"/>
    <w:rsid w:val="00A90DF2"/>
    <w:rsid w:val="00A91413"/>
    <w:rsid w:val="00A91842"/>
    <w:rsid w:val="00A927EB"/>
    <w:rsid w:val="00A94687"/>
    <w:rsid w:val="00A94800"/>
    <w:rsid w:val="00A94A9A"/>
    <w:rsid w:val="00A9690B"/>
    <w:rsid w:val="00A97AE7"/>
    <w:rsid w:val="00A97DEB"/>
    <w:rsid w:val="00A97EFF"/>
    <w:rsid w:val="00AA10FF"/>
    <w:rsid w:val="00AA2626"/>
    <w:rsid w:val="00AA27C8"/>
    <w:rsid w:val="00AA2B06"/>
    <w:rsid w:val="00AA317C"/>
    <w:rsid w:val="00AA3A0A"/>
    <w:rsid w:val="00AA4584"/>
    <w:rsid w:val="00AA5575"/>
    <w:rsid w:val="00AA608B"/>
    <w:rsid w:val="00AA62F3"/>
    <w:rsid w:val="00AA6511"/>
    <w:rsid w:val="00AB0C82"/>
    <w:rsid w:val="00AB15FC"/>
    <w:rsid w:val="00AB16ED"/>
    <w:rsid w:val="00AB1766"/>
    <w:rsid w:val="00AB2D70"/>
    <w:rsid w:val="00AB3C6E"/>
    <w:rsid w:val="00AB40EF"/>
    <w:rsid w:val="00AB4F0E"/>
    <w:rsid w:val="00AB5B1A"/>
    <w:rsid w:val="00AB5C69"/>
    <w:rsid w:val="00AB6BF0"/>
    <w:rsid w:val="00AB6DA1"/>
    <w:rsid w:val="00AB6EEA"/>
    <w:rsid w:val="00AB7554"/>
    <w:rsid w:val="00AB7920"/>
    <w:rsid w:val="00AC11BC"/>
    <w:rsid w:val="00AC11CF"/>
    <w:rsid w:val="00AC1343"/>
    <w:rsid w:val="00AC1F81"/>
    <w:rsid w:val="00AC1FA7"/>
    <w:rsid w:val="00AC2B61"/>
    <w:rsid w:val="00AC3D66"/>
    <w:rsid w:val="00AC45B9"/>
    <w:rsid w:val="00AC5F6A"/>
    <w:rsid w:val="00AC70C4"/>
    <w:rsid w:val="00AD0032"/>
    <w:rsid w:val="00AD0332"/>
    <w:rsid w:val="00AD06DC"/>
    <w:rsid w:val="00AD2141"/>
    <w:rsid w:val="00AD28C4"/>
    <w:rsid w:val="00AD3CC9"/>
    <w:rsid w:val="00AD4B6F"/>
    <w:rsid w:val="00AD57F1"/>
    <w:rsid w:val="00AD6ABC"/>
    <w:rsid w:val="00AD6EF6"/>
    <w:rsid w:val="00AD7547"/>
    <w:rsid w:val="00AE03C5"/>
    <w:rsid w:val="00AE0CF9"/>
    <w:rsid w:val="00AE13DC"/>
    <w:rsid w:val="00AE1512"/>
    <w:rsid w:val="00AE1A62"/>
    <w:rsid w:val="00AE1FCA"/>
    <w:rsid w:val="00AE35B3"/>
    <w:rsid w:val="00AE38BF"/>
    <w:rsid w:val="00AE4E05"/>
    <w:rsid w:val="00AE5FCF"/>
    <w:rsid w:val="00AE6461"/>
    <w:rsid w:val="00AE670B"/>
    <w:rsid w:val="00AE6750"/>
    <w:rsid w:val="00AE6964"/>
    <w:rsid w:val="00AE6E29"/>
    <w:rsid w:val="00AE7FF0"/>
    <w:rsid w:val="00AF04D0"/>
    <w:rsid w:val="00AF0E5E"/>
    <w:rsid w:val="00AF1638"/>
    <w:rsid w:val="00AF1D53"/>
    <w:rsid w:val="00AF2D64"/>
    <w:rsid w:val="00AF423F"/>
    <w:rsid w:val="00AF4C08"/>
    <w:rsid w:val="00AF4C80"/>
    <w:rsid w:val="00AF63EE"/>
    <w:rsid w:val="00AF7046"/>
    <w:rsid w:val="00AF7A1A"/>
    <w:rsid w:val="00B0082F"/>
    <w:rsid w:val="00B01A00"/>
    <w:rsid w:val="00B01E51"/>
    <w:rsid w:val="00B01F76"/>
    <w:rsid w:val="00B02DA3"/>
    <w:rsid w:val="00B04649"/>
    <w:rsid w:val="00B055D3"/>
    <w:rsid w:val="00B05E92"/>
    <w:rsid w:val="00B07436"/>
    <w:rsid w:val="00B07B27"/>
    <w:rsid w:val="00B121BF"/>
    <w:rsid w:val="00B123D0"/>
    <w:rsid w:val="00B13CE5"/>
    <w:rsid w:val="00B145AC"/>
    <w:rsid w:val="00B155E6"/>
    <w:rsid w:val="00B1569D"/>
    <w:rsid w:val="00B1585D"/>
    <w:rsid w:val="00B15A0B"/>
    <w:rsid w:val="00B15B66"/>
    <w:rsid w:val="00B16791"/>
    <w:rsid w:val="00B16FE7"/>
    <w:rsid w:val="00B17968"/>
    <w:rsid w:val="00B20575"/>
    <w:rsid w:val="00B210E7"/>
    <w:rsid w:val="00B22176"/>
    <w:rsid w:val="00B2324F"/>
    <w:rsid w:val="00B237FB"/>
    <w:rsid w:val="00B244C2"/>
    <w:rsid w:val="00B24B14"/>
    <w:rsid w:val="00B24B94"/>
    <w:rsid w:val="00B2620B"/>
    <w:rsid w:val="00B26698"/>
    <w:rsid w:val="00B26818"/>
    <w:rsid w:val="00B26DDF"/>
    <w:rsid w:val="00B2705F"/>
    <w:rsid w:val="00B2769A"/>
    <w:rsid w:val="00B300E4"/>
    <w:rsid w:val="00B307D8"/>
    <w:rsid w:val="00B31A07"/>
    <w:rsid w:val="00B32153"/>
    <w:rsid w:val="00B33075"/>
    <w:rsid w:val="00B33B4B"/>
    <w:rsid w:val="00B3422A"/>
    <w:rsid w:val="00B34794"/>
    <w:rsid w:val="00B35A22"/>
    <w:rsid w:val="00B369E9"/>
    <w:rsid w:val="00B36CE0"/>
    <w:rsid w:val="00B3736A"/>
    <w:rsid w:val="00B37E9F"/>
    <w:rsid w:val="00B405D2"/>
    <w:rsid w:val="00B40E17"/>
    <w:rsid w:val="00B4105F"/>
    <w:rsid w:val="00B411EA"/>
    <w:rsid w:val="00B412CF"/>
    <w:rsid w:val="00B41A37"/>
    <w:rsid w:val="00B4259E"/>
    <w:rsid w:val="00B43495"/>
    <w:rsid w:val="00B43B00"/>
    <w:rsid w:val="00B43B24"/>
    <w:rsid w:val="00B4565D"/>
    <w:rsid w:val="00B45C41"/>
    <w:rsid w:val="00B45E12"/>
    <w:rsid w:val="00B45F31"/>
    <w:rsid w:val="00B46080"/>
    <w:rsid w:val="00B47188"/>
    <w:rsid w:val="00B47299"/>
    <w:rsid w:val="00B47D2C"/>
    <w:rsid w:val="00B509A3"/>
    <w:rsid w:val="00B50C38"/>
    <w:rsid w:val="00B512C2"/>
    <w:rsid w:val="00B5245F"/>
    <w:rsid w:val="00B527AF"/>
    <w:rsid w:val="00B52846"/>
    <w:rsid w:val="00B52B88"/>
    <w:rsid w:val="00B5570D"/>
    <w:rsid w:val="00B55F90"/>
    <w:rsid w:val="00B56588"/>
    <w:rsid w:val="00B56975"/>
    <w:rsid w:val="00B56DBD"/>
    <w:rsid w:val="00B572AE"/>
    <w:rsid w:val="00B57415"/>
    <w:rsid w:val="00B600BA"/>
    <w:rsid w:val="00B60B50"/>
    <w:rsid w:val="00B610B0"/>
    <w:rsid w:val="00B61BC5"/>
    <w:rsid w:val="00B622ED"/>
    <w:rsid w:val="00B631ED"/>
    <w:rsid w:val="00B6434C"/>
    <w:rsid w:val="00B64FC8"/>
    <w:rsid w:val="00B65049"/>
    <w:rsid w:val="00B65CF2"/>
    <w:rsid w:val="00B66AA3"/>
    <w:rsid w:val="00B67859"/>
    <w:rsid w:val="00B67FDC"/>
    <w:rsid w:val="00B7178A"/>
    <w:rsid w:val="00B71A0E"/>
    <w:rsid w:val="00B71D4B"/>
    <w:rsid w:val="00B72104"/>
    <w:rsid w:val="00B721A3"/>
    <w:rsid w:val="00B72378"/>
    <w:rsid w:val="00B7249E"/>
    <w:rsid w:val="00B74055"/>
    <w:rsid w:val="00B7439A"/>
    <w:rsid w:val="00B745B8"/>
    <w:rsid w:val="00B74937"/>
    <w:rsid w:val="00B74DE6"/>
    <w:rsid w:val="00B753E7"/>
    <w:rsid w:val="00B75C24"/>
    <w:rsid w:val="00B75F2B"/>
    <w:rsid w:val="00B7609D"/>
    <w:rsid w:val="00B768F9"/>
    <w:rsid w:val="00B77AA9"/>
    <w:rsid w:val="00B77B01"/>
    <w:rsid w:val="00B8098E"/>
    <w:rsid w:val="00B80A1C"/>
    <w:rsid w:val="00B814F8"/>
    <w:rsid w:val="00B817ED"/>
    <w:rsid w:val="00B81C95"/>
    <w:rsid w:val="00B821A8"/>
    <w:rsid w:val="00B8328E"/>
    <w:rsid w:val="00B83BE0"/>
    <w:rsid w:val="00B83D8A"/>
    <w:rsid w:val="00B83E41"/>
    <w:rsid w:val="00B84CEA"/>
    <w:rsid w:val="00B8573F"/>
    <w:rsid w:val="00B879F8"/>
    <w:rsid w:val="00B904F1"/>
    <w:rsid w:val="00B90E9B"/>
    <w:rsid w:val="00B9103E"/>
    <w:rsid w:val="00B91253"/>
    <w:rsid w:val="00B9299E"/>
    <w:rsid w:val="00B94783"/>
    <w:rsid w:val="00B94C92"/>
    <w:rsid w:val="00B9547C"/>
    <w:rsid w:val="00B95AC6"/>
    <w:rsid w:val="00B9634A"/>
    <w:rsid w:val="00B97B01"/>
    <w:rsid w:val="00BA027A"/>
    <w:rsid w:val="00BA1462"/>
    <w:rsid w:val="00BA15B6"/>
    <w:rsid w:val="00BA1E92"/>
    <w:rsid w:val="00BA392C"/>
    <w:rsid w:val="00BA4139"/>
    <w:rsid w:val="00BA42F5"/>
    <w:rsid w:val="00BA4914"/>
    <w:rsid w:val="00BA5929"/>
    <w:rsid w:val="00BA5DCB"/>
    <w:rsid w:val="00BA6338"/>
    <w:rsid w:val="00BA63F6"/>
    <w:rsid w:val="00BA72B2"/>
    <w:rsid w:val="00BA7657"/>
    <w:rsid w:val="00BB0361"/>
    <w:rsid w:val="00BB0620"/>
    <w:rsid w:val="00BB0A78"/>
    <w:rsid w:val="00BB12BC"/>
    <w:rsid w:val="00BB15CE"/>
    <w:rsid w:val="00BB1C9B"/>
    <w:rsid w:val="00BB4498"/>
    <w:rsid w:val="00BB44A5"/>
    <w:rsid w:val="00BB4613"/>
    <w:rsid w:val="00BB5BBE"/>
    <w:rsid w:val="00BB5FD1"/>
    <w:rsid w:val="00BB6BBB"/>
    <w:rsid w:val="00BB7318"/>
    <w:rsid w:val="00BB7459"/>
    <w:rsid w:val="00BB78D7"/>
    <w:rsid w:val="00BB7DB9"/>
    <w:rsid w:val="00BC001A"/>
    <w:rsid w:val="00BC0520"/>
    <w:rsid w:val="00BC08E7"/>
    <w:rsid w:val="00BC1244"/>
    <w:rsid w:val="00BC17B5"/>
    <w:rsid w:val="00BC1892"/>
    <w:rsid w:val="00BC1B63"/>
    <w:rsid w:val="00BC1CB9"/>
    <w:rsid w:val="00BC23E7"/>
    <w:rsid w:val="00BC2DE3"/>
    <w:rsid w:val="00BC3055"/>
    <w:rsid w:val="00BC35F1"/>
    <w:rsid w:val="00BC4345"/>
    <w:rsid w:val="00BC47D7"/>
    <w:rsid w:val="00BC4A52"/>
    <w:rsid w:val="00BC685E"/>
    <w:rsid w:val="00BC7758"/>
    <w:rsid w:val="00BC7951"/>
    <w:rsid w:val="00BC7BAB"/>
    <w:rsid w:val="00BC7BCD"/>
    <w:rsid w:val="00BC7E36"/>
    <w:rsid w:val="00BC7F13"/>
    <w:rsid w:val="00BD00B5"/>
    <w:rsid w:val="00BD01DF"/>
    <w:rsid w:val="00BD0966"/>
    <w:rsid w:val="00BD1FE6"/>
    <w:rsid w:val="00BD2181"/>
    <w:rsid w:val="00BD23C3"/>
    <w:rsid w:val="00BD244F"/>
    <w:rsid w:val="00BD2750"/>
    <w:rsid w:val="00BD39E7"/>
    <w:rsid w:val="00BD3C73"/>
    <w:rsid w:val="00BD4088"/>
    <w:rsid w:val="00BD4302"/>
    <w:rsid w:val="00BD45A6"/>
    <w:rsid w:val="00BD46D9"/>
    <w:rsid w:val="00BD4714"/>
    <w:rsid w:val="00BD4AF4"/>
    <w:rsid w:val="00BD4E77"/>
    <w:rsid w:val="00BD50CB"/>
    <w:rsid w:val="00BD5A78"/>
    <w:rsid w:val="00BD7160"/>
    <w:rsid w:val="00BD7EEB"/>
    <w:rsid w:val="00BE08B3"/>
    <w:rsid w:val="00BE0E89"/>
    <w:rsid w:val="00BE107A"/>
    <w:rsid w:val="00BE1590"/>
    <w:rsid w:val="00BE16C5"/>
    <w:rsid w:val="00BE1957"/>
    <w:rsid w:val="00BE215A"/>
    <w:rsid w:val="00BE40D3"/>
    <w:rsid w:val="00BE4DC7"/>
    <w:rsid w:val="00BE511F"/>
    <w:rsid w:val="00BE6116"/>
    <w:rsid w:val="00BE6DF1"/>
    <w:rsid w:val="00BE7F7C"/>
    <w:rsid w:val="00BF1044"/>
    <w:rsid w:val="00BF11FA"/>
    <w:rsid w:val="00BF14D7"/>
    <w:rsid w:val="00BF2B0E"/>
    <w:rsid w:val="00BF2F35"/>
    <w:rsid w:val="00BF313D"/>
    <w:rsid w:val="00BF3584"/>
    <w:rsid w:val="00BF4164"/>
    <w:rsid w:val="00BF433E"/>
    <w:rsid w:val="00BF4922"/>
    <w:rsid w:val="00BF4A91"/>
    <w:rsid w:val="00BF4F88"/>
    <w:rsid w:val="00BF5489"/>
    <w:rsid w:val="00BF6523"/>
    <w:rsid w:val="00BF7218"/>
    <w:rsid w:val="00BF7D0A"/>
    <w:rsid w:val="00C00711"/>
    <w:rsid w:val="00C007A3"/>
    <w:rsid w:val="00C00ECD"/>
    <w:rsid w:val="00C01084"/>
    <w:rsid w:val="00C0163B"/>
    <w:rsid w:val="00C01D59"/>
    <w:rsid w:val="00C01FD3"/>
    <w:rsid w:val="00C02893"/>
    <w:rsid w:val="00C0347B"/>
    <w:rsid w:val="00C03FEB"/>
    <w:rsid w:val="00C04217"/>
    <w:rsid w:val="00C045C7"/>
    <w:rsid w:val="00C0558B"/>
    <w:rsid w:val="00C05874"/>
    <w:rsid w:val="00C05949"/>
    <w:rsid w:val="00C05D3E"/>
    <w:rsid w:val="00C063CD"/>
    <w:rsid w:val="00C069F6"/>
    <w:rsid w:val="00C0725D"/>
    <w:rsid w:val="00C07891"/>
    <w:rsid w:val="00C1028A"/>
    <w:rsid w:val="00C1051E"/>
    <w:rsid w:val="00C11105"/>
    <w:rsid w:val="00C1139D"/>
    <w:rsid w:val="00C113DD"/>
    <w:rsid w:val="00C11A50"/>
    <w:rsid w:val="00C1200C"/>
    <w:rsid w:val="00C120F8"/>
    <w:rsid w:val="00C12270"/>
    <w:rsid w:val="00C1230E"/>
    <w:rsid w:val="00C125FA"/>
    <w:rsid w:val="00C12673"/>
    <w:rsid w:val="00C12D16"/>
    <w:rsid w:val="00C15B2A"/>
    <w:rsid w:val="00C15CC1"/>
    <w:rsid w:val="00C162BC"/>
    <w:rsid w:val="00C17284"/>
    <w:rsid w:val="00C175EF"/>
    <w:rsid w:val="00C17729"/>
    <w:rsid w:val="00C178D0"/>
    <w:rsid w:val="00C20A35"/>
    <w:rsid w:val="00C21D76"/>
    <w:rsid w:val="00C21E48"/>
    <w:rsid w:val="00C23DD0"/>
    <w:rsid w:val="00C24723"/>
    <w:rsid w:val="00C24E5E"/>
    <w:rsid w:val="00C25252"/>
    <w:rsid w:val="00C26696"/>
    <w:rsid w:val="00C26D70"/>
    <w:rsid w:val="00C26DE8"/>
    <w:rsid w:val="00C273CB"/>
    <w:rsid w:val="00C27B2A"/>
    <w:rsid w:val="00C305AA"/>
    <w:rsid w:val="00C31977"/>
    <w:rsid w:val="00C31CB9"/>
    <w:rsid w:val="00C32D76"/>
    <w:rsid w:val="00C33137"/>
    <w:rsid w:val="00C3341A"/>
    <w:rsid w:val="00C343F6"/>
    <w:rsid w:val="00C353BA"/>
    <w:rsid w:val="00C36795"/>
    <w:rsid w:val="00C37991"/>
    <w:rsid w:val="00C37AD3"/>
    <w:rsid w:val="00C405CB"/>
    <w:rsid w:val="00C40BB1"/>
    <w:rsid w:val="00C41228"/>
    <w:rsid w:val="00C41268"/>
    <w:rsid w:val="00C41448"/>
    <w:rsid w:val="00C42458"/>
    <w:rsid w:val="00C42557"/>
    <w:rsid w:val="00C4255E"/>
    <w:rsid w:val="00C42A15"/>
    <w:rsid w:val="00C42B6E"/>
    <w:rsid w:val="00C4347F"/>
    <w:rsid w:val="00C43786"/>
    <w:rsid w:val="00C43917"/>
    <w:rsid w:val="00C43F4F"/>
    <w:rsid w:val="00C44B05"/>
    <w:rsid w:val="00C45108"/>
    <w:rsid w:val="00C45224"/>
    <w:rsid w:val="00C45358"/>
    <w:rsid w:val="00C46174"/>
    <w:rsid w:val="00C462AE"/>
    <w:rsid w:val="00C4654F"/>
    <w:rsid w:val="00C46880"/>
    <w:rsid w:val="00C46D1D"/>
    <w:rsid w:val="00C47CBC"/>
    <w:rsid w:val="00C50DB3"/>
    <w:rsid w:val="00C516FE"/>
    <w:rsid w:val="00C51849"/>
    <w:rsid w:val="00C51D07"/>
    <w:rsid w:val="00C51E3C"/>
    <w:rsid w:val="00C52B9C"/>
    <w:rsid w:val="00C52ED1"/>
    <w:rsid w:val="00C52F92"/>
    <w:rsid w:val="00C530DB"/>
    <w:rsid w:val="00C533FA"/>
    <w:rsid w:val="00C53A02"/>
    <w:rsid w:val="00C53A89"/>
    <w:rsid w:val="00C568F2"/>
    <w:rsid w:val="00C56BCC"/>
    <w:rsid w:val="00C5733A"/>
    <w:rsid w:val="00C6047E"/>
    <w:rsid w:val="00C62117"/>
    <w:rsid w:val="00C630CF"/>
    <w:rsid w:val="00C643B8"/>
    <w:rsid w:val="00C6472E"/>
    <w:rsid w:val="00C64EAD"/>
    <w:rsid w:val="00C64F01"/>
    <w:rsid w:val="00C6647F"/>
    <w:rsid w:val="00C667F3"/>
    <w:rsid w:val="00C70556"/>
    <w:rsid w:val="00C725DA"/>
    <w:rsid w:val="00C72608"/>
    <w:rsid w:val="00C73A34"/>
    <w:rsid w:val="00C73F91"/>
    <w:rsid w:val="00C74A40"/>
    <w:rsid w:val="00C75B65"/>
    <w:rsid w:val="00C75CB4"/>
    <w:rsid w:val="00C77077"/>
    <w:rsid w:val="00C77083"/>
    <w:rsid w:val="00C771B6"/>
    <w:rsid w:val="00C77283"/>
    <w:rsid w:val="00C80D62"/>
    <w:rsid w:val="00C81B3C"/>
    <w:rsid w:val="00C81E82"/>
    <w:rsid w:val="00C8231E"/>
    <w:rsid w:val="00C82883"/>
    <w:rsid w:val="00C83174"/>
    <w:rsid w:val="00C868D3"/>
    <w:rsid w:val="00C873BE"/>
    <w:rsid w:val="00C87A51"/>
    <w:rsid w:val="00C905DD"/>
    <w:rsid w:val="00C906A4"/>
    <w:rsid w:val="00C90DD5"/>
    <w:rsid w:val="00C91295"/>
    <w:rsid w:val="00C91B8F"/>
    <w:rsid w:val="00C923CF"/>
    <w:rsid w:val="00C95691"/>
    <w:rsid w:val="00CA0B01"/>
    <w:rsid w:val="00CA15BD"/>
    <w:rsid w:val="00CA22D1"/>
    <w:rsid w:val="00CA27C3"/>
    <w:rsid w:val="00CA3791"/>
    <w:rsid w:val="00CA3FC5"/>
    <w:rsid w:val="00CA57CC"/>
    <w:rsid w:val="00CA653C"/>
    <w:rsid w:val="00CA6582"/>
    <w:rsid w:val="00CA6AD9"/>
    <w:rsid w:val="00CA70DC"/>
    <w:rsid w:val="00CB1886"/>
    <w:rsid w:val="00CB27F4"/>
    <w:rsid w:val="00CB2E45"/>
    <w:rsid w:val="00CB41AE"/>
    <w:rsid w:val="00CB5C3E"/>
    <w:rsid w:val="00CB6126"/>
    <w:rsid w:val="00CB6716"/>
    <w:rsid w:val="00CB69B5"/>
    <w:rsid w:val="00CB6FFF"/>
    <w:rsid w:val="00CB763A"/>
    <w:rsid w:val="00CB7AAD"/>
    <w:rsid w:val="00CB7BB0"/>
    <w:rsid w:val="00CB7E01"/>
    <w:rsid w:val="00CB7FC0"/>
    <w:rsid w:val="00CC0445"/>
    <w:rsid w:val="00CC0F0F"/>
    <w:rsid w:val="00CC1901"/>
    <w:rsid w:val="00CC1F93"/>
    <w:rsid w:val="00CC3686"/>
    <w:rsid w:val="00CC39BB"/>
    <w:rsid w:val="00CC4C46"/>
    <w:rsid w:val="00CC53F9"/>
    <w:rsid w:val="00CC5CCB"/>
    <w:rsid w:val="00CC6F12"/>
    <w:rsid w:val="00CC78A1"/>
    <w:rsid w:val="00CD0203"/>
    <w:rsid w:val="00CD0776"/>
    <w:rsid w:val="00CD0FF0"/>
    <w:rsid w:val="00CD139C"/>
    <w:rsid w:val="00CD1513"/>
    <w:rsid w:val="00CD2BD4"/>
    <w:rsid w:val="00CD2CE6"/>
    <w:rsid w:val="00CD2DEB"/>
    <w:rsid w:val="00CD2E62"/>
    <w:rsid w:val="00CD336A"/>
    <w:rsid w:val="00CD3DCB"/>
    <w:rsid w:val="00CD4044"/>
    <w:rsid w:val="00CD431A"/>
    <w:rsid w:val="00CD501F"/>
    <w:rsid w:val="00CD539D"/>
    <w:rsid w:val="00CD5422"/>
    <w:rsid w:val="00CD5BEE"/>
    <w:rsid w:val="00CE08BA"/>
    <w:rsid w:val="00CE1261"/>
    <w:rsid w:val="00CE14B0"/>
    <w:rsid w:val="00CE3061"/>
    <w:rsid w:val="00CE33F7"/>
    <w:rsid w:val="00CE5699"/>
    <w:rsid w:val="00CE5DE0"/>
    <w:rsid w:val="00CE6502"/>
    <w:rsid w:val="00CE6BEF"/>
    <w:rsid w:val="00CE7286"/>
    <w:rsid w:val="00CE74D5"/>
    <w:rsid w:val="00CE7A7B"/>
    <w:rsid w:val="00CE7E9F"/>
    <w:rsid w:val="00CF06EF"/>
    <w:rsid w:val="00CF302B"/>
    <w:rsid w:val="00CF33FE"/>
    <w:rsid w:val="00CF3777"/>
    <w:rsid w:val="00CF387F"/>
    <w:rsid w:val="00CF450E"/>
    <w:rsid w:val="00CF47A8"/>
    <w:rsid w:val="00CF68A1"/>
    <w:rsid w:val="00CF6BDB"/>
    <w:rsid w:val="00CF7E7C"/>
    <w:rsid w:val="00D00572"/>
    <w:rsid w:val="00D00E7E"/>
    <w:rsid w:val="00D00EA6"/>
    <w:rsid w:val="00D011FE"/>
    <w:rsid w:val="00D01E3D"/>
    <w:rsid w:val="00D01E79"/>
    <w:rsid w:val="00D033F4"/>
    <w:rsid w:val="00D041B2"/>
    <w:rsid w:val="00D042D6"/>
    <w:rsid w:val="00D051A7"/>
    <w:rsid w:val="00D05350"/>
    <w:rsid w:val="00D05A6C"/>
    <w:rsid w:val="00D06001"/>
    <w:rsid w:val="00D06260"/>
    <w:rsid w:val="00D07308"/>
    <w:rsid w:val="00D076D5"/>
    <w:rsid w:val="00D1039B"/>
    <w:rsid w:val="00D104A4"/>
    <w:rsid w:val="00D104BE"/>
    <w:rsid w:val="00D1055D"/>
    <w:rsid w:val="00D10C64"/>
    <w:rsid w:val="00D10F4C"/>
    <w:rsid w:val="00D1215F"/>
    <w:rsid w:val="00D12972"/>
    <w:rsid w:val="00D1376C"/>
    <w:rsid w:val="00D144E8"/>
    <w:rsid w:val="00D14884"/>
    <w:rsid w:val="00D15004"/>
    <w:rsid w:val="00D17CCB"/>
    <w:rsid w:val="00D2005D"/>
    <w:rsid w:val="00D2074B"/>
    <w:rsid w:val="00D2249A"/>
    <w:rsid w:val="00D22726"/>
    <w:rsid w:val="00D234FC"/>
    <w:rsid w:val="00D23590"/>
    <w:rsid w:val="00D24262"/>
    <w:rsid w:val="00D25643"/>
    <w:rsid w:val="00D2617C"/>
    <w:rsid w:val="00D27857"/>
    <w:rsid w:val="00D3032C"/>
    <w:rsid w:val="00D309F2"/>
    <w:rsid w:val="00D31C24"/>
    <w:rsid w:val="00D340A2"/>
    <w:rsid w:val="00D34E85"/>
    <w:rsid w:val="00D35AF0"/>
    <w:rsid w:val="00D35B04"/>
    <w:rsid w:val="00D35ECD"/>
    <w:rsid w:val="00D36388"/>
    <w:rsid w:val="00D36901"/>
    <w:rsid w:val="00D377B6"/>
    <w:rsid w:val="00D400EC"/>
    <w:rsid w:val="00D403FD"/>
    <w:rsid w:val="00D40DAC"/>
    <w:rsid w:val="00D41F46"/>
    <w:rsid w:val="00D421AC"/>
    <w:rsid w:val="00D42796"/>
    <w:rsid w:val="00D4294D"/>
    <w:rsid w:val="00D42E3A"/>
    <w:rsid w:val="00D442F3"/>
    <w:rsid w:val="00D4446F"/>
    <w:rsid w:val="00D44CD5"/>
    <w:rsid w:val="00D44F25"/>
    <w:rsid w:val="00D45854"/>
    <w:rsid w:val="00D45990"/>
    <w:rsid w:val="00D50258"/>
    <w:rsid w:val="00D506BF"/>
    <w:rsid w:val="00D508C2"/>
    <w:rsid w:val="00D50B02"/>
    <w:rsid w:val="00D51251"/>
    <w:rsid w:val="00D516CA"/>
    <w:rsid w:val="00D51C3B"/>
    <w:rsid w:val="00D521F1"/>
    <w:rsid w:val="00D538D5"/>
    <w:rsid w:val="00D53C19"/>
    <w:rsid w:val="00D53CA3"/>
    <w:rsid w:val="00D53D23"/>
    <w:rsid w:val="00D53ECF"/>
    <w:rsid w:val="00D5429E"/>
    <w:rsid w:val="00D54A35"/>
    <w:rsid w:val="00D54AC6"/>
    <w:rsid w:val="00D551B5"/>
    <w:rsid w:val="00D552D6"/>
    <w:rsid w:val="00D557EA"/>
    <w:rsid w:val="00D56E2A"/>
    <w:rsid w:val="00D56F2C"/>
    <w:rsid w:val="00D57260"/>
    <w:rsid w:val="00D57ED3"/>
    <w:rsid w:val="00D611CA"/>
    <w:rsid w:val="00D61E1B"/>
    <w:rsid w:val="00D6229E"/>
    <w:rsid w:val="00D627E6"/>
    <w:rsid w:val="00D628AE"/>
    <w:rsid w:val="00D62CC7"/>
    <w:rsid w:val="00D62EAE"/>
    <w:rsid w:val="00D62F2C"/>
    <w:rsid w:val="00D63D7D"/>
    <w:rsid w:val="00D63FC8"/>
    <w:rsid w:val="00D64067"/>
    <w:rsid w:val="00D648AA"/>
    <w:rsid w:val="00D64E2C"/>
    <w:rsid w:val="00D650F9"/>
    <w:rsid w:val="00D65875"/>
    <w:rsid w:val="00D65C2C"/>
    <w:rsid w:val="00D671DA"/>
    <w:rsid w:val="00D677F9"/>
    <w:rsid w:val="00D67ECB"/>
    <w:rsid w:val="00D748F9"/>
    <w:rsid w:val="00D75F92"/>
    <w:rsid w:val="00D81D2F"/>
    <w:rsid w:val="00D8225C"/>
    <w:rsid w:val="00D8255E"/>
    <w:rsid w:val="00D8363C"/>
    <w:rsid w:val="00D83648"/>
    <w:rsid w:val="00D83998"/>
    <w:rsid w:val="00D83DA9"/>
    <w:rsid w:val="00D83F08"/>
    <w:rsid w:val="00D840D9"/>
    <w:rsid w:val="00D856FA"/>
    <w:rsid w:val="00D858E6"/>
    <w:rsid w:val="00D86039"/>
    <w:rsid w:val="00D86879"/>
    <w:rsid w:val="00D877FC"/>
    <w:rsid w:val="00D90626"/>
    <w:rsid w:val="00D90812"/>
    <w:rsid w:val="00D915C1"/>
    <w:rsid w:val="00D927D1"/>
    <w:rsid w:val="00D928F6"/>
    <w:rsid w:val="00D948F3"/>
    <w:rsid w:val="00D95003"/>
    <w:rsid w:val="00D95780"/>
    <w:rsid w:val="00D96761"/>
    <w:rsid w:val="00D9799F"/>
    <w:rsid w:val="00DA07D7"/>
    <w:rsid w:val="00DA288F"/>
    <w:rsid w:val="00DA3AA5"/>
    <w:rsid w:val="00DA3AD9"/>
    <w:rsid w:val="00DA3C3F"/>
    <w:rsid w:val="00DA4642"/>
    <w:rsid w:val="00DA62D1"/>
    <w:rsid w:val="00DA6438"/>
    <w:rsid w:val="00DA6B0D"/>
    <w:rsid w:val="00DA7117"/>
    <w:rsid w:val="00DA71C2"/>
    <w:rsid w:val="00DB071E"/>
    <w:rsid w:val="00DB0A34"/>
    <w:rsid w:val="00DB1AB0"/>
    <w:rsid w:val="00DB1DED"/>
    <w:rsid w:val="00DB1E6E"/>
    <w:rsid w:val="00DB2CF3"/>
    <w:rsid w:val="00DB2F6E"/>
    <w:rsid w:val="00DB3A88"/>
    <w:rsid w:val="00DB5A1B"/>
    <w:rsid w:val="00DB5BF1"/>
    <w:rsid w:val="00DB6031"/>
    <w:rsid w:val="00DB6090"/>
    <w:rsid w:val="00DB642D"/>
    <w:rsid w:val="00DC1396"/>
    <w:rsid w:val="00DC1633"/>
    <w:rsid w:val="00DC1A05"/>
    <w:rsid w:val="00DC2C94"/>
    <w:rsid w:val="00DC2E32"/>
    <w:rsid w:val="00DC30AC"/>
    <w:rsid w:val="00DC5173"/>
    <w:rsid w:val="00DC5495"/>
    <w:rsid w:val="00DC67F4"/>
    <w:rsid w:val="00DC6DBF"/>
    <w:rsid w:val="00DC7BED"/>
    <w:rsid w:val="00DD04ED"/>
    <w:rsid w:val="00DD1E29"/>
    <w:rsid w:val="00DD2213"/>
    <w:rsid w:val="00DD266E"/>
    <w:rsid w:val="00DD2EC4"/>
    <w:rsid w:val="00DD3597"/>
    <w:rsid w:val="00DD4BEF"/>
    <w:rsid w:val="00DD6221"/>
    <w:rsid w:val="00DD6AD3"/>
    <w:rsid w:val="00DD6F23"/>
    <w:rsid w:val="00DD7016"/>
    <w:rsid w:val="00DD7392"/>
    <w:rsid w:val="00DE056A"/>
    <w:rsid w:val="00DE0DD0"/>
    <w:rsid w:val="00DE1218"/>
    <w:rsid w:val="00DE261D"/>
    <w:rsid w:val="00DE27C3"/>
    <w:rsid w:val="00DE375B"/>
    <w:rsid w:val="00DE3AEE"/>
    <w:rsid w:val="00DE4A2C"/>
    <w:rsid w:val="00DE4F62"/>
    <w:rsid w:val="00DE534C"/>
    <w:rsid w:val="00DE5C33"/>
    <w:rsid w:val="00DE68FE"/>
    <w:rsid w:val="00DE6E66"/>
    <w:rsid w:val="00DF1E6A"/>
    <w:rsid w:val="00DF2060"/>
    <w:rsid w:val="00DF31E9"/>
    <w:rsid w:val="00DF362B"/>
    <w:rsid w:val="00DF3992"/>
    <w:rsid w:val="00DF4355"/>
    <w:rsid w:val="00DF4653"/>
    <w:rsid w:val="00DF4C03"/>
    <w:rsid w:val="00DF6A9A"/>
    <w:rsid w:val="00DF6DDE"/>
    <w:rsid w:val="00DF705E"/>
    <w:rsid w:val="00DF7D93"/>
    <w:rsid w:val="00E00EDD"/>
    <w:rsid w:val="00E02002"/>
    <w:rsid w:val="00E023B7"/>
    <w:rsid w:val="00E03074"/>
    <w:rsid w:val="00E039BE"/>
    <w:rsid w:val="00E04562"/>
    <w:rsid w:val="00E0467D"/>
    <w:rsid w:val="00E05305"/>
    <w:rsid w:val="00E05785"/>
    <w:rsid w:val="00E105A1"/>
    <w:rsid w:val="00E106CB"/>
    <w:rsid w:val="00E10ACC"/>
    <w:rsid w:val="00E11377"/>
    <w:rsid w:val="00E11BE3"/>
    <w:rsid w:val="00E11D13"/>
    <w:rsid w:val="00E123B3"/>
    <w:rsid w:val="00E12D63"/>
    <w:rsid w:val="00E1353D"/>
    <w:rsid w:val="00E13B7A"/>
    <w:rsid w:val="00E146CC"/>
    <w:rsid w:val="00E16471"/>
    <w:rsid w:val="00E166C6"/>
    <w:rsid w:val="00E16824"/>
    <w:rsid w:val="00E16FAF"/>
    <w:rsid w:val="00E17B9A"/>
    <w:rsid w:val="00E204D0"/>
    <w:rsid w:val="00E20A44"/>
    <w:rsid w:val="00E20EE3"/>
    <w:rsid w:val="00E20EFE"/>
    <w:rsid w:val="00E21532"/>
    <w:rsid w:val="00E21A7D"/>
    <w:rsid w:val="00E2273A"/>
    <w:rsid w:val="00E229E3"/>
    <w:rsid w:val="00E23061"/>
    <w:rsid w:val="00E236C7"/>
    <w:rsid w:val="00E24279"/>
    <w:rsid w:val="00E2513D"/>
    <w:rsid w:val="00E2529B"/>
    <w:rsid w:val="00E25BEF"/>
    <w:rsid w:val="00E2685C"/>
    <w:rsid w:val="00E26CFB"/>
    <w:rsid w:val="00E27D2D"/>
    <w:rsid w:val="00E30AED"/>
    <w:rsid w:val="00E3118F"/>
    <w:rsid w:val="00E31902"/>
    <w:rsid w:val="00E33366"/>
    <w:rsid w:val="00E34148"/>
    <w:rsid w:val="00E34749"/>
    <w:rsid w:val="00E34BDA"/>
    <w:rsid w:val="00E3556E"/>
    <w:rsid w:val="00E35674"/>
    <w:rsid w:val="00E36B0F"/>
    <w:rsid w:val="00E36F48"/>
    <w:rsid w:val="00E37C4D"/>
    <w:rsid w:val="00E40282"/>
    <w:rsid w:val="00E414C9"/>
    <w:rsid w:val="00E41873"/>
    <w:rsid w:val="00E43AEF"/>
    <w:rsid w:val="00E446C4"/>
    <w:rsid w:val="00E44A29"/>
    <w:rsid w:val="00E47D8F"/>
    <w:rsid w:val="00E47E2A"/>
    <w:rsid w:val="00E50832"/>
    <w:rsid w:val="00E510F5"/>
    <w:rsid w:val="00E51B27"/>
    <w:rsid w:val="00E51E16"/>
    <w:rsid w:val="00E526FD"/>
    <w:rsid w:val="00E52A85"/>
    <w:rsid w:val="00E52DBB"/>
    <w:rsid w:val="00E5362E"/>
    <w:rsid w:val="00E53C31"/>
    <w:rsid w:val="00E53E43"/>
    <w:rsid w:val="00E5460A"/>
    <w:rsid w:val="00E54E16"/>
    <w:rsid w:val="00E5500A"/>
    <w:rsid w:val="00E55B2D"/>
    <w:rsid w:val="00E55B75"/>
    <w:rsid w:val="00E56631"/>
    <w:rsid w:val="00E575F7"/>
    <w:rsid w:val="00E60161"/>
    <w:rsid w:val="00E60AA9"/>
    <w:rsid w:val="00E60D09"/>
    <w:rsid w:val="00E6113A"/>
    <w:rsid w:val="00E618C0"/>
    <w:rsid w:val="00E62619"/>
    <w:rsid w:val="00E629D6"/>
    <w:rsid w:val="00E62B86"/>
    <w:rsid w:val="00E62F53"/>
    <w:rsid w:val="00E6307A"/>
    <w:rsid w:val="00E633C0"/>
    <w:rsid w:val="00E63402"/>
    <w:rsid w:val="00E63473"/>
    <w:rsid w:val="00E641AD"/>
    <w:rsid w:val="00E64613"/>
    <w:rsid w:val="00E648ED"/>
    <w:rsid w:val="00E65415"/>
    <w:rsid w:val="00E65B47"/>
    <w:rsid w:val="00E65E1F"/>
    <w:rsid w:val="00E65E27"/>
    <w:rsid w:val="00E67A1A"/>
    <w:rsid w:val="00E67B20"/>
    <w:rsid w:val="00E67FCC"/>
    <w:rsid w:val="00E7049C"/>
    <w:rsid w:val="00E70C56"/>
    <w:rsid w:val="00E74816"/>
    <w:rsid w:val="00E74BCD"/>
    <w:rsid w:val="00E7578F"/>
    <w:rsid w:val="00E773FD"/>
    <w:rsid w:val="00E77705"/>
    <w:rsid w:val="00E80459"/>
    <w:rsid w:val="00E827D3"/>
    <w:rsid w:val="00E82C2A"/>
    <w:rsid w:val="00E83299"/>
    <w:rsid w:val="00E836AD"/>
    <w:rsid w:val="00E84165"/>
    <w:rsid w:val="00E84277"/>
    <w:rsid w:val="00E84B35"/>
    <w:rsid w:val="00E84DDC"/>
    <w:rsid w:val="00E85C62"/>
    <w:rsid w:val="00E85EB7"/>
    <w:rsid w:val="00E86270"/>
    <w:rsid w:val="00E869B2"/>
    <w:rsid w:val="00E86F56"/>
    <w:rsid w:val="00E87537"/>
    <w:rsid w:val="00E87FAD"/>
    <w:rsid w:val="00E907C8"/>
    <w:rsid w:val="00E91324"/>
    <w:rsid w:val="00E91B7C"/>
    <w:rsid w:val="00E92778"/>
    <w:rsid w:val="00E92B04"/>
    <w:rsid w:val="00E93BB6"/>
    <w:rsid w:val="00E9439B"/>
    <w:rsid w:val="00E94F9C"/>
    <w:rsid w:val="00E95130"/>
    <w:rsid w:val="00E95422"/>
    <w:rsid w:val="00E965B3"/>
    <w:rsid w:val="00E965EE"/>
    <w:rsid w:val="00E97562"/>
    <w:rsid w:val="00EA0854"/>
    <w:rsid w:val="00EA11D0"/>
    <w:rsid w:val="00EA1464"/>
    <w:rsid w:val="00EA1BAB"/>
    <w:rsid w:val="00EA1DA2"/>
    <w:rsid w:val="00EA24FF"/>
    <w:rsid w:val="00EA4978"/>
    <w:rsid w:val="00EA4AD2"/>
    <w:rsid w:val="00EA4DC8"/>
    <w:rsid w:val="00EA563D"/>
    <w:rsid w:val="00EA5D73"/>
    <w:rsid w:val="00EA66E8"/>
    <w:rsid w:val="00EA7165"/>
    <w:rsid w:val="00EA7BA7"/>
    <w:rsid w:val="00EB055E"/>
    <w:rsid w:val="00EB0D22"/>
    <w:rsid w:val="00EB0DFA"/>
    <w:rsid w:val="00EB112E"/>
    <w:rsid w:val="00EB1C72"/>
    <w:rsid w:val="00EB226A"/>
    <w:rsid w:val="00EB2390"/>
    <w:rsid w:val="00EB2787"/>
    <w:rsid w:val="00EB333A"/>
    <w:rsid w:val="00EB4902"/>
    <w:rsid w:val="00EB5ED1"/>
    <w:rsid w:val="00EB62CA"/>
    <w:rsid w:val="00EB7BA0"/>
    <w:rsid w:val="00EC0285"/>
    <w:rsid w:val="00EC0BA6"/>
    <w:rsid w:val="00EC156B"/>
    <w:rsid w:val="00EC156E"/>
    <w:rsid w:val="00EC16F6"/>
    <w:rsid w:val="00EC1D34"/>
    <w:rsid w:val="00EC401B"/>
    <w:rsid w:val="00EC4362"/>
    <w:rsid w:val="00EC61DA"/>
    <w:rsid w:val="00EC6F4F"/>
    <w:rsid w:val="00EC755A"/>
    <w:rsid w:val="00ED00ED"/>
    <w:rsid w:val="00ED024A"/>
    <w:rsid w:val="00ED2B40"/>
    <w:rsid w:val="00ED2F9E"/>
    <w:rsid w:val="00ED4212"/>
    <w:rsid w:val="00ED43C3"/>
    <w:rsid w:val="00ED4762"/>
    <w:rsid w:val="00ED4A41"/>
    <w:rsid w:val="00ED4B25"/>
    <w:rsid w:val="00ED50E0"/>
    <w:rsid w:val="00ED56F4"/>
    <w:rsid w:val="00ED6656"/>
    <w:rsid w:val="00ED6B05"/>
    <w:rsid w:val="00ED6D7B"/>
    <w:rsid w:val="00ED7148"/>
    <w:rsid w:val="00ED7D2A"/>
    <w:rsid w:val="00EE06B1"/>
    <w:rsid w:val="00EE0E6E"/>
    <w:rsid w:val="00EE136D"/>
    <w:rsid w:val="00EE193E"/>
    <w:rsid w:val="00EE274C"/>
    <w:rsid w:val="00EE3EF2"/>
    <w:rsid w:val="00EE5CDA"/>
    <w:rsid w:val="00EE67FC"/>
    <w:rsid w:val="00EE6B55"/>
    <w:rsid w:val="00EE6C89"/>
    <w:rsid w:val="00EE6F5C"/>
    <w:rsid w:val="00EE74BE"/>
    <w:rsid w:val="00EF080E"/>
    <w:rsid w:val="00EF1194"/>
    <w:rsid w:val="00EF2466"/>
    <w:rsid w:val="00EF2F6F"/>
    <w:rsid w:val="00EF45CF"/>
    <w:rsid w:val="00EF4820"/>
    <w:rsid w:val="00EF4FBD"/>
    <w:rsid w:val="00EF59E3"/>
    <w:rsid w:val="00EF5D26"/>
    <w:rsid w:val="00EF6376"/>
    <w:rsid w:val="00EF66CB"/>
    <w:rsid w:val="00EF679A"/>
    <w:rsid w:val="00EF718C"/>
    <w:rsid w:val="00EF782A"/>
    <w:rsid w:val="00EF7973"/>
    <w:rsid w:val="00EF7974"/>
    <w:rsid w:val="00F00821"/>
    <w:rsid w:val="00F00CD3"/>
    <w:rsid w:val="00F01E28"/>
    <w:rsid w:val="00F028E9"/>
    <w:rsid w:val="00F0498E"/>
    <w:rsid w:val="00F04A06"/>
    <w:rsid w:val="00F0576D"/>
    <w:rsid w:val="00F05D41"/>
    <w:rsid w:val="00F05F23"/>
    <w:rsid w:val="00F06316"/>
    <w:rsid w:val="00F06817"/>
    <w:rsid w:val="00F06938"/>
    <w:rsid w:val="00F069AC"/>
    <w:rsid w:val="00F06A75"/>
    <w:rsid w:val="00F06EA1"/>
    <w:rsid w:val="00F06F5A"/>
    <w:rsid w:val="00F0701A"/>
    <w:rsid w:val="00F1067C"/>
    <w:rsid w:val="00F11126"/>
    <w:rsid w:val="00F114E5"/>
    <w:rsid w:val="00F12E1E"/>
    <w:rsid w:val="00F135E3"/>
    <w:rsid w:val="00F14F45"/>
    <w:rsid w:val="00F15BE0"/>
    <w:rsid w:val="00F15D87"/>
    <w:rsid w:val="00F169CB"/>
    <w:rsid w:val="00F1708E"/>
    <w:rsid w:val="00F17A27"/>
    <w:rsid w:val="00F17B8C"/>
    <w:rsid w:val="00F17C52"/>
    <w:rsid w:val="00F201A9"/>
    <w:rsid w:val="00F20377"/>
    <w:rsid w:val="00F20898"/>
    <w:rsid w:val="00F20BDA"/>
    <w:rsid w:val="00F2102E"/>
    <w:rsid w:val="00F21D50"/>
    <w:rsid w:val="00F22086"/>
    <w:rsid w:val="00F2389F"/>
    <w:rsid w:val="00F23FB6"/>
    <w:rsid w:val="00F24C65"/>
    <w:rsid w:val="00F25767"/>
    <w:rsid w:val="00F25D17"/>
    <w:rsid w:val="00F25F08"/>
    <w:rsid w:val="00F25F5F"/>
    <w:rsid w:val="00F2725C"/>
    <w:rsid w:val="00F27464"/>
    <w:rsid w:val="00F27681"/>
    <w:rsid w:val="00F27F7A"/>
    <w:rsid w:val="00F31A1E"/>
    <w:rsid w:val="00F327E8"/>
    <w:rsid w:val="00F33273"/>
    <w:rsid w:val="00F336A0"/>
    <w:rsid w:val="00F33D07"/>
    <w:rsid w:val="00F33D89"/>
    <w:rsid w:val="00F3509B"/>
    <w:rsid w:val="00F3626D"/>
    <w:rsid w:val="00F36DA0"/>
    <w:rsid w:val="00F37C1D"/>
    <w:rsid w:val="00F40F4F"/>
    <w:rsid w:val="00F4301B"/>
    <w:rsid w:val="00F44076"/>
    <w:rsid w:val="00F4463F"/>
    <w:rsid w:val="00F453EE"/>
    <w:rsid w:val="00F45AEC"/>
    <w:rsid w:val="00F467E2"/>
    <w:rsid w:val="00F47219"/>
    <w:rsid w:val="00F47D15"/>
    <w:rsid w:val="00F508DC"/>
    <w:rsid w:val="00F52643"/>
    <w:rsid w:val="00F52CA6"/>
    <w:rsid w:val="00F53764"/>
    <w:rsid w:val="00F53E6F"/>
    <w:rsid w:val="00F54B86"/>
    <w:rsid w:val="00F55576"/>
    <w:rsid w:val="00F55834"/>
    <w:rsid w:val="00F55D04"/>
    <w:rsid w:val="00F56923"/>
    <w:rsid w:val="00F56B1D"/>
    <w:rsid w:val="00F57276"/>
    <w:rsid w:val="00F572E4"/>
    <w:rsid w:val="00F57962"/>
    <w:rsid w:val="00F601EA"/>
    <w:rsid w:val="00F60293"/>
    <w:rsid w:val="00F61118"/>
    <w:rsid w:val="00F61181"/>
    <w:rsid w:val="00F614DD"/>
    <w:rsid w:val="00F61589"/>
    <w:rsid w:val="00F640B1"/>
    <w:rsid w:val="00F6594C"/>
    <w:rsid w:val="00F65D84"/>
    <w:rsid w:val="00F6728D"/>
    <w:rsid w:val="00F67821"/>
    <w:rsid w:val="00F67B2B"/>
    <w:rsid w:val="00F67FF9"/>
    <w:rsid w:val="00F70340"/>
    <w:rsid w:val="00F705C6"/>
    <w:rsid w:val="00F70ABE"/>
    <w:rsid w:val="00F70B3C"/>
    <w:rsid w:val="00F70E1E"/>
    <w:rsid w:val="00F71150"/>
    <w:rsid w:val="00F71E45"/>
    <w:rsid w:val="00F7229E"/>
    <w:rsid w:val="00F72AF0"/>
    <w:rsid w:val="00F733B8"/>
    <w:rsid w:val="00F73471"/>
    <w:rsid w:val="00F74143"/>
    <w:rsid w:val="00F745B3"/>
    <w:rsid w:val="00F747ED"/>
    <w:rsid w:val="00F74B14"/>
    <w:rsid w:val="00F75342"/>
    <w:rsid w:val="00F755F6"/>
    <w:rsid w:val="00F76D82"/>
    <w:rsid w:val="00F77263"/>
    <w:rsid w:val="00F80B1F"/>
    <w:rsid w:val="00F80C49"/>
    <w:rsid w:val="00F80DDA"/>
    <w:rsid w:val="00F80EC6"/>
    <w:rsid w:val="00F815D9"/>
    <w:rsid w:val="00F81689"/>
    <w:rsid w:val="00F81763"/>
    <w:rsid w:val="00F821EC"/>
    <w:rsid w:val="00F82AF0"/>
    <w:rsid w:val="00F82DF8"/>
    <w:rsid w:val="00F844AB"/>
    <w:rsid w:val="00F84763"/>
    <w:rsid w:val="00F8532A"/>
    <w:rsid w:val="00F85771"/>
    <w:rsid w:val="00F85F12"/>
    <w:rsid w:val="00F865C1"/>
    <w:rsid w:val="00F86756"/>
    <w:rsid w:val="00F8691D"/>
    <w:rsid w:val="00F869F4"/>
    <w:rsid w:val="00F86A09"/>
    <w:rsid w:val="00F8761B"/>
    <w:rsid w:val="00F87CA3"/>
    <w:rsid w:val="00F90FAB"/>
    <w:rsid w:val="00F93773"/>
    <w:rsid w:val="00F9497E"/>
    <w:rsid w:val="00F9508B"/>
    <w:rsid w:val="00F956DD"/>
    <w:rsid w:val="00F958B9"/>
    <w:rsid w:val="00F961A6"/>
    <w:rsid w:val="00F96E05"/>
    <w:rsid w:val="00F97B61"/>
    <w:rsid w:val="00FA0CD6"/>
    <w:rsid w:val="00FA0CD8"/>
    <w:rsid w:val="00FA0E1D"/>
    <w:rsid w:val="00FA1887"/>
    <w:rsid w:val="00FA21E0"/>
    <w:rsid w:val="00FA26EF"/>
    <w:rsid w:val="00FA2A98"/>
    <w:rsid w:val="00FA31C5"/>
    <w:rsid w:val="00FA3206"/>
    <w:rsid w:val="00FA321F"/>
    <w:rsid w:val="00FA3874"/>
    <w:rsid w:val="00FA3CA2"/>
    <w:rsid w:val="00FA654E"/>
    <w:rsid w:val="00FA6859"/>
    <w:rsid w:val="00FA699E"/>
    <w:rsid w:val="00FA71C1"/>
    <w:rsid w:val="00FA7BB8"/>
    <w:rsid w:val="00FB0A43"/>
    <w:rsid w:val="00FB0A44"/>
    <w:rsid w:val="00FB0B09"/>
    <w:rsid w:val="00FB409A"/>
    <w:rsid w:val="00FB647C"/>
    <w:rsid w:val="00FB6C07"/>
    <w:rsid w:val="00FB7F31"/>
    <w:rsid w:val="00FC00D0"/>
    <w:rsid w:val="00FC0549"/>
    <w:rsid w:val="00FC085F"/>
    <w:rsid w:val="00FC11F8"/>
    <w:rsid w:val="00FC1286"/>
    <w:rsid w:val="00FC239D"/>
    <w:rsid w:val="00FC2624"/>
    <w:rsid w:val="00FC2E0F"/>
    <w:rsid w:val="00FC3450"/>
    <w:rsid w:val="00FC3469"/>
    <w:rsid w:val="00FC3EF5"/>
    <w:rsid w:val="00FC4673"/>
    <w:rsid w:val="00FC4AA6"/>
    <w:rsid w:val="00FC5201"/>
    <w:rsid w:val="00FC6472"/>
    <w:rsid w:val="00FC696A"/>
    <w:rsid w:val="00FC746A"/>
    <w:rsid w:val="00FC7522"/>
    <w:rsid w:val="00FC76FE"/>
    <w:rsid w:val="00FD13DD"/>
    <w:rsid w:val="00FD14E8"/>
    <w:rsid w:val="00FD1E2F"/>
    <w:rsid w:val="00FD266C"/>
    <w:rsid w:val="00FD5297"/>
    <w:rsid w:val="00FD6472"/>
    <w:rsid w:val="00FD6D6E"/>
    <w:rsid w:val="00FD73A4"/>
    <w:rsid w:val="00FD7C3B"/>
    <w:rsid w:val="00FE02DD"/>
    <w:rsid w:val="00FE05C0"/>
    <w:rsid w:val="00FE0F90"/>
    <w:rsid w:val="00FE1042"/>
    <w:rsid w:val="00FE1A20"/>
    <w:rsid w:val="00FE3706"/>
    <w:rsid w:val="00FE4A6B"/>
    <w:rsid w:val="00FE5956"/>
    <w:rsid w:val="00FE5B03"/>
    <w:rsid w:val="00FE5D25"/>
    <w:rsid w:val="00FE682A"/>
    <w:rsid w:val="00FE7733"/>
    <w:rsid w:val="00FE7A3F"/>
    <w:rsid w:val="00FF017E"/>
    <w:rsid w:val="00FF0574"/>
    <w:rsid w:val="00FF07B2"/>
    <w:rsid w:val="00FF1C41"/>
    <w:rsid w:val="00FF20F3"/>
    <w:rsid w:val="00FF231A"/>
    <w:rsid w:val="00FF2532"/>
    <w:rsid w:val="00FF3DC8"/>
    <w:rsid w:val="00FF5A2D"/>
    <w:rsid w:val="00FF5E38"/>
    <w:rsid w:val="00FF5FD3"/>
    <w:rsid w:val="00FF69CD"/>
    <w:rsid w:val="00FF6FC4"/>
    <w:rsid w:val="00FF757F"/>
    <w:rsid w:val="00FF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5FCF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5FCF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965F9-1AC2-4B84-8B62-D4F52CF74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21</vt:lpstr>
    </vt:vector>
  </TitlesOfParts>
  <Company>КУИГБ</Company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21</dc:title>
  <dc:creator>zemlya</dc:creator>
  <cp:lastModifiedBy>Скворцова Мира Сергеевна</cp:lastModifiedBy>
  <cp:revision>9</cp:revision>
  <cp:lastPrinted>2022-03-25T03:30:00Z</cp:lastPrinted>
  <dcterms:created xsi:type="dcterms:W3CDTF">2022-03-04T01:55:00Z</dcterms:created>
  <dcterms:modified xsi:type="dcterms:W3CDTF">2022-04-08T06:06:00Z</dcterms:modified>
</cp:coreProperties>
</file>